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common-collections"/>
    <w:bookmarkEnd w:id="0"/>
    <w:p w14:paraId="0B1CB119" w14:textId="534FA1C2" w:rsidR="004A2D02" w:rsidRDefault="004A2D02" w:rsidP="008224B6">
      <w:pPr>
        <w:pStyle w:val="TOC1"/>
        <w:rPr>
          <w:noProof/>
        </w:rPr>
      </w:pPr>
      <w:r>
        <w:rPr>
          <w:lang w:eastAsia="en-GB"/>
        </w:rPr>
        <w:fldChar w:fldCharType="begin"/>
      </w:r>
      <w:r>
        <w:rPr>
          <w:lang w:eastAsia="en-GB"/>
        </w:rPr>
        <w:instrText xml:space="preserve"> TOC \o "1-3" \h \z \t "HeadA,1,HeadB,2,HeadC,3" </w:instrText>
      </w:r>
      <w:r>
        <w:rPr>
          <w:lang w:eastAsia="en-GB"/>
        </w:rPr>
        <w:fldChar w:fldCharType="separate"/>
      </w:r>
      <w:hyperlink w:anchor="_Toc106363816" w:history="1">
        <w:r w:rsidRPr="00B47D7A">
          <w:rPr>
            <w:rStyle w:val="Hyperlink"/>
            <w:noProof/>
            <w:lang w:eastAsia="en-GB"/>
          </w:rPr>
          <w:t>Storing Lists of Values with Vectors</w:t>
        </w:r>
        <w:r>
          <w:rPr>
            <w:noProof/>
            <w:webHidden/>
          </w:rPr>
          <w:tab/>
        </w:r>
        <w:r>
          <w:rPr>
            <w:noProof/>
            <w:webHidden/>
          </w:rPr>
          <w:fldChar w:fldCharType="begin"/>
        </w:r>
        <w:r>
          <w:rPr>
            <w:noProof/>
            <w:webHidden/>
          </w:rPr>
          <w:instrText xml:space="preserve"> PAGEREF _Toc106363816 \h </w:instrText>
        </w:r>
        <w:r>
          <w:rPr>
            <w:noProof/>
            <w:webHidden/>
          </w:rPr>
        </w:r>
        <w:r>
          <w:rPr>
            <w:noProof/>
            <w:webHidden/>
          </w:rPr>
          <w:fldChar w:fldCharType="separate"/>
        </w:r>
        <w:r>
          <w:rPr>
            <w:noProof/>
            <w:webHidden/>
          </w:rPr>
          <w:t>3</w:t>
        </w:r>
        <w:r>
          <w:rPr>
            <w:noProof/>
            <w:webHidden/>
          </w:rPr>
          <w:fldChar w:fldCharType="end"/>
        </w:r>
      </w:hyperlink>
    </w:p>
    <w:p w14:paraId="66C2CFE4" w14:textId="4D2E30B5" w:rsidR="004A2D02" w:rsidRDefault="00000000">
      <w:pPr>
        <w:pStyle w:val="TOC2"/>
        <w:tabs>
          <w:tab w:val="right" w:leader="dot" w:pos="8090"/>
        </w:tabs>
        <w:rPr>
          <w:noProof/>
        </w:rPr>
      </w:pPr>
      <w:hyperlink w:anchor="_Toc106363817" w:history="1">
        <w:r w:rsidR="004A2D02" w:rsidRPr="00B47D7A">
          <w:rPr>
            <w:rStyle w:val="Hyperlink"/>
            <w:noProof/>
            <w:lang w:eastAsia="en-GB"/>
          </w:rPr>
          <w:t>Creating a New Vector</w:t>
        </w:r>
        <w:r w:rsidR="004A2D02">
          <w:rPr>
            <w:noProof/>
            <w:webHidden/>
          </w:rPr>
          <w:tab/>
        </w:r>
        <w:r w:rsidR="004A2D02">
          <w:rPr>
            <w:noProof/>
            <w:webHidden/>
          </w:rPr>
          <w:fldChar w:fldCharType="begin"/>
        </w:r>
        <w:r w:rsidR="004A2D02">
          <w:rPr>
            <w:noProof/>
            <w:webHidden/>
          </w:rPr>
          <w:instrText xml:space="preserve"> PAGEREF _Toc106363817 \h </w:instrText>
        </w:r>
        <w:r w:rsidR="004A2D02">
          <w:rPr>
            <w:noProof/>
            <w:webHidden/>
          </w:rPr>
        </w:r>
        <w:r w:rsidR="004A2D02">
          <w:rPr>
            <w:noProof/>
            <w:webHidden/>
          </w:rPr>
          <w:fldChar w:fldCharType="separate"/>
        </w:r>
        <w:r w:rsidR="004A2D02">
          <w:rPr>
            <w:noProof/>
            <w:webHidden/>
          </w:rPr>
          <w:t>3</w:t>
        </w:r>
        <w:r w:rsidR="004A2D02">
          <w:rPr>
            <w:noProof/>
            <w:webHidden/>
          </w:rPr>
          <w:fldChar w:fldCharType="end"/>
        </w:r>
      </w:hyperlink>
    </w:p>
    <w:p w14:paraId="5AAE466D" w14:textId="30308041" w:rsidR="004A2D02" w:rsidRDefault="00000000">
      <w:pPr>
        <w:pStyle w:val="TOC2"/>
        <w:tabs>
          <w:tab w:val="right" w:leader="dot" w:pos="8090"/>
        </w:tabs>
        <w:rPr>
          <w:noProof/>
        </w:rPr>
      </w:pPr>
      <w:hyperlink w:anchor="_Toc106363818" w:history="1">
        <w:r w:rsidR="004A2D02" w:rsidRPr="00B47D7A">
          <w:rPr>
            <w:rStyle w:val="Hyperlink"/>
            <w:noProof/>
            <w:lang w:eastAsia="en-GB"/>
          </w:rPr>
          <w:t>Updating a Vector</w:t>
        </w:r>
        <w:r w:rsidR="004A2D02">
          <w:rPr>
            <w:noProof/>
            <w:webHidden/>
          </w:rPr>
          <w:tab/>
        </w:r>
        <w:r w:rsidR="004A2D02">
          <w:rPr>
            <w:noProof/>
            <w:webHidden/>
          </w:rPr>
          <w:fldChar w:fldCharType="begin"/>
        </w:r>
        <w:r w:rsidR="004A2D02">
          <w:rPr>
            <w:noProof/>
            <w:webHidden/>
          </w:rPr>
          <w:instrText xml:space="preserve"> PAGEREF _Toc106363818 \h </w:instrText>
        </w:r>
        <w:r w:rsidR="004A2D02">
          <w:rPr>
            <w:noProof/>
            <w:webHidden/>
          </w:rPr>
        </w:r>
        <w:r w:rsidR="004A2D02">
          <w:rPr>
            <w:noProof/>
            <w:webHidden/>
          </w:rPr>
          <w:fldChar w:fldCharType="separate"/>
        </w:r>
        <w:r w:rsidR="004A2D02">
          <w:rPr>
            <w:noProof/>
            <w:webHidden/>
          </w:rPr>
          <w:t>4</w:t>
        </w:r>
        <w:r w:rsidR="004A2D02">
          <w:rPr>
            <w:noProof/>
            <w:webHidden/>
          </w:rPr>
          <w:fldChar w:fldCharType="end"/>
        </w:r>
      </w:hyperlink>
    </w:p>
    <w:p w14:paraId="6AD0B350" w14:textId="33132927" w:rsidR="004A2D02" w:rsidRDefault="00000000">
      <w:pPr>
        <w:pStyle w:val="TOC2"/>
        <w:tabs>
          <w:tab w:val="right" w:leader="dot" w:pos="8090"/>
        </w:tabs>
        <w:rPr>
          <w:noProof/>
        </w:rPr>
      </w:pPr>
      <w:hyperlink w:anchor="_Toc106363819" w:history="1">
        <w:r w:rsidR="004A2D02" w:rsidRPr="00B47D7A">
          <w:rPr>
            <w:rStyle w:val="Hyperlink"/>
            <w:noProof/>
            <w:lang w:eastAsia="en-GB"/>
          </w:rPr>
          <w:t>Reading Elements of Vectors</w:t>
        </w:r>
        <w:r w:rsidR="004A2D02">
          <w:rPr>
            <w:noProof/>
            <w:webHidden/>
          </w:rPr>
          <w:tab/>
        </w:r>
        <w:r w:rsidR="004A2D02">
          <w:rPr>
            <w:noProof/>
            <w:webHidden/>
          </w:rPr>
          <w:fldChar w:fldCharType="begin"/>
        </w:r>
        <w:r w:rsidR="004A2D02">
          <w:rPr>
            <w:noProof/>
            <w:webHidden/>
          </w:rPr>
          <w:instrText xml:space="preserve"> PAGEREF _Toc106363819 \h </w:instrText>
        </w:r>
        <w:r w:rsidR="004A2D02">
          <w:rPr>
            <w:noProof/>
            <w:webHidden/>
          </w:rPr>
        </w:r>
        <w:r w:rsidR="004A2D02">
          <w:rPr>
            <w:noProof/>
            <w:webHidden/>
          </w:rPr>
          <w:fldChar w:fldCharType="separate"/>
        </w:r>
        <w:r w:rsidR="004A2D02">
          <w:rPr>
            <w:noProof/>
            <w:webHidden/>
          </w:rPr>
          <w:t>4</w:t>
        </w:r>
        <w:r w:rsidR="004A2D02">
          <w:rPr>
            <w:noProof/>
            <w:webHidden/>
          </w:rPr>
          <w:fldChar w:fldCharType="end"/>
        </w:r>
      </w:hyperlink>
    </w:p>
    <w:p w14:paraId="637BFD98" w14:textId="547BE14B" w:rsidR="004A2D02" w:rsidRDefault="00000000">
      <w:pPr>
        <w:pStyle w:val="TOC2"/>
        <w:tabs>
          <w:tab w:val="right" w:leader="dot" w:pos="8090"/>
        </w:tabs>
        <w:rPr>
          <w:noProof/>
        </w:rPr>
      </w:pPr>
      <w:hyperlink w:anchor="_Toc106363820" w:history="1">
        <w:r w:rsidR="004A2D02" w:rsidRPr="00B47D7A">
          <w:rPr>
            <w:rStyle w:val="Hyperlink"/>
            <w:noProof/>
            <w:lang w:eastAsia="en-GB"/>
          </w:rPr>
          <w:t xml:space="preserve">Iterating </w:t>
        </w:r>
        <w:r w:rsidR="007566E3">
          <w:rPr>
            <w:rStyle w:val="Hyperlink"/>
            <w:noProof/>
            <w:lang w:eastAsia="en-GB"/>
          </w:rPr>
          <w:t>O</w:t>
        </w:r>
        <w:r w:rsidR="007566E3" w:rsidRPr="00B47D7A">
          <w:rPr>
            <w:rStyle w:val="Hyperlink"/>
            <w:noProof/>
            <w:lang w:eastAsia="en-GB"/>
          </w:rPr>
          <w:t xml:space="preserve">ver </w:t>
        </w:r>
        <w:r w:rsidR="004A2D02" w:rsidRPr="00B47D7A">
          <w:rPr>
            <w:rStyle w:val="Hyperlink"/>
            <w:noProof/>
            <w:lang w:eastAsia="en-GB"/>
          </w:rPr>
          <w:t>the Values in a Vector</w:t>
        </w:r>
        <w:r w:rsidR="004A2D02">
          <w:rPr>
            <w:noProof/>
            <w:webHidden/>
          </w:rPr>
          <w:tab/>
        </w:r>
        <w:r w:rsidR="004A2D02">
          <w:rPr>
            <w:noProof/>
            <w:webHidden/>
          </w:rPr>
          <w:fldChar w:fldCharType="begin"/>
        </w:r>
        <w:r w:rsidR="004A2D02">
          <w:rPr>
            <w:noProof/>
            <w:webHidden/>
          </w:rPr>
          <w:instrText xml:space="preserve"> PAGEREF _Toc106363820 \h </w:instrText>
        </w:r>
        <w:r w:rsidR="004A2D02">
          <w:rPr>
            <w:noProof/>
            <w:webHidden/>
          </w:rPr>
        </w:r>
        <w:r w:rsidR="004A2D02">
          <w:rPr>
            <w:noProof/>
            <w:webHidden/>
          </w:rPr>
          <w:fldChar w:fldCharType="separate"/>
        </w:r>
        <w:r w:rsidR="004A2D02">
          <w:rPr>
            <w:noProof/>
            <w:webHidden/>
          </w:rPr>
          <w:t>6</w:t>
        </w:r>
        <w:r w:rsidR="004A2D02">
          <w:rPr>
            <w:noProof/>
            <w:webHidden/>
          </w:rPr>
          <w:fldChar w:fldCharType="end"/>
        </w:r>
      </w:hyperlink>
    </w:p>
    <w:p w14:paraId="26BCA209" w14:textId="7C038980" w:rsidR="004A2D02" w:rsidRDefault="00000000">
      <w:pPr>
        <w:pStyle w:val="TOC2"/>
        <w:tabs>
          <w:tab w:val="right" w:leader="dot" w:pos="8090"/>
        </w:tabs>
        <w:rPr>
          <w:noProof/>
        </w:rPr>
      </w:pPr>
      <w:hyperlink w:anchor="_Toc106363821" w:history="1">
        <w:r w:rsidR="004A2D02" w:rsidRPr="00B47D7A">
          <w:rPr>
            <w:rStyle w:val="Hyperlink"/>
            <w:noProof/>
            <w:lang w:eastAsia="en-GB"/>
          </w:rPr>
          <w:t>Using an Enum to Store Multiple Types</w:t>
        </w:r>
        <w:r w:rsidR="004A2D02">
          <w:rPr>
            <w:noProof/>
            <w:webHidden/>
          </w:rPr>
          <w:tab/>
        </w:r>
        <w:r w:rsidR="004A2D02">
          <w:rPr>
            <w:noProof/>
            <w:webHidden/>
          </w:rPr>
          <w:fldChar w:fldCharType="begin"/>
        </w:r>
        <w:r w:rsidR="004A2D02">
          <w:rPr>
            <w:noProof/>
            <w:webHidden/>
          </w:rPr>
          <w:instrText xml:space="preserve"> PAGEREF _Toc106363821 \h </w:instrText>
        </w:r>
        <w:r w:rsidR="004A2D02">
          <w:rPr>
            <w:noProof/>
            <w:webHidden/>
          </w:rPr>
        </w:r>
        <w:r w:rsidR="004A2D02">
          <w:rPr>
            <w:noProof/>
            <w:webHidden/>
          </w:rPr>
          <w:fldChar w:fldCharType="separate"/>
        </w:r>
        <w:r w:rsidR="004A2D02">
          <w:rPr>
            <w:noProof/>
            <w:webHidden/>
          </w:rPr>
          <w:t>7</w:t>
        </w:r>
        <w:r w:rsidR="004A2D02">
          <w:rPr>
            <w:noProof/>
            <w:webHidden/>
          </w:rPr>
          <w:fldChar w:fldCharType="end"/>
        </w:r>
      </w:hyperlink>
    </w:p>
    <w:p w14:paraId="2DA109BD" w14:textId="50B04866" w:rsidR="004A2D02" w:rsidRDefault="00000000">
      <w:pPr>
        <w:pStyle w:val="TOC2"/>
        <w:tabs>
          <w:tab w:val="right" w:leader="dot" w:pos="8090"/>
        </w:tabs>
        <w:rPr>
          <w:noProof/>
        </w:rPr>
      </w:pPr>
      <w:hyperlink w:anchor="_Toc106363822" w:history="1">
        <w:r w:rsidR="004A2D02" w:rsidRPr="00B47D7A">
          <w:rPr>
            <w:rStyle w:val="Hyperlink"/>
            <w:noProof/>
            <w:lang w:eastAsia="en-GB"/>
          </w:rPr>
          <w:t>Dropping a Vector Drops Its Elements</w:t>
        </w:r>
        <w:r w:rsidR="004A2D02">
          <w:rPr>
            <w:noProof/>
            <w:webHidden/>
          </w:rPr>
          <w:tab/>
        </w:r>
        <w:r w:rsidR="004A2D02">
          <w:rPr>
            <w:noProof/>
            <w:webHidden/>
          </w:rPr>
          <w:fldChar w:fldCharType="begin"/>
        </w:r>
        <w:r w:rsidR="004A2D02">
          <w:rPr>
            <w:noProof/>
            <w:webHidden/>
          </w:rPr>
          <w:instrText xml:space="preserve"> PAGEREF _Toc106363822 \h </w:instrText>
        </w:r>
        <w:r w:rsidR="004A2D02">
          <w:rPr>
            <w:noProof/>
            <w:webHidden/>
          </w:rPr>
        </w:r>
        <w:r w:rsidR="004A2D02">
          <w:rPr>
            <w:noProof/>
            <w:webHidden/>
          </w:rPr>
          <w:fldChar w:fldCharType="separate"/>
        </w:r>
        <w:r w:rsidR="004A2D02">
          <w:rPr>
            <w:noProof/>
            <w:webHidden/>
          </w:rPr>
          <w:t>7</w:t>
        </w:r>
        <w:r w:rsidR="004A2D02">
          <w:rPr>
            <w:noProof/>
            <w:webHidden/>
          </w:rPr>
          <w:fldChar w:fldCharType="end"/>
        </w:r>
      </w:hyperlink>
    </w:p>
    <w:p w14:paraId="15FF62AB" w14:textId="4733B710" w:rsidR="004A2D02" w:rsidRDefault="00000000" w:rsidP="008224B6">
      <w:pPr>
        <w:pStyle w:val="TOC1"/>
        <w:rPr>
          <w:noProof/>
        </w:rPr>
      </w:pPr>
      <w:hyperlink w:anchor="_Toc106363823" w:history="1">
        <w:r w:rsidR="004A2D02" w:rsidRPr="00B47D7A">
          <w:rPr>
            <w:rStyle w:val="Hyperlink"/>
            <w:noProof/>
            <w:lang w:eastAsia="en-GB"/>
          </w:rPr>
          <w:t>Storing UTF-8 Encoded Text with Strings</w:t>
        </w:r>
        <w:r w:rsidR="004A2D02">
          <w:rPr>
            <w:noProof/>
            <w:webHidden/>
          </w:rPr>
          <w:tab/>
        </w:r>
        <w:r w:rsidR="004A2D02">
          <w:rPr>
            <w:noProof/>
            <w:webHidden/>
          </w:rPr>
          <w:fldChar w:fldCharType="begin"/>
        </w:r>
        <w:r w:rsidR="004A2D02">
          <w:rPr>
            <w:noProof/>
            <w:webHidden/>
          </w:rPr>
          <w:instrText xml:space="preserve"> PAGEREF _Toc106363823 \h </w:instrText>
        </w:r>
        <w:r w:rsidR="004A2D02">
          <w:rPr>
            <w:noProof/>
            <w:webHidden/>
          </w:rPr>
        </w:r>
        <w:r w:rsidR="004A2D02">
          <w:rPr>
            <w:noProof/>
            <w:webHidden/>
          </w:rPr>
          <w:fldChar w:fldCharType="separate"/>
        </w:r>
        <w:r w:rsidR="004A2D02">
          <w:rPr>
            <w:noProof/>
            <w:webHidden/>
          </w:rPr>
          <w:t>8</w:t>
        </w:r>
        <w:r w:rsidR="004A2D02">
          <w:rPr>
            <w:noProof/>
            <w:webHidden/>
          </w:rPr>
          <w:fldChar w:fldCharType="end"/>
        </w:r>
      </w:hyperlink>
    </w:p>
    <w:p w14:paraId="0178E6C8" w14:textId="507D1A22" w:rsidR="004A2D02" w:rsidRDefault="00000000">
      <w:pPr>
        <w:pStyle w:val="TOC2"/>
        <w:tabs>
          <w:tab w:val="right" w:leader="dot" w:pos="8090"/>
        </w:tabs>
        <w:rPr>
          <w:noProof/>
        </w:rPr>
      </w:pPr>
      <w:hyperlink w:anchor="_Toc106363824" w:history="1">
        <w:r w:rsidR="004A2D02" w:rsidRPr="00B47D7A">
          <w:rPr>
            <w:rStyle w:val="Hyperlink"/>
            <w:noProof/>
            <w:lang w:eastAsia="en-GB"/>
          </w:rPr>
          <w:t>What Is a String?</w:t>
        </w:r>
        <w:r w:rsidR="004A2D02">
          <w:rPr>
            <w:noProof/>
            <w:webHidden/>
          </w:rPr>
          <w:tab/>
        </w:r>
        <w:r w:rsidR="004A2D02">
          <w:rPr>
            <w:noProof/>
            <w:webHidden/>
          </w:rPr>
          <w:fldChar w:fldCharType="begin"/>
        </w:r>
        <w:r w:rsidR="004A2D02">
          <w:rPr>
            <w:noProof/>
            <w:webHidden/>
          </w:rPr>
          <w:instrText xml:space="preserve"> PAGEREF _Toc106363824 \h </w:instrText>
        </w:r>
        <w:r w:rsidR="004A2D02">
          <w:rPr>
            <w:noProof/>
            <w:webHidden/>
          </w:rPr>
        </w:r>
        <w:r w:rsidR="004A2D02">
          <w:rPr>
            <w:noProof/>
            <w:webHidden/>
          </w:rPr>
          <w:fldChar w:fldCharType="separate"/>
        </w:r>
        <w:r w:rsidR="004A2D02">
          <w:rPr>
            <w:noProof/>
            <w:webHidden/>
          </w:rPr>
          <w:t>8</w:t>
        </w:r>
        <w:r w:rsidR="004A2D02">
          <w:rPr>
            <w:noProof/>
            <w:webHidden/>
          </w:rPr>
          <w:fldChar w:fldCharType="end"/>
        </w:r>
      </w:hyperlink>
    </w:p>
    <w:p w14:paraId="163A4407" w14:textId="1E687BB6" w:rsidR="004A2D02" w:rsidRDefault="00000000">
      <w:pPr>
        <w:pStyle w:val="TOC2"/>
        <w:tabs>
          <w:tab w:val="right" w:leader="dot" w:pos="8090"/>
        </w:tabs>
        <w:rPr>
          <w:noProof/>
        </w:rPr>
      </w:pPr>
      <w:hyperlink w:anchor="_Toc106363825" w:history="1">
        <w:r w:rsidR="004A2D02" w:rsidRPr="00B47D7A">
          <w:rPr>
            <w:rStyle w:val="Hyperlink"/>
            <w:noProof/>
            <w:lang w:eastAsia="en-GB"/>
          </w:rPr>
          <w:t>Creating a New String</w:t>
        </w:r>
        <w:r w:rsidR="004A2D02">
          <w:rPr>
            <w:noProof/>
            <w:webHidden/>
          </w:rPr>
          <w:tab/>
        </w:r>
        <w:r w:rsidR="004A2D02">
          <w:rPr>
            <w:noProof/>
            <w:webHidden/>
          </w:rPr>
          <w:fldChar w:fldCharType="begin"/>
        </w:r>
        <w:r w:rsidR="004A2D02">
          <w:rPr>
            <w:noProof/>
            <w:webHidden/>
          </w:rPr>
          <w:instrText xml:space="preserve"> PAGEREF _Toc106363825 \h </w:instrText>
        </w:r>
        <w:r w:rsidR="004A2D02">
          <w:rPr>
            <w:noProof/>
            <w:webHidden/>
          </w:rPr>
        </w:r>
        <w:r w:rsidR="004A2D02">
          <w:rPr>
            <w:noProof/>
            <w:webHidden/>
          </w:rPr>
          <w:fldChar w:fldCharType="separate"/>
        </w:r>
        <w:r w:rsidR="004A2D02">
          <w:rPr>
            <w:noProof/>
            <w:webHidden/>
          </w:rPr>
          <w:t>8</w:t>
        </w:r>
        <w:r w:rsidR="004A2D02">
          <w:rPr>
            <w:noProof/>
            <w:webHidden/>
          </w:rPr>
          <w:fldChar w:fldCharType="end"/>
        </w:r>
      </w:hyperlink>
    </w:p>
    <w:p w14:paraId="54506AF4" w14:textId="34EA001A" w:rsidR="004A2D02" w:rsidRDefault="00000000">
      <w:pPr>
        <w:pStyle w:val="TOC2"/>
        <w:tabs>
          <w:tab w:val="right" w:leader="dot" w:pos="8090"/>
        </w:tabs>
        <w:rPr>
          <w:noProof/>
        </w:rPr>
      </w:pPr>
      <w:hyperlink w:anchor="_Toc106363826" w:history="1">
        <w:r w:rsidR="004A2D02" w:rsidRPr="00B47D7A">
          <w:rPr>
            <w:rStyle w:val="Hyperlink"/>
            <w:noProof/>
            <w:lang w:eastAsia="en-GB"/>
          </w:rPr>
          <w:t>Updating a String</w:t>
        </w:r>
        <w:r w:rsidR="004A2D02">
          <w:rPr>
            <w:noProof/>
            <w:webHidden/>
          </w:rPr>
          <w:tab/>
        </w:r>
        <w:r w:rsidR="004A2D02">
          <w:rPr>
            <w:noProof/>
            <w:webHidden/>
          </w:rPr>
          <w:fldChar w:fldCharType="begin"/>
        </w:r>
        <w:r w:rsidR="004A2D02">
          <w:rPr>
            <w:noProof/>
            <w:webHidden/>
          </w:rPr>
          <w:instrText xml:space="preserve"> PAGEREF _Toc106363826 \h </w:instrText>
        </w:r>
        <w:r w:rsidR="004A2D02">
          <w:rPr>
            <w:noProof/>
            <w:webHidden/>
          </w:rPr>
        </w:r>
        <w:r w:rsidR="004A2D02">
          <w:rPr>
            <w:noProof/>
            <w:webHidden/>
          </w:rPr>
          <w:fldChar w:fldCharType="separate"/>
        </w:r>
        <w:r w:rsidR="004A2D02">
          <w:rPr>
            <w:noProof/>
            <w:webHidden/>
          </w:rPr>
          <w:t>10</w:t>
        </w:r>
        <w:r w:rsidR="004A2D02">
          <w:rPr>
            <w:noProof/>
            <w:webHidden/>
          </w:rPr>
          <w:fldChar w:fldCharType="end"/>
        </w:r>
      </w:hyperlink>
    </w:p>
    <w:p w14:paraId="2C23F0A4" w14:textId="653F933F" w:rsidR="004A2D02" w:rsidRDefault="00000000">
      <w:pPr>
        <w:pStyle w:val="TOC3"/>
        <w:tabs>
          <w:tab w:val="right" w:leader="dot" w:pos="8090"/>
        </w:tabs>
        <w:rPr>
          <w:noProof/>
        </w:rPr>
      </w:pPr>
      <w:hyperlink w:anchor="_Toc106363827" w:history="1">
        <w:r w:rsidR="004A2D02" w:rsidRPr="00B47D7A">
          <w:rPr>
            <w:rStyle w:val="Hyperlink"/>
            <w:noProof/>
          </w:rPr>
          <w:t>Appending to a String with push_str and push</w:t>
        </w:r>
        <w:r w:rsidR="004A2D02">
          <w:rPr>
            <w:noProof/>
            <w:webHidden/>
          </w:rPr>
          <w:tab/>
        </w:r>
        <w:r w:rsidR="004A2D02">
          <w:rPr>
            <w:noProof/>
            <w:webHidden/>
          </w:rPr>
          <w:fldChar w:fldCharType="begin"/>
        </w:r>
        <w:r w:rsidR="004A2D02">
          <w:rPr>
            <w:noProof/>
            <w:webHidden/>
          </w:rPr>
          <w:instrText xml:space="preserve"> PAGEREF _Toc106363827 \h </w:instrText>
        </w:r>
        <w:r w:rsidR="004A2D02">
          <w:rPr>
            <w:noProof/>
            <w:webHidden/>
          </w:rPr>
        </w:r>
        <w:r w:rsidR="004A2D02">
          <w:rPr>
            <w:noProof/>
            <w:webHidden/>
          </w:rPr>
          <w:fldChar w:fldCharType="separate"/>
        </w:r>
        <w:r w:rsidR="004A2D02">
          <w:rPr>
            <w:noProof/>
            <w:webHidden/>
          </w:rPr>
          <w:t>10</w:t>
        </w:r>
        <w:r w:rsidR="004A2D02">
          <w:rPr>
            <w:noProof/>
            <w:webHidden/>
          </w:rPr>
          <w:fldChar w:fldCharType="end"/>
        </w:r>
      </w:hyperlink>
    </w:p>
    <w:p w14:paraId="79D38536" w14:textId="3E3B4E7E" w:rsidR="004A2D02" w:rsidRDefault="00000000">
      <w:pPr>
        <w:pStyle w:val="TOC3"/>
        <w:tabs>
          <w:tab w:val="right" w:leader="dot" w:pos="8090"/>
        </w:tabs>
        <w:rPr>
          <w:noProof/>
        </w:rPr>
      </w:pPr>
      <w:hyperlink w:anchor="_Toc106363828" w:history="1">
        <w:r w:rsidR="004A2D02" w:rsidRPr="00B47D7A">
          <w:rPr>
            <w:rStyle w:val="Hyperlink"/>
            <w:noProof/>
          </w:rPr>
          <w:t>Concatenation with the + Operator or the format!</w:t>
        </w:r>
        <w:r w:rsidR="004A2D02" w:rsidRPr="00B47D7A">
          <w:rPr>
            <w:rStyle w:val="Hyperlink"/>
            <w:noProof/>
            <w:lang w:eastAsia="en-GB"/>
          </w:rPr>
          <w:t xml:space="preserve"> Macro</w:t>
        </w:r>
        <w:r w:rsidR="004A2D02">
          <w:rPr>
            <w:noProof/>
            <w:webHidden/>
          </w:rPr>
          <w:tab/>
        </w:r>
        <w:r w:rsidR="004A2D02">
          <w:rPr>
            <w:noProof/>
            <w:webHidden/>
          </w:rPr>
          <w:fldChar w:fldCharType="begin"/>
        </w:r>
        <w:r w:rsidR="004A2D02">
          <w:rPr>
            <w:noProof/>
            <w:webHidden/>
          </w:rPr>
          <w:instrText xml:space="preserve"> PAGEREF _Toc106363828 \h </w:instrText>
        </w:r>
        <w:r w:rsidR="004A2D02">
          <w:rPr>
            <w:noProof/>
            <w:webHidden/>
          </w:rPr>
        </w:r>
        <w:r w:rsidR="004A2D02">
          <w:rPr>
            <w:noProof/>
            <w:webHidden/>
          </w:rPr>
          <w:fldChar w:fldCharType="separate"/>
        </w:r>
        <w:r w:rsidR="004A2D02">
          <w:rPr>
            <w:noProof/>
            <w:webHidden/>
          </w:rPr>
          <w:t>10</w:t>
        </w:r>
        <w:r w:rsidR="004A2D02">
          <w:rPr>
            <w:noProof/>
            <w:webHidden/>
          </w:rPr>
          <w:fldChar w:fldCharType="end"/>
        </w:r>
      </w:hyperlink>
    </w:p>
    <w:p w14:paraId="42AA6D51" w14:textId="25370E8B" w:rsidR="004A2D02" w:rsidRDefault="00000000">
      <w:pPr>
        <w:pStyle w:val="TOC2"/>
        <w:tabs>
          <w:tab w:val="right" w:leader="dot" w:pos="8090"/>
        </w:tabs>
        <w:rPr>
          <w:noProof/>
        </w:rPr>
      </w:pPr>
      <w:hyperlink w:anchor="_Toc106363829" w:history="1">
        <w:r w:rsidR="004A2D02" w:rsidRPr="00B47D7A">
          <w:rPr>
            <w:rStyle w:val="Hyperlink"/>
            <w:noProof/>
            <w:lang w:eastAsia="en-GB"/>
          </w:rPr>
          <w:t>Indexing into Strings</w:t>
        </w:r>
        <w:r w:rsidR="004A2D02">
          <w:rPr>
            <w:noProof/>
            <w:webHidden/>
          </w:rPr>
          <w:tab/>
        </w:r>
        <w:r w:rsidR="004A2D02">
          <w:rPr>
            <w:noProof/>
            <w:webHidden/>
          </w:rPr>
          <w:fldChar w:fldCharType="begin"/>
        </w:r>
        <w:r w:rsidR="004A2D02">
          <w:rPr>
            <w:noProof/>
            <w:webHidden/>
          </w:rPr>
          <w:instrText xml:space="preserve"> PAGEREF _Toc106363829 \h </w:instrText>
        </w:r>
        <w:r w:rsidR="004A2D02">
          <w:rPr>
            <w:noProof/>
            <w:webHidden/>
          </w:rPr>
        </w:r>
        <w:r w:rsidR="004A2D02">
          <w:rPr>
            <w:noProof/>
            <w:webHidden/>
          </w:rPr>
          <w:fldChar w:fldCharType="separate"/>
        </w:r>
        <w:r w:rsidR="004A2D02">
          <w:rPr>
            <w:noProof/>
            <w:webHidden/>
          </w:rPr>
          <w:t>12</w:t>
        </w:r>
        <w:r w:rsidR="004A2D02">
          <w:rPr>
            <w:noProof/>
            <w:webHidden/>
          </w:rPr>
          <w:fldChar w:fldCharType="end"/>
        </w:r>
      </w:hyperlink>
    </w:p>
    <w:p w14:paraId="1F308A47" w14:textId="4A951D63" w:rsidR="004A2D02" w:rsidRDefault="00000000">
      <w:pPr>
        <w:pStyle w:val="TOC3"/>
        <w:tabs>
          <w:tab w:val="right" w:leader="dot" w:pos="8090"/>
        </w:tabs>
        <w:rPr>
          <w:noProof/>
        </w:rPr>
      </w:pPr>
      <w:hyperlink w:anchor="_Toc106363830" w:history="1">
        <w:r w:rsidR="004A2D02" w:rsidRPr="00B47D7A">
          <w:rPr>
            <w:rStyle w:val="Hyperlink"/>
            <w:noProof/>
            <w:lang w:eastAsia="en-GB"/>
          </w:rPr>
          <w:t>Internal Representation</w:t>
        </w:r>
        <w:r w:rsidR="004A2D02">
          <w:rPr>
            <w:noProof/>
            <w:webHidden/>
          </w:rPr>
          <w:tab/>
        </w:r>
        <w:r w:rsidR="004A2D02">
          <w:rPr>
            <w:noProof/>
            <w:webHidden/>
          </w:rPr>
          <w:fldChar w:fldCharType="begin"/>
        </w:r>
        <w:r w:rsidR="004A2D02">
          <w:rPr>
            <w:noProof/>
            <w:webHidden/>
          </w:rPr>
          <w:instrText xml:space="preserve"> PAGEREF _Toc106363830 \h </w:instrText>
        </w:r>
        <w:r w:rsidR="004A2D02">
          <w:rPr>
            <w:noProof/>
            <w:webHidden/>
          </w:rPr>
        </w:r>
        <w:r w:rsidR="004A2D02">
          <w:rPr>
            <w:noProof/>
            <w:webHidden/>
          </w:rPr>
          <w:fldChar w:fldCharType="separate"/>
        </w:r>
        <w:r w:rsidR="004A2D02">
          <w:rPr>
            <w:noProof/>
            <w:webHidden/>
          </w:rPr>
          <w:t>12</w:t>
        </w:r>
        <w:r w:rsidR="004A2D02">
          <w:rPr>
            <w:noProof/>
            <w:webHidden/>
          </w:rPr>
          <w:fldChar w:fldCharType="end"/>
        </w:r>
      </w:hyperlink>
    </w:p>
    <w:p w14:paraId="24359512" w14:textId="40DE6BFD" w:rsidR="004A2D02" w:rsidRDefault="00000000">
      <w:pPr>
        <w:pStyle w:val="TOC3"/>
        <w:tabs>
          <w:tab w:val="right" w:leader="dot" w:pos="8090"/>
        </w:tabs>
        <w:rPr>
          <w:noProof/>
        </w:rPr>
      </w:pPr>
      <w:hyperlink w:anchor="_Toc106363831" w:history="1">
        <w:r w:rsidR="004A2D02" w:rsidRPr="00B47D7A">
          <w:rPr>
            <w:rStyle w:val="Hyperlink"/>
            <w:noProof/>
            <w:lang w:eastAsia="en-GB"/>
          </w:rPr>
          <w:t>Bytes and Scalar Values and Grapheme Clusters! Oh My!</w:t>
        </w:r>
        <w:r w:rsidR="004A2D02">
          <w:rPr>
            <w:noProof/>
            <w:webHidden/>
          </w:rPr>
          <w:tab/>
        </w:r>
        <w:r w:rsidR="004A2D02">
          <w:rPr>
            <w:noProof/>
            <w:webHidden/>
          </w:rPr>
          <w:fldChar w:fldCharType="begin"/>
        </w:r>
        <w:r w:rsidR="004A2D02">
          <w:rPr>
            <w:noProof/>
            <w:webHidden/>
          </w:rPr>
          <w:instrText xml:space="preserve"> PAGEREF _Toc106363831 \h </w:instrText>
        </w:r>
        <w:r w:rsidR="004A2D02">
          <w:rPr>
            <w:noProof/>
            <w:webHidden/>
          </w:rPr>
        </w:r>
        <w:r w:rsidR="004A2D02">
          <w:rPr>
            <w:noProof/>
            <w:webHidden/>
          </w:rPr>
          <w:fldChar w:fldCharType="separate"/>
        </w:r>
        <w:r w:rsidR="004A2D02">
          <w:rPr>
            <w:noProof/>
            <w:webHidden/>
          </w:rPr>
          <w:t>13</w:t>
        </w:r>
        <w:r w:rsidR="004A2D02">
          <w:rPr>
            <w:noProof/>
            <w:webHidden/>
          </w:rPr>
          <w:fldChar w:fldCharType="end"/>
        </w:r>
      </w:hyperlink>
    </w:p>
    <w:p w14:paraId="36A48DC2" w14:textId="22868EA0" w:rsidR="004A2D02" w:rsidRDefault="00000000">
      <w:pPr>
        <w:pStyle w:val="TOC2"/>
        <w:tabs>
          <w:tab w:val="right" w:leader="dot" w:pos="8090"/>
        </w:tabs>
        <w:rPr>
          <w:noProof/>
        </w:rPr>
      </w:pPr>
      <w:hyperlink w:anchor="_Toc106363832" w:history="1">
        <w:r w:rsidR="004A2D02" w:rsidRPr="00B47D7A">
          <w:rPr>
            <w:rStyle w:val="Hyperlink"/>
            <w:noProof/>
            <w:lang w:eastAsia="en-GB"/>
          </w:rPr>
          <w:t>Slicing Strings</w:t>
        </w:r>
        <w:r w:rsidR="004A2D02">
          <w:rPr>
            <w:noProof/>
            <w:webHidden/>
          </w:rPr>
          <w:tab/>
        </w:r>
        <w:r w:rsidR="004A2D02">
          <w:rPr>
            <w:noProof/>
            <w:webHidden/>
          </w:rPr>
          <w:fldChar w:fldCharType="begin"/>
        </w:r>
        <w:r w:rsidR="004A2D02">
          <w:rPr>
            <w:noProof/>
            <w:webHidden/>
          </w:rPr>
          <w:instrText xml:space="preserve"> PAGEREF _Toc106363832 \h </w:instrText>
        </w:r>
        <w:r w:rsidR="004A2D02">
          <w:rPr>
            <w:noProof/>
            <w:webHidden/>
          </w:rPr>
        </w:r>
        <w:r w:rsidR="004A2D02">
          <w:rPr>
            <w:noProof/>
            <w:webHidden/>
          </w:rPr>
          <w:fldChar w:fldCharType="separate"/>
        </w:r>
        <w:r w:rsidR="004A2D02">
          <w:rPr>
            <w:noProof/>
            <w:webHidden/>
          </w:rPr>
          <w:t>13</w:t>
        </w:r>
        <w:r w:rsidR="004A2D02">
          <w:rPr>
            <w:noProof/>
            <w:webHidden/>
          </w:rPr>
          <w:fldChar w:fldCharType="end"/>
        </w:r>
      </w:hyperlink>
    </w:p>
    <w:p w14:paraId="61DF2A7C" w14:textId="2ECAA7C3" w:rsidR="004A2D02" w:rsidRDefault="00000000">
      <w:pPr>
        <w:pStyle w:val="TOC2"/>
        <w:tabs>
          <w:tab w:val="right" w:leader="dot" w:pos="8090"/>
        </w:tabs>
        <w:rPr>
          <w:noProof/>
        </w:rPr>
      </w:pPr>
      <w:hyperlink w:anchor="_Toc106363833" w:history="1">
        <w:r w:rsidR="004A2D02" w:rsidRPr="00B47D7A">
          <w:rPr>
            <w:rStyle w:val="Hyperlink"/>
            <w:noProof/>
            <w:lang w:eastAsia="en-GB"/>
          </w:rPr>
          <w:t>Methods for Iterating Over Strings</w:t>
        </w:r>
        <w:r w:rsidR="004A2D02">
          <w:rPr>
            <w:noProof/>
            <w:webHidden/>
          </w:rPr>
          <w:tab/>
        </w:r>
        <w:r w:rsidR="004A2D02">
          <w:rPr>
            <w:noProof/>
            <w:webHidden/>
          </w:rPr>
          <w:fldChar w:fldCharType="begin"/>
        </w:r>
        <w:r w:rsidR="004A2D02">
          <w:rPr>
            <w:noProof/>
            <w:webHidden/>
          </w:rPr>
          <w:instrText xml:space="preserve"> PAGEREF _Toc106363833 \h </w:instrText>
        </w:r>
        <w:r w:rsidR="004A2D02">
          <w:rPr>
            <w:noProof/>
            <w:webHidden/>
          </w:rPr>
        </w:r>
        <w:r w:rsidR="004A2D02">
          <w:rPr>
            <w:noProof/>
            <w:webHidden/>
          </w:rPr>
          <w:fldChar w:fldCharType="separate"/>
        </w:r>
        <w:r w:rsidR="004A2D02">
          <w:rPr>
            <w:noProof/>
            <w:webHidden/>
          </w:rPr>
          <w:t>14</w:t>
        </w:r>
        <w:r w:rsidR="004A2D02">
          <w:rPr>
            <w:noProof/>
            <w:webHidden/>
          </w:rPr>
          <w:fldChar w:fldCharType="end"/>
        </w:r>
      </w:hyperlink>
    </w:p>
    <w:p w14:paraId="496DBD2D" w14:textId="2A59DDFD" w:rsidR="004A2D02" w:rsidRDefault="00000000">
      <w:pPr>
        <w:pStyle w:val="TOC2"/>
        <w:tabs>
          <w:tab w:val="right" w:leader="dot" w:pos="8090"/>
        </w:tabs>
        <w:rPr>
          <w:noProof/>
        </w:rPr>
      </w:pPr>
      <w:hyperlink w:anchor="_Toc106363834" w:history="1">
        <w:r w:rsidR="004A2D02" w:rsidRPr="00B47D7A">
          <w:rPr>
            <w:rStyle w:val="Hyperlink"/>
            <w:noProof/>
            <w:lang w:eastAsia="en-GB"/>
          </w:rPr>
          <w:t>Strings Are Not So Simple</w:t>
        </w:r>
        <w:r w:rsidR="004A2D02">
          <w:rPr>
            <w:noProof/>
            <w:webHidden/>
          </w:rPr>
          <w:tab/>
        </w:r>
        <w:r w:rsidR="004A2D02">
          <w:rPr>
            <w:noProof/>
            <w:webHidden/>
          </w:rPr>
          <w:fldChar w:fldCharType="begin"/>
        </w:r>
        <w:r w:rsidR="004A2D02">
          <w:rPr>
            <w:noProof/>
            <w:webHidden/>
          </w:rPr>
          <w:instrText xml:space="preserve"> PAGEREF _Toc106363834 \h </w:instrText>
        </w:r>
        <w:r w:rsidR="004A2D02">
          <w:rPr>
            <w:noProof/>
            <w:webHidden/>
          </w:rPr>
        </w:r>
        <w:r w:rsidR="004A2D02">
          <w:rPr>
            <w:noProof/>
            <w:webHidden/>
          </w:rPr>
          <w:fldChar w:fldCharType="separate"/>
        </w:r>
        <w:r w:rsidR="004A2D02">
          <w:rPr>
            <w:noProof/>
            <w:webHidden/>
          </w:rPr>
          <w:t>15</w:t>
        </w:r>
        <w:r w:rsidR="004A2D02">
          <w:rPr>
            <w:noProof/>
            <w:webHidden/>
          </w:rPr>
          <w:fldChar w:fldCharType="end"/>
        </w:r>
      </w:hyperlink>
    </w:p>
    <w:p w14:paraId="11FF30EE" w14:textId="2899EA87" w:rsidR="004A2D02" w:rsidRDefault="00000000" w:rsidP="008224B6">
      <w:pPr>
        <w:pStyle w:val="TOC1"/>
        <w:rPr>
          <w:noProof/>
        </w:rPr>
      </w:pPr>
      <w:hyperlink w:anchor="_Toc106363835" w:history="1">
        <w:r w:rsidR="004A2D02" w:rsidRPr="00B47D7A">
          <w:rPr>
            <w:rStyle w:val="Hyperlink"/>
            <w:noProof/>
            <w:lang w:eastAsia="en-GB"/>
          </w:rPr>
          <w:t>Storing Keys with Associated Values in Hash Maps</w:t>
        </w:r>
        <w:r w:rsidR="004A2D02">
          <w:rPr>
            <w:noProof/>
            <w:webHidden/>
          </w:rPr>
          <w:tab/>
        </w:r>
        <w:r w:rsidR="004A2D02">
          <w:rPr>
            <w:noProof/>
            <w:webHidden/>
          </w:rPr>
          <w:fldChar w:fldCharType="begin"/>
        </w:r>
        <w:r w:rsidR="004A2D02">
          <w:rPr>
            <w:noProof/>
            <w:webHidden/>
          </w:rPr>
          <w:instrText xml:space="preserve"> PAGEREF _Toc106363835 \h </w:instrText>
        </w:r>
        <w:r w:rsidR="004A2D02">
          <w:rPr>
            <w:noProof/>
            <w:webHidden/>
          </w:rPr>
        </w:r>
        <w:r w:rsidR="004A2D02">
          <w:rPr>
            <w:noProof/>
            <w:webHidden/>
          </w:rPr>
          <w:fldChar w:fldCharType="separate"/>
        </w:r>
        <w:r w:rsidR="004A2D02">
          <w:rPr>
            <w:noProof/>
            <w:webHidden/>
          </w:rPr>
          <w:t>15</w:t>
        </w:r>
        <w:r w:rsidR="004A2D02">
          <w:rPr>
            <w:noProof/>
            <w:webHidden/>
          </w:rPr>
          <w:fldChar w:fldCharType="end"/>
        </w:r>
      </w:hyperlink>
    </w:p>
    <w:p w14:paraId="0604DC2D" w14:textId="2A455770" w:rsidR="004A2D02" w:rsidRDefault="00000000">
      <w:pPr>
        <w:pStyle w:val="TOC2"/>
        <w:tabs>
          <w:tab w:val="right" w:leader="dot" w:pos="8090"/>
        </w:tabs>
        <w:rPr>
          <w:noProof/>
        </w:rPr>
      </w:pPr>
      <w:hyperlink w:anchor="_Toc106363836" w:history="1">
        <w:r w:rsidR="004A2D02" w:rsidRPr="00B47D7A">
          <w:rPr>
            <w:rStyle w:val="Hyperlink"/>
            <w:noProof/>
            <w:lang w:eastAsia="en-GB"/>
          </w:rPr>
          <w:t>Creating a New Hash Map</w:t>
        </w:r>
        <w:r w:rsidR="004A2D02">
          <w:rPr>
            <w:noProof/>
            <w:webHidden/>
          </w:rPr>
          <w:tab/>
        </w:r>
        <w:r w:rsidR="004A2D02">
          <w:rPr>
            <w:noProof/>
            <w:webHidden/>
          </w:rPr>
          <w:fldChar w:fldCharType="begin"/>
        </w:r>
        <w:r w:rsidR="004A2D02">
          <w:rPr>
            <w:noProof/>
            <w:webHidden/>
          </w:rPr>
          <w:instrText xml:space="preserve"> PAGEREF _Toc106363836 \h </w:instrText>
        </w:r>
        <w:r w:rsidR="004A2D02">
          <w:rPr>
            <w:noProof/>
            <w:webHidden/>
          </w:rPr>
        </w:r>
        <w:r w:rsidR="004A2D02">
          <w:rPr>
            <w:noProof/>
            <w:webHidden/>
          </w:rPr>
          <w:fldChar w:fldCharType="separate"/>
        </w:r>
        <w:r w:rsidR="004A2D02">
          <w:rPr>
            <w:noProof/>
            <w:webHidden/>
          </w:rPr>
          <w:t>15</w:t>
        </w:r>
        <w:r w:rsidR="004A2D02">
          <w:rPr>
            <w:noProof/>
            <w:webHidden/>
          </w:rPr>
          <w:fldChar w:fldCharType="end"/>
        </w:r>
      </w:hyperlink>
    </w:p>
    <w:p w14:paraId="037F694B" w14:textId="71853EE2" w:rsidR="004A2D02" w:rsidRDefault="00000000">
      <w:pPr>
        <w:pStyle w:val="TOC2"/>
        <w:tabs>
          <w:tab w:val="right" w:leader="dot" w:pos="8090"/>
        </w:tabs>
        <w:rPr>
          <w:noProof/>
        </w:rPr>
      </w:pPr>
      <w:hyperlink w:anchor="_Toc106363837" w:history="1">
        <w:r w:rsidR="004A2D02" w:rsidRPr="00B47D7A">
          <w:rPr>
            <w:rStyle w:val="Hyperlink"/>
            <w:noProof/>
            <w:lang w:eastAsia="en-GB"/>
          </w:rPr>
          <w:t>Accessing Values in a Hash Map</w:t>
        </w:r>
        <w:r w:rsidR="004A2D02">
          <w:rPr>
            <w:noProof/>
            <w:webHidden/>
          </w:rPr>
          <w:tab/>
        </w:r>
        <w:r w:rsidR="004A2D02">
          <w:rPr>
            <w:noProof/>
            <w:webHidden/>
          </w:rPr>
          <w:fldChar w:fldCharType="begin"/>
        </w:r>
        <w:r w:rsidR="004A2D02">
          <w:rPr>
            <w:noProof/>
            <w:webHidden/>
          </w:rPr>
          <w:instrText xml:space="preserve"> PAGEREF _Toc106363837 \h </w:instrText>
        </w:r>
        <w:r w:rsidR="004A2D02">
          <w:rPr>
            <w:noProof/>
            <w:webHidden/>
          </w:rPr>
        </w:r>
        <w:r w:rsidR="004A2D02">
          <w:rPr>
            <w:noProof/>
            <w:webHidden/>
          </w:rPr>
          <w:fldChar w:fldCharType="separate"/>
        </w:r>
        <w:r w:rsidR="004A2D02">
          <w:rPr>
            <w:noProof/>
            <w:webHidden/>
          </w:rPr>
          <w:t>16</w:t>
        </w:r>
        <w:r w:rsidR="004A2D02">
          <w:rPr>
            <w:noProof/>
            <w:webHidden/>
          </w:rPr>
          <w:fldChar w:fldCharType="end"/>
        </w:r>
      </w:hyperlink>
    </w:p>
    <w:p w14:paraId="49F70589" w14:textId="15051422" w:rsidR="004A2D02" w:rsidRDefault="00000000">
      <w:pPr>
        <w:pStyle w:val="TOC2"/>
        <w:tabs>
          <w:tab w:val="right" w:leader="dot" w:pos="8090"/>
        </w:tabs>
        <w:rPr>
          <w:noProof/>
        </w:rPr>
      </w:pPr>
      <w:hyperlink w:anchor="_Toc106363838" w:history="1">
        <w:r w:rsidR="004A2D02" w:rsidRPr="00B47D7A">
          <w:rPr>
            <w:rStyle w:val="Hyperlink"/>
            <w:noProof/>
            <w:lang w:eastAsia="en-GB"/>
          </w:rPr>
          <w:t>Hash Maps and Ownership</w:t>
        </w:r>
        <w:r w:rsidR="004A2D02">
          <w:rPr>
            <w:noProof/>
            <w:webHidden/>
          </w:rPr>
          <w:tab/>
        </w:r>
        <w:r w:rsidR="004A2D02">
          <w:rPr>
            <w:noProof/>
            <w:webHidden/>
          </w:rPr>
          <w:fldChar w:fldCharType="begin"/>
        </w:r>
        <w:r w:rsidR="004A2D02">
          <w:rPr>
            <w:noProof/>
            <w:webHidden/>
          </w:rPr>
          <w:instrText xml:space="preserve"> PAGEREF _Toc106363838 \h </w:instrText>
        </w:r>
        <w:r w:rsidR="004A2D02">
          <w:rPr>
            <w:noProof/>
            <w:webHidden/>
          </w:rPr>
        </w:r>
        <w:r w:rsidR="004A2D02">
          <w:rPr>
            <w:noProof/>
            <w:webHidden/>
          </w:rPr>
          <w:fldChar w:fldCharType="separate"/>
        </w:r>
        <w:r w:rsidR="004A2D02">
          <w:rPr>
            <w:noProof/>
            <w:webHidden/>
          </w:rPr>
          <w:t>17</w:t>
        </w:r>
        <w:r w:rsidR="004A2D02">
          <w:rPr>
            <w:noProof/>
            <w:webHidden/>
          </w:rPr>
          <w:fldChar w:fldCharType="end"/>
        </w:r>
      </w:hyperlink>
    </w:p>
    <w:p w14:paraId="249C47D1" w14:textId="25DBB08D" w:rsidR="004A2D02" w:rsidRDefault="00000000">
      <w:pPr>
        <w:pStyle w:val="TOC2"/>
        <w:tabs>
          <w:tab w:val="right" w:leader="dot" w:pos="8090"/>
        </w:tabs>
        <w:rPr>
          <w:noProof/>
        </w:rPr>
      </w:pPr>
      <w:hyperlink w:anchor="_Toc106363839" w:history="1">
        <w:r w:rsidR="004A2D02" w:rsidRPr="00B47D7A">
          <w:rPr>
            <w:rStyle w:val="Hyperlink"/>
            <w:noProof/>
            <w:lang w:eastAsia="en-GB"/>
          </w:rPr>
          <w:t>Updating a Hash Map</w:t>
        </w:r>
        <w:r w:rsidR="004A2D02">
          <w:rPr>
            <w:noProof/>
            <w:webHidden/>
          </w:rPr>
          <w:tab/>
        </w:r>
        <w:r w:rsidR="004A2D02">
          <w:rPr>
            <w:noProof/>
            <w:webHidden/>
          </w:rPr>
          <w:fldChar w:fldCharType="begin"/>
        </w:r>
        <w:r w:rsidR="004A2D02">
          <w:rPr>
            <w:noProof/>
            <w:webHidden/>
          </w:rPr>
          <w:instrText xml:space="preserve"> PAGEREF _Toc106363839 \h </w:instrText>
        </w:r>
        <w:r w:rsidR="004A2D02">
          <w:rPr>
            <w:noProof/>
            <w:webHidden/>
          </w:rPr>
        </w:r>
        <w:r w:rsidR="004A2D02">
          <w:rPr>
            <w:noProof/>
            <w:webHidden/>
          </w:rPr>
          <w:fldChar w:fldCharType="separate"/>
        </w:r>
        <w:r w:rsidR="004A2D02">
          <w:rPr>
            <w:noProof/>
            <w:webHidden/>
          </w:rPr>
          <w:t>17</w:t>
        </w:r>
        <w:r w:rsidR="004A2D02">
          <w:rPr>
            <w:noProof/>
            <w:webHidden/>
          </w:rPr>
          <w:fldChar w:fldCharType="end"/>
        </w:r>
      </w:hyperlink>
    </w:p>
    <w:p w14:paraId="1A7BD7BF" w14:textId="29A5E2CD" w:rsidR="004A2D02" w:rsidRDefault="00000000">
      <w:pPr>
        <w:pStyle w:val="TOC3"/>
        <w:tabs>
          <w:tab w:val="right" w:leader="dot" w:pos="8090"/>
        </w:tabs>
        <w:rPr>
          <w:noProof/>
        </w:rPr>
      </w:pPr>
      <w:hyperlink w:anchor="_Toc106363840" w:history="1">
        <w:r w:rsidR="004A2D02" w:rsidRPr="00B47D7A">
          <w:rPr>
            <w:rStyle w:val="Hyperlink"/>
            <w:noProof/>
            <w:lang w:eastAsia="en-GB"/>
          </w:rPr>
          <w:t>Overwriting a Value</w:t>
        </w:r>
        <w:r w:rsidR="004A2D02">
          <w:rPr>
            <w:noProof/>
            <w:webHidden/>
          </w:rPr>
          <w:tab/>
        </w:r>
        <w:r w:rsidR="004A2D02">
          <w:rPr>
            <w:noProof/>
            <w:webHidden/>
          </w:rPr>
          <w:fldChar w:fldCharType="begin"/>
        </w:r>
        <w:r w:rsidR="004A2D02">
          <w:rPr>
            <w:noProof/>
            <w:webHidden/>
          </w:rPr>
          <w:instrText xml:space="preserve"> PAGEREF _Toc106363840 \h </w:instrText>
        </w:r>
        <w:r w:rsidR="004A2D02">
          <w:rPr>
            <w:noProof/>
            <w:webHidden/>
          </w:rPr>
        </w:r>
        <w:r w:rsidR="004A2D02">
          <w:rPr>
            <w:noProof/>
            <w:webHidden/>
          </w:rPr>
          <w:fldChar w:fldCharType="separate"/>
        </w:r>
        <w:r w:rsidR="004A2D02">
          <w:rPr>
            <w:noProof/>
            <w:webHidden/>
          </w:rPr>
          <w:t>17</w:t>
        </w:r>
        <w:r w:rsidR="004A2D02">
          <w:rPr>
            <w:noProof/>
            <w:webHidden/>
          </w:rPr>
          <w:fldChar w:fldCharType="end"/>
        </w:r>
      </w:hyperlink>
    </w:p>
    <w:p w14:paraId="1C10846B" w14:textId="4869A82A" w:rsidR="004A2D02" w:rsidRDefault="00000000">
      <w:pPr>
        <w:pStyle w:val="TOC3"/>
        <w:tabs>
          <w:tab w:val="right" w:leader="dot" w:pos="8090"/>
        </w:tabs>
        <w:rPr>
          <w:noProof/>
        </w:rPr>
      </w:pPr>
      <w:hyperlink w:anchor="_Toc106363841" w:history="1">
        <w:r w:rsidR="004A2D02" w:rsidRPr="00B47D7A">
          <w:rPr>
            <w:rStyle w:val="Hyperlink"/>
            <w:noProof/>
            <w:lang w:eastAsia="en-GB"/>
          </w:rPr>
          <w:t>Adding a Key and Value Only If a Key Isn’t Present</w:t>
        </w:r>
        <w:r w:rsidR="004A2D02">
          <w:rPr>
            <w:noProof/>
            <w:webHidden/>
          </w:rPr>
          <w:tab/>
        </w:r>
        <w:r w:rsidR="004A2D02">
          <w:rPr>
            <w:noProof/>
            <w:webHidden/>
          </w:rPr>
          <w:fldChar w:fldCharType="begin"/>
        </w:r>
        <w:r w:rsidR="004A2D02">
          <w:rPr>
            <w:noProof/>
            <w:webHidden/>
          </w:rPr>
          <w:instrText xml:space="preserve"> PAGEREF _Toc106363841 \h </w:instrText>
        </w:r>
        <w:r w:rsidR="004A2D02">
          <w:rPr>
            <w:noProof/>
            <w:webHidden/>
          </w:rPr>
        </w:r>
        <w:r w:rsidR="004A2D02">
          <w:rPr>
            <w:noProof/>
            <w:webHidden/>
          </w:rPr>
          <w:fldChar w:fldCharType="separate"/>
        </w:r>
        <w:r w:rsidR="004A2D02">
          <w:rPr>
            <w:noProof/>
            <w:webHidden/>
          </w:rPr>
          <w:t>18</w:t>
        </w:r>
        <w:r w:rsidR="004A2D02">
          <w:rPr>
            <w:noProof/>
            <w:webHidden/>
          </w:rPr>
          <w:fldChar w:fldCharType="end"/>
        </w:r>
      </w:hyperlink>
    </w:p>
    <w:p w14:paraId="40B4C208" w14:textId="06C00793" w:rsidR="004A2D02" w:rsidRDefault="00000000">
      <w:pPr>
        <w:pStyle w:val="TOC3"/>
        <w:tabs>
          <w:tab w:val="right" w:leader="dot" w:pos="8090"/>
        </w:tabs>
        <w:rPr>
          <w:noProof/>
        </w:rPr>
      </w:pPr>
      <w:hyperlink w:anchor="_Toc106363842" w:history="1">
        <w:r w:rsidR="004A2D02" w:rsidRPr="00B47D7A">
          <w:rPr>
            <w:rStyle w:val="Hyperlink"/>
            <w:noProof/>
            <w:lang w:eastAsia="en-GB"/>
          </w:rPr>
          <w:t>Updating a Value Based on the Old Value</w:t>
        </w:r>
        <w:r w:rsidR="004A2D02">
          <w:rPr>
            <w:noProof/>
            <w:webHidden/>
          </w:rPr>
          <w:tab/>
        </w:r>
        <w:r w:rsidR="004A2D02">
          <w:rPr>
            <w:noProof/>
            <w:webHidden/>
          </w:rPr>
          <w:fldChar w:fldCharType="begin"/>
        </w:r>
        <w:r w:rsidR="004A2D02">
          <w:rPr>
            <w:noProof/>
            <w:webHidden/>
          </w:rPr>
          <w:instrText xml:space="preserve"> PAGEREF _Toc106363842 \h </w:instrText>
        </w:r>
        <w:r w:rsidR="004A2D02">
          <w:rPr>
            <w:noProof/>
            <w:webHidden/>
          </w:rPr>
        </w:r>
        <w:r w:rsidR="004A2D02">
          <w:rPr>
            <w:noProof/>
            <w:webHidden/>
          </w:rPr>
          <w:fldChar w:fldCharType="separate"/>
        </w:r>
        <w:r w:rsidR="004A2D02">
          <w:rPr>
            <w:noProof/>
            <w:webHidden/>
          </w:rPr>
          <w:t>19</w:t>
        </w:r>
        <w:r w:rsidR="004A2D02">
          <w:rPr>
            <w:noProof/>
            <w:webHidden/>
          </w:rPr>
          <w:fldChar w:fldCharType="end"/>
        </w:r>
      </w:hyperlink>
    </w:p>
    <w:p w14:paraId="7184797B" w14:textId="3A6932E9" w:rsidR="004A2D02" w:rsidRDefault="00000000">
      <w:pPr>
        <w:pStyle w:val="TOC2"/>
        <w:tabs>
          <w:tab w:val="right" w:leader="dot" w:pos="8090"/>
        </w:tabs>
        <w:rPr>
          <w:noProof/>
        </w:rPr>
      </w:pPr>
      <w:hyperlink w:anchor="_Toc106363843" w:history="1">
        <w:r w:rsidR="004A2D02" w:rsidRPr="00B47D7A">
          <w:rPr>
            <w:rStyle w:val="Hyperlink"/>
            <w:noProof/>
            <w:lang w:eastAsia="en-GB"/>
          </w:rPr>
          <w:t>Hashing Functions</w:t>
        </w:r>
        <w:r w:rsidR="004A2D02">
          <w:rPr>
            <w:noProof/>
            <w:webHidden/>
          </w:rPr>
          <w:tab/>
        </w:r>
        <w:r w:rsidR="004A2D02">
          <w:rPr>
            <w:noProof/>
            <w:webHidden/>
          </w:rPr>
          <w:fldChar w:fldCharType="begin"/>
        </w:r>
        <w:r w:rsidR="004A2D02">
          <w:rPr>
            <w:noProof/>
            <w:webHidden/>
          </w:rPr>
          <w:instrText xml:space="preserve"> PAGEREF _Toc106363843 \h </w:instrText>
        </w:r>
        <w:r w:rsidR="004A2D02">
          <w:rPr>
            <w:noProof/>
            <w:webHidden/>
          </w:rPr>
        </w:r>
        <w:r w:rsidR="004A2D02">
          <w:rPr>
            <w:noProof/>
            <w:webHidden/>
          </w:rPr>
          <w:fldChar w:fldCharType="separate"/>
        </w:r>
        <w:r w:rsidR="004A2D02">
          <w:rPr>
            <w:noProof/>
            <w:webHidden/>
          </w:rPr>
          <w:t>19</w:t>
        </w:r>
        <w:r w:rsidR="004A2D02">
          <w:rPr>
            <w:noProof/>
            <w:webHidden/>
          </w:rPr>
          <w:fldChar w:fldCharType="end"/>
        </w:r>
      </w:hyperlink>
    </w:p>
    <w:p w14:paraId="023555F4" w14:textId="256B50AB" w:rsidR="004A2D02" w:rsidRDefault="00000000" w:rsidP="008224B6">
      <w:pPr>
        <w:pStyle w:val="TOC1"/>
        <w:rPr>
          <w:noProof/>
        </w:rPr>
      </w:pPr>
      <w:hyperlink w:anchor="_Toc106363844" w:history="1">
        <w:r w:rsidR="004A2D02" w:rsidRPr="00B47D7A">
          <w:rPr>
            <w:rStyle w:val="Hyperlink"/>
            <w:noProof/>
            <w:lang w:eastAsia="en-GB"/>
          </w:rPr>
          <w:t>Summary</w:t>
        </w:r>
        <w:r w:rsidR="004A2D02">
          <w:rPr>
            <w:noProof/>
            <w:webHidden/>
          </w:rPr>
          <w:tab/>
        </w:r>
        <w:r w:rsidR="004A2D02">
          <w:rPr>
            <w:noProof/>
            <w:webHidden/>
          </w:rPr>
          <w:fldChar w:fldCharType="begin"/>
        </w:r>
        <w:r w:rsidR="004A2D02">
          <w:rPr>
            <w:noProof/>
            <w:webHidden/>
          </w:rPr>
          <w:instrText xml:space="preserve"> PAGEREF _Toc106363844 \h </w:instrText>
        </w:r>
        <w:r w:rsidR="004A2D02">
          <w:rPr>
            <w:noProof/>
            <w:webHidden/>
          </w:rPr>
        </w:r>
        <w:r w:rsidR="004A2D02">
          <w:rPr>
            <w:noProof/>
            <w:webHidden/>
          </w:rPr>
          <w:fldChar w:fldCharType="separate"/>
        </w:r>
        <w:r w:rsidR="004A2D02">
          <w:rPr>
            <w:noProof/>
            <w:webHidden/>
          </w:rPr>
          <w:t>20</w:t>
        </w:r>
        <w:r w:rsidR="004A2D02">
          <w:rPr>
            <w:noProof/>
            <w:webHidden/>
          </w:rPr>
          <w:fldChar w:fldCharType="end"/>
        </w:r>
      </w:hyperlink>
    </w:p>
    <w:p w14:paraId="3265CDE2" w14:textId="2E374859" w:rsidR="00001F63" w:rsidRDefault="004A2D02" w:rsidP="007E2EE5">
      <w:pPr>
        <w:pStyle w:val="ChapterNumber"/>
        <w:numPr>
          <w:ilvl w:val="0"/>
          <w:numId w:val="0"/>
        </w:numPr>
        <w:rPr>
          <w:lang w:eastAsia="en-GB"/>
        </w:rPr>
      </w:pPr>
      <w:r>
        <w:rPr>
          <w:lang w:eastAsia="en-GB"/>
        </w:rPr>
        <w:lastRenderedPageBreak/>
        <w:fldChar w:fldCharType="end"/>
      </w:r>
      <w:r w:rsidR="007566E3">
        <w:rPr>
          <w:lang w:eastAsia="en-GB"/>
        </w:rPr>
        <w:t>8</w:t>
      </w:r>
    </w:p>
    <w:p w14:paraId="0244A997" w14:textId="1B54FDCA" w:rsidR="00001F63" w:rsidRDefault="00001F63" w:rsidP="00001F63">
      <w:pPr>
        <w:pStyle w:val="ChapterTitle"/>
        <w:rPr>
          <w:lang w:eastAsia="en-GB"/>
        </w:rPr>
      </w:pPr>
      <w:r w:rsidRPr="00001F63">
        <w:rPr>
          <w:lang w:eastAsia="en-GB"/>
        </w:rPr>
        <w:t>Common Collections</w:t>
      </w:r>
    </w:p>
    <w:p w14:paraId="2698F1F8" w14:textId="54878ACA" w:rsidR="00001F63" w:rsidRPr="003C138E" w:rsidRDefault="00001F63" w:rsidP="00001F63">
      <w:pPr>
        <w:pStyle w:val="ProductionDirective"/>
      </w:pPr>
      <w:r>
        <w:rPr>
          <w:lang w:eastAsia="en-GB"/>
        </w:rPr>
        <w:t>Prod: note that there are non-standard characters in this chapter</w:t>
      </w:r>
    </w:p>
    <w:p w14:paraId="1F2AA507" w14:textId="75CC4D16" w:rsidR="00001F63" w:rsidRPr="00001F63" w:rsidRDefault="00093080" w:rsidP="00001F63">
      <w:pPr>
        <w:pStyle w:val="ChapterIntro"/>
        <w:rPr>
          <w:lang w:eastAsia="en-GB"/>
        </w:rPr>
      </w:pPr>
      <w:r>
        <w:fldChar w:fldCharType="begin"/>
      </w:r>
      <w:r>
        <w:instrText xml:space="preserve"> XE "</w:instrText>
      </w:r>
      <w:r w:rsidRPr="000E3E66">
        <w:instrText>collections startRange</w:instrText>
      </w:r>
      <w:r>
        <w:instrText xml:space="preserve">" </w:instrText>
      </w:r>
      <w:r>
        <w:fldChar w:fldCharType="end"/>
      </w:r>
      <w:r w:rsidR="00001F63" w:rsidRPr="00001F63">
        <w:t>Rust’s standard library includes a number of very useful data structures called</w:t>
      </w:r>
      <w:r w:rsidR="00001F63">
        <w:t xml:space="preserve"> </w:t>
      </w:r>
      <w:r w:rsidR="00001F63" w:rsidRPr="003C138E">
        <w:rPr>
          <w:rStyle w:val="Italic"/>
        </w:rPr>
        <w:t>collections</w:t>
      </w:r>
      <w:r w:rsidR="00001F63" w:rsidRPr="00001F63">
        <w:rPr>
          <w:lang w:eastAsia="en-GB"/>
        </w:rPr>
        <w:t>. Most other data types represent one specific value, but</w:t>
      </w:r>
      <w:r w:rsidR="00001F63">
        <w:rPr>
          <w:lang w:eastAsia="en-GB"/>
        </w:rPr>
        <w:t xml:space="preserve"> </w:t>
      </w:r>
      <w:r w:rsidR="00001F63" w:rsidRPr="00001F63">
        <w:rPr>
          <w:lang w:eastAsia="en-GB"/>
        </w:rPr>
        <w:t>collections can contain multiple values. Unlike the built-in array and tuple</w:t>
      </w:r>
      <w:r w:rsidR="00001F63">
        <w:rPr>
          <w:lang w:eastAsia="en-GB"/>
        </w:rPr>
        <w:t xml:space="preserve"> </w:t>
      </w:r>
      <w:r w:rsidR="00001F63" w:rsidRPr="00001F63">
        <w:rPr>
          <w:lang w:eastAsia="en-GB"/>
        </w:rPr>
        <w:t>types, the data these collections point to is stored on the heap, which means</w:t>
      </w:r>
      <w:r w:rsidR="00001F63">
        <w:rPr>
          <w:lang w:eastAsia="en-GB"/>
        </w:rPr>
        <w:t xml:space="preserve"> </w:t>
      </w:r>
      <w:r w:rsidR="00001F63" w:rsidRPr="00001F63">
        <w:rPr>
          <w:lang w:eastAsia="en-GB"/>
        </w:rPr>
        <w:t>the amount of data does not need to be known at compile time and can grow or</w:t>
      </w:r>
      <w:r w:rsidR="00001F63">
        <w:rPr>
          <w:lang w:eastAsia="en-GB"/>
        </w:rPr>
        <w:t xml:space="preserve"> </w:t>
      </w:r>
      <w:r w:rsidR="00001F63" w:rsidRPr="00001F63">
        <w:rPr>
          <w:lang w:eastAsia="en-GB"/>
        </w:rPr>
        <w:t>shrink as the program runs. Each kind of collection has different capabilities</w:t>
      </w:r>
      <w:r w:rsidR="00001F63">
        <w:rPr>
          <w:lang w:eastAsia="en-GB"/>
        </w:rPr>
        <w:t xml:space="preserve"> </w:t>
      </w:r>
      <w:r w:rsidR="00001F63" w:rsidRPr="00001F63">
        <w:rPr>
          <w:lang w:eastAsia="en-GB"/>
        </w:rPr>
        <w:t>and costs, and choosing an appropriate one for your current situation is a</w:t>
      </w:r>
      <w:r w:rsidR="00001F63">
        <w:rPr>
          <w:lang w:eastAsia="en-GB"/>
        </w:rPr>
        <w:t xml:space="preserve"> </w:t>
      </w:r>
      <w:r w:rsidR="00001F63" w:rsidRPr="00001F63">
        <w:rPr>
          <w:lang w:eastAsia="en-GB"/>
        </w:rPr>
        <w:t>skill you’ll develop over time. In this chapter, we’ll discuss three</w:t>
      </w:r>
      <w:r w:rsidR="00001F63">
        <w:rPr>
          <w:lang w:eastAsia="en-GB"/>
        </w:rPr>
        <w:t xml:space="preserve"> </w:t>
      </w:r>
      <w:r w:rsidR="00001F63" w:rsidRPr="00001F63">
        <w:rPr>
          <w:lang w:eastAsia="en-GB"/>
        </w:rPr>
        <w:t>collections that are used very often in Rust programs:</w:t>
      </w:r>
    </w:p>
    <w:p w14:paraId="4209C69A" w14:textId="77777777" w:rsidR="00001F63" w:rsidRPr="00001F63" w:rsidRDefault="00001F63" w:rsidP="00001F63">
      <w:pPr>
        <w:pStyle w:val="ListBullet"/>
        <w:rPr>
          <w:lang w:eastAsia="en-GB"/>
        </w:rPr>
      </w:pPr>
      <w:r w:rsidRPr="00001F63">
        <w:rPr>
          <w:lang w:eastAsia="en-GB"/>
        </w:rPr>
        <w:t xml:space="preserve">A </w:t>
      </w:r>
      <w:r w:rsidRPr="003C138E">
        <w:rPr>
          <w:rStyle w:val="Italic"/>
        </w:rPr>
        <w:t>vector</w:t>
      </w:r>
      <w:r w:rsidRPr="00001F63">
        <w:rPr>
          <w:lang w:eastAsia="en-GB"/>
        </w:rPr>
        <w:t xml:space="preserve"> allows you to store a variable number of values next to each other.</w:t>
      </w:r>
    </w:p>
    <w:p w14:paraId="0C14D040" w14:textId="7BE3B1D7" w:rsidR="00001F63" w:rsidRPr="00001F63" w:rsidRDefault="00001F63" w:rsidP="00001F63">
      <w:pPr>
        <w:pStyle w:val="ListBullet"/>
        <w:rPr>
          <w:lang w:eastAsia="en-GB"/>
        </w:rPr>
      </w:pPr>
      <w:r w:rsidRPr="00001F63">
        <w:rPr>
          <w:lang w:eastAsia="en-GB"/>
        </w:rPr>
        <w:t xml:space="preserve">A </w:t>
      </w:r>
      <w:r w:rsidRPr="003C138E">
        <w:rPr>
          <w:rStyle w:val="Italic"/>
        </w:rPr>
        <w:t>string</w:t>
      </w:r>
      <w:r w:rsidRPr="00001F63">
        <w:t xml:space="preserve"> is a collection of characters. We’ve mentioned the </w:t>
      </w:r>
      <w:r w:rsidRPr="003C138E">
        <w:rPr>
          <w:rStyle w:val="Literal"/>
        </w:rPr>
        <w:t>String</w:t>
      </w:r>
      <w:r w:rsidRPr="00001F63">
        <w:rPr>
          <w:lang w:eastAsia="en-GB"/>
        </w:rPr>
        <w:t xml:space="preserve"> type</w:t>
      </w:r>
      <w:r>
        <w:rPr>
          <w:lang w:eastAsia="en-GB"/>
        </w:rPr>
        <w:t xml:space="preserve"> </w:t>
      </w:r>
      <w:r w:rsidRPr="00001F63">
        <w:rPr>
          <w:lang w:eastAsia="en-GB"/>
        </w:rPr>
        <w:t>previously, but in this chapter we’ll talk about it in depth.</w:t>
      </w:r>
    </w:p>
    <w:p w14:paraId="1585D39C" w14:textId="48DA54AA" w:rsidR="00001F63" w:rsidRPr="00001F63" w:rsidRDefault="00001F63" w:rsidP="00001F63">
      <w:pPr>
        <w:pStyle w:val="ListBullet"/>
        <w:rPr>
          <w:lang w:eastAsia="en-GB"/>
        </w:rPr>
      </w:pPr>
      <w:r w:rsidRPr="00001F63">
        <w:rPr>
          <w:lang w:eastAsia="en-GB"/>
        </w:rPr>
        <w:lastRenderedPageBreak/>
        <w:t xml:space="preserve">A </w:t>
      </w:r>
      <w:r w:rsidRPr="003C138E">
        <w:rPr>
          <w:rStyle w:val="Italic"/>
        </w:rPr>
        <w:t>hash map</w:t>
      </w:r>
      <w:r w:rsidRPr="00001F63">
        <w:t xml:space="preserve"> allows you to associate a value with a </w:t>
      </w:r>
      <w:r w:rsidR="007566E3" w:rsidRPr="00001F63">
        <w:t>specific</w:t>
      </w:r>
      <w:r w:rsidRPr="00001F63">
        <w:t xml:space="preserve"> key. It’s a</w:t>
      </w:r>
      <w:r>
        <w:t xml:space="preserve"> </w:t>
      </w:r>
      <w:r w:rsidRPr="00001F63">
        <w:t xml:space="preserve">particular implementation of the more general data structure called a </w:t>
      </w:r>
      <w:r w:rsidRPr="003C138E">
        <w:rPr>
          <w:rStyle w:val="Italic"/>
        </w:rPr>
        <w:t>map</w:t>
      </w:r>
      <w:r w:rsidRPr="00001F63">
        <w:rPr>
          <w:lang w:eastAsia="en-GB"/>
        </w:rPr>
        <w:t>.</w:t>
      </w:r>
    </w:p>
    <w:p w14:paraId="4A13CF87" w14:textId="607CD15E" w:rsidR="00001F63" w:rsidRPr="00001F63" w:rsidRDefault="00001F63" w:rsidP="00001F63">
      <w:pPr>
        <w:pStyle w:val="Body"/>
        <w:rPr>
          <w:lang w:eastAsia="en-GB"/>
        </w:rPr>
      </w:pPr>
      <w:r w:rsidRPr="00001F63">
        <w:rPr>
          <w:lang w:eastAsia="en-GB"/>
        </w:rPr>
        <w:t>To learn about the other kinds of collections provided by the standard library,</w:t>
      </w:r>
      <w:r>
        <w:rPr>
          <w:lang w:eastAsia="en-GB"/>
        </w:rPr>
        <w:t xml:space="preserve"> </w:t>
      </w:r>
      <w:r w:rsidRPr="00001F63">
        <w:rPr>
          <w:lang w:eastAsia="en-GB"/>
        </w:rPr>
        <w:t xml:space="preserve">see the documentation at </w:t>
      </w:r>
      <w:hyperlink r:id="rId8" w:history="1">
        <w:r w:rsidRPr="007566E3">
          <w:rPr>
            <w:rStyle w:val="LinkURL"/>
          </w:rPr>
          <w:t>https://doc.rust-lang.org/std/collections/index.html</w:t>
        </w:r>
      </w:hyperlink>
      <w:r w:rsidRPr="00001F63">
        <w:rPr>
          <w:lang w:eastAsia="en-GB"/>
        </w:rPr>
        <w:t>.</w:t>
      </w:r>
    </w:p>
    <w:p w14:paraId="750D4F4C" w14:textId="06A4EBB8" w:rsidR="00001F63" w:rsidRPr="00001F63" w:rsidRDefault="00001F63" w:rsidP="00001F63">
      <w:pPr>
        <w:pStyle w:val="Body"/>
        <w:rPr>
          <w:lang w:eastAsia="en-GB"/>
        </w:rPr>
      </w:pPr>
      <w:r w:rsidRPr="00001F63">
        <w:rPr>
          <w:lang w:eastAsia="en-GB"/>
        </w:rPr>
        <w:t>We’ll discuss how to create and update vectors, strings, and hash maps, as well</w:t>
      </w:r>
      <w:r>
        <w:rPr>
          <w:lang w:eastAsia="en-GB"/>
        </w:rPr>
        <w:t xml:space="preserve"> </w:t>
      </w:r>
      <w:r w:rsidRPr="00001F63">
        <w:rPr>
          <w:lang w:eastAsia="en-GB"/>
        </w:rPr>
        <w:t>as what makes each special.</w:t>
      </w:r>
    </w:p>
    <w:bookmarkStart w:id="1" w:name="storing-lists-of-values-with-vectors"/>
    <w:bookmarkStart w:id="2" w:name="_Toc106363816"/>
    <w:bookmarkEnd w:id="1"/>
    <w:p w14:paraId="1AA80DF9" w14:textId="6BF60A81" w:rsidR="00001F63" w:rsidRPr="00001F63" w:rsidRDefault="00A95D03" w:rsidP="00001F63">
      <w:pPr>
        <w:pStyle w:val="HeadA"/>
        <w:rPr>
          <w:lang w:eastAsia="en-GB"/>
        </w:rPr>
      </w:pPr>
      <w:r>
        <w:fldChar w:fldCharType="begin"/>
      </w:r>
      <w:r>
        <w:instrText xml:space="preserve"> XE "Vec&lt;T&gt; type</w:instrText>
      </w:r>
      <w:r w:rsidRPr="00BE574B">
        <w:instrText xml:space="preserve"> startRange</w:instrText>
      </w:r>
      <w:r>
        <w:instrText xml:space="preserve">" </w:instrText>
      </w:r>
      <w:r>
        <w:fldChar w:fldCharType="end"/>
      </w:r>
      <w:r>
        <w:fldChar w:fldCharType="begin"/>
      </w:r>
      <w:r>
        <w:instrText xml:space="preserve"> XE "</w:instrText>
      </w:r>
      <w:r w:rsidRPr="00EE07D1">
        <w:instrText>vector</w:instrText>
      </w:r>
      <w:r>
        <w:instrText>" \t "</w:instrText>
      </w:r>
      <w:r w:rsidRPr="00034B14">
        <w:rPr>
          <w:rFonts w:asciiTheme="minorHAnsi" w:hAnsiTheme="minorHAnsi"/>
          <w:i/>
        </w:rPr>
        <w:instrText>See</w:instrText>
      </w:r>
      <w:r w:rsidRPr="00034B14">
        <w:rPr>
          <w:rFonts w:asciiTheme="minorHAnsi" w:hAnsiTheme="minorHAnsi"/>
        </w:rPr>
        <w:instrText xml:space="preserve"> Vec&lt;T&gt; type</w:instrText>
      </w:r>
      <w:r>
        <w:instrText xml:space="preserve">" </w:instrText>
      </w:r>
      <w:r>
        <w:fldChar w:fldCharType="end"/>
      </w:r>
      <w:r w:rsidR="00001F63" w:rsidRPr="00001F63">
        <w:rPr>
          <w:lang w:eastAsia="en-GB"/>
        </w:rPr>
        <w:t>Storing Lists of Values with Vectors</w:t>
      </w:r>
      <w:bookmarkEnd w:id="2"/>
    </w:p>
    <w:p w14:paraId="3C2CCA92" w14:textId="029741C9" w:rsidR="00001F63" w:rsidRPr="00001F63" w:rsidRDefault="00001F63" w:rsidP="00001F63">
      <w:pPr>
        <w:pStyle w:val="Body"/>
        <w:rPr>
          <w:lang w:eastAsia="en-GB"/>
        </w:rPr>
      </w:pPr>
      <w:r w:rsidRPr="00001F63">
        <w:t xml:space="preserve">The first collection type we’ll look at is </w:t>
      </w:r>
      <w:r w:rsidRPr="00001F63">
        <w:rPr>
          <w:rStyle w:val="Literal"/>
        </w:rPr>
        <w:t>Vec&lt;T&gt;</w:t>
      </w:r>
      <w:r w:rsidRPr="00001F63">
        <w:t xml:space="preserve">, also known as a </w:t>
      </w:r>
      <w:r w:rsidRPr="003C138E">
        <w:rPr>
          <w:rStyle w:val="Italic"/>
        </w:rPr>
        <w:t>vector</w:t>
      </w:r>
      <w:r w:rsidRPr="00001F63">
        <w:rPr>
          <w:lang w:eastAsia="en-GB"/>
        </w:rPr>
        <w:t>.</w:t>
      </w:r>
      <w:r>
        <w:rPr>
          <w:lang w:eastAsia="en-GB"/>
        </w:rPr>
        <w:t xml:space="preserve"> </w:t>
      </w:r>
      <w:r w:rsidRPr="00001F63">
        <w:rPr>
          <w:lang w:eastAsia="en-GB"/>
        </w:rPr>
        <w:t>Vectors allow you to store more than one value in a single data structure that</w:t>
      </w:r>
      <w:r>
        <w:rPr>
          <w:lang w:eastAsia="en-GB"/>
        </w:rPr>
        <w:t xml:space="preserve"> </w:t>
      </w:r>
      <w:r w:rsidRPr="00001F63">
        <w:rPr>
          <w:lang w:eastAsia="en-GB"/>
        </w:rPr>
        <w:t>puts all the values next to each other in memory. Vectors can only store values</w:t>
      </w:r>
      <w:r>
        <w:rPr>
          <w:lang w:eastAsia="en-GB"/>
        </w:rPr>
        <w:t xml:space="preserve"> </w:t>
      </w:r>
      <w:r w:rsidRPr="00001F63">
        <w:rPr>
          <w:lang w:eastAsia="en-GB"/>
        </w:rPr>
        <w:t>of the same type. They are useful when you have a list of items, such as the</w:t>
      </w:r>
      <w:r>
        <w:rPr>
          <w:lang w:eastAsia="en-GB"/>
        </w:rPr>
        <w:t xml:space="preserve"> </w:t>
      </w:r>
      <w:r w:rsidRPr="00001F63">
        <w:rPr>
          <w:lang w:eastAsia="en-GB"/>
        </w:rPr>
        <w:t>lines of text in a file or the prices of items in a shopping cart.</w:t>
      </w:r>
    </w:p>
    <w:bookmarkStart w:id="3" w:name="creating-a-new-vector"/>
    <w:bookmarkStart w:id="4" w:name="_Toc106363817"/>
    <w:bookmarkEnd w:id="3"/>
    <w:p w14:paraId="1D6416F6" w14:textId="1F93834C" w:rsidR="00001F63" w:rsidRPr="00001F63" w:rsidRDefault="00D51D2E" w:rsidP="00001F63">
      <w:pPr>
        <w:pStyle w:val="HeadB"/>
        <w:rPr>
          <w:lang w:eastAsia="en-GB"/>
        </w:rPr>
      </w:pPr>
      <w:r>
        <w:fldChar w:fldCharType="begin"/>
      </w:r>
      <w:r>
        <w:instrText xml:space="preserve"> XE "Vec&lt;T&gt; type:new function on</w:instrText>
      </w:r>
      <w:r w:rsidRPr="00BE574B">
        <w:instrText xml:space="preserve"> startRange</w:instrText>
      </w:r>
      <w:r>
        <w:instrText xml:space="preserve">" </w:instrText>
      </w:r>
      <w:r>
        <w:fldChar w:fldCharType="end"/>
      </w:r>
      <w:r>
        <w:fldChar w:fldCharType="begin"/>
      </w:r>
      <w:r>
        <w:instrText xml:space="preserve"> XE "new function:on Vec&lt;T&gt;</w:instrText>
      </w:r>
      <w:r w:rsidRPr="00BE574B">
        <w:instrText xml:space="preserve"> startRange</w:instrText>
      </w:r>
      <w:r>
        <w:instrText xml:space="preserve">" </w:instrText>
      </w:r>
      <w:r>
        <w:fldChar w:fldCharType="end"/>
      </w:r>
      <w:r w:rsidR="00001F63" w:rsidRPr="00001F63">
        <w:rPr>
          <w:lang w:eastAsia="en-GB"/>
        </w:rPr>
        <w:t>Creating a New Vector</w:t>
      </w:r>
      <w:bookmarkEnd w:id="4"/>
    </w:p>
    <w:p w14:paraId="23D19FA1" w14:textId="06D8957B" w:rsidR="00001F63" w:rsidRPr="00001F63" w:rsidRDefault="00001F63" w:rsidP="00001F63">
      <w:pPr>
        <w:pStyle w:val="Body"/>
        <w:rPr>
          <w:lang w:eastAsia="en-GB"/>
        </w:rPr>
      </w:pPr>
      <w:r w:rsidRPr="00001F63">
        <w:t xml:space="preserve">To create a new empty vector, we call the </w:t>
      </w:r>
      <w:r w:rsidRPr="00001F63">
        <w:rPr>
          <w:rStyle w:val="Literal"/>
        </w:rPr>
        <w:t>Vec::new</w:t>
      </w:r>
      <w:r w:rsidRPr="00001F63">
        <w:rPr>
          <w:lang w:eastAsia="en-GB"/>
        </w:rPr>
        <w:t xml:space="preserve"> function, as shown in</w:t>
      </w:r>
      <w:r>
        <w:rPr>
          <w:lang w:eastAsia="en-GB"/>
        </w:rPr>
        <w:t xml:space="preserve"> </w:t>
      </w:r>
      <w:r w:rsidRPr="00001F63">
        <w:rPr>
          <w:lang w:eastAsia="en-GB"/>
        </w:rPr>
        <w:t>Listing 8-1.</w:t>
      </w:r>
    </w:p>
    <w:p w14:paraId="3BE5A92C" w14:textId="77777777" w:rsidR="00001F63" w:rsidRPr="00001F63" w:rsidRDefault="00001F63" w:rsidP="00001F63">
      <w:pPr>
        <w:pStyle w:val="Code"/>
        <w:rPr>
          <w:lang w:eastAsia="en-GB"/>
        </w:rPr>
      </w:pPr>
      <w:r w:rsidRPr="00001F63">
        <w:rPr>
          <w:lang w:eastAsia="en-GB"/>
        </w:rPr>
        <w:t>let v: Vec&lt;i32&gt; = Vec::new();</w:t>
      </w:r>
    </w:p>
    <w:p w14:paraId="7497D3F9" w14:textId="21027F19" w:rsidR="00001F63" w:rsidRPr="00001F63" w:rsidRDefault="00001F63" w:rsidP="00001F63">
      <w:pPr>
        <w:pStyle w:val="CodeListingCaption"/>
        <w:rPr>
          <w:lang w:eastAsia="en-GB"/>
        </w:rPr>
      </w:pPr>
      <w:r w:rsidRPr="00001F63">
        <w:t xml:space="preserve">Creating a new, empty vector to hold values of type </w:t>
      </w:r>
      <w:r w:rsidRPr="003C138E">
        <w:rPr>
          <w:rStyle w:val="Literal"/>
        </w:rPr>
        <w:t>i32</w:t>
      </w:r>
    </w:p>
    <w:p w14:paraId="186989C7" w14:textId="60CAA4C2" w:rsidR="00DC613D" w:rsidRDefault="00DC613D" w:rsidP="007E2EE5">
      <w:pPr>
        <w:pStyle w:val="ProductionDirective"/>
        <w:rPr>
          <w:lang w:eastAsia="en-GB"/>
        </w:rPr>
      </w:pPr>
      <w:r>
        <w:rPr>
          <w:lang w:eastAsia="en-GB"/>
        </w:rPr>
        <w:t>PROD</w:t>
      </w:r>
      <w:r w:rsidRPr="00DC613D">
        <w:rPr>
          <w:lang w:eastAsia="en-GB"/>
        </w:rPr>
        <w:t>: Please rename this as Listing 8-1, and rename remaining listings consecutively: e.g., Listing 8-2, Listing 8-3, etc.</w:t>
      </w:r>
    </w:p>
    <w:p w14:paraId="7FABF33C" w14:textId="733DCD6E" w:rsidR="00001F63" w:rsidRPr="00001F63" w:rsidRDefault="00001F63" w:rsidP="00001F63">
      <w:pPr>
        <w:pStyle w:val="Body"/>
        <w:rPr>
          <w:lang w:eastAsia="en-GB"/>
        </w:rPr>
      </w:pPr>
      <w:r w:rsidRPr="00001F63">
        <w:rPr>
          <w:lang w:eastAsia="en-GB"/>
        </w:rPr>
        <w:t>Note that we added a type annotation here. Because we aren’t inserting any</w:t>
      </w:r>
      <w:r>
        <w:rPr>
          <w:lang w:eastAsia="en-GB"/>
        </w:rPr>
        <w:t xml:space="preserve"> </w:t>
      </w:r>
      <w:r w:rsidRPr="00001F63">
        <w:rPr>
          <w:lang w:eastAsia="en-GB"/>
        </w:rPr>
        <w:t>values into this vector, Rust doesn’t know what kind of elements we intend to</w:t>
      </w:r>
      <w:r>
        <w:rPr>
          <w:lang w:eastAsia="en-GB"/>
        </w:rPr>
        <w:t xml:space="preserve"> </w:t>
      </w:r>
      <w:r w:rsidRPr="00001F63">
        <w:rPr>
          <w:lang w:eastAsia="en-GB"/>
        </w:rPr>
        <w:t>store. This is an important point. Vectors are implemented using generics;</w:t>
      </w:r>
      <w:r>
        <w:rPr>
          <w:lang w:eastAsia="en-GB"/>
        </w:rPr>
        <w:t xml:space="preserve"> </w:t>
      </w:r>
      <w:r w:rsidRPr="00001F63">
        <w:rPr>
          <w:lang w:eastAsia="en-GB"/>
        </w:rPr>
        <w:t xml:space="preserve">we’ll cover how to use generics with your own types in </w:t>
      </w:r>
      <w:r w:rsidR="004A2D02" w:rsidRPr="00192FAA">
        <w:rPr>
          <w:rStyle w:val="Xref"/>
        </w:rPr>
        <w:t>Chapter</w:t>
      </w:r>
      <w:r w:rsidRPr="00192FAA">
        <w:rPr>
          <w:rStyle w:val="Xref"/>
        </w:rPr>
        <w:t xml:space="preserve"> 10</w:t>
      </w:r>
      <w:r w:rsidRPr="00001F63">
        <w:rPr>
          <w:lang w:eastAsia="en-GB"/>
        </w:rPr>
        <w:t>. For now,</w:t>
      </w:r>
      <w:r>
        <w:rPr>
          <w:lang w:eastAsia="en-GB"/>
        </w:rPr>
        <w:t xml:space="preserve"> </w:t>
      </w:r>
      <w:r w:rsidRPr="00001F63">
        <w:rPr>
          <w:lang w:eastAsia="en-GB"/>
        </w:rPr>
        <w:t xml:space="preserve">know that the </w:t>
      </w:r>
      <w:r w:rsidRPr="00001F63">
        <w:rPr>
          <w:rStyle w:val="Literal"/>
        </w:rPr>
        <w:t>Vec&lt;T&gt;</w:t>
      </w:r>
      <w:r w:rsidRPr="00001F63">
        <w:t xml:space="preserve"> type provided by the standard library can hold any type.</w:t>
      </w:r>
      <w:r>
        <w:t xml:space="preserve"> </w:t>
      </w:r>
      <w:r w:rsidR="00B375D2">
        <w:fldChar w:fldCharType="begin"/>
      </w:r>
      <w:r w:rsidR="00B375D2">
        <w:instrText xml:space="preserve"> XE "&lt;&gt; (angle brackets):for specifying type parameters start</w:instrText>
      </w:r>
      <w:r w:rsidR="00B375D2" w:rsidRPr="00BE574B">
        <w:instrText>Range</w:instrText>
      </w:r>
      <w:r w:rsidR="00B375D2">
        <w:instrText xml:space="preserve">" </w:instrText>
      </w:r>
      <w:r w:rsidR="00B375D2">
        <w:fldChar w:fldCharType="end"/>
      </w:r>
      <w:r w:rsidR="00B375D2">
        <w:fldChar w:fldCharType="begin"/>
      </w:r>
      <w:r w:rsidR="00B375D2">
        <w:instrText xml:space="preserve"> XE "angle brackets (&lt;&gt;):for specifying type parameters start</w:instrText>
      </w:r>
      <w:r w:rsidR="00B375D2" w:rsidRPr="00BE574B">
        <w:instrText>Range</w:instrText>
      </w:r>
      <w:r w:rsidR="00B375D2">
        <w:instrText xml:space="preserve">" </w:instrText>
      </w:r>
      <w:r w:rsidR="00B375D2">
        <w:fldChar w:fldCharType="end"/>
      </w:r>
      <w:r w:rsidRPr="00001F63">
        <w:t>When we create a vector to hold a specific type, we can specify the type within</w:t>
      </w:r>
      <w:r>
        <w:t xml:space="preserve"> </w:t>
      </w:r>
      <w:r w:rsidRPr="00001F63">
        <w:t xml:space="preserve">angle brackets. In Listing 8-1, we’ve told Rust that the </w:t>
      </w:r>
      <w:r w:rsidRPr="00001F63">
        <w:rPr>
          <w:rStyle w:val="Literal"/>
        </w:rPr>
        <w:t>Vec&lt;T&gt;</w:t>
      </w:r>
      <w:r w:rsidRPr="00001F63">
        <w:t xml:space="preserve"> in </w:t>
      </w:r>
      <w:r w:rsidRPr="00001F63">
        <w:rPr>
          <w:rStyle w:val="Literal"/>
        </w:rPr>
        <w:t>v</w:t>
      </w:r>
      <w:r w:rsidRPr="00001F63">
        <w:t xml:space="preserve"> will</w:t>
      </w:r>
      <w:r>
        <w:t xml:space="preserve"> </w:t>
      </w:r>
      <w:r w:rsidRPr="00001F63">
        <w:t xml:space="preserve">hold elements of the </w:t>
      </w:r>
      <w:r w:rsidRPr="00001F63">
        <w:rPr>
          <w:rStyle w:val="Literal"/>
        </w:rPr>
        <w:t>i32</w:t>
      </w:r>
      <w:r w:rsidRPr="00001F63">
        <w:rPr>
          <w:lang w:eastAsia="en-GB"/>
        </w:rPr>
        <w:t xml:space="preserve"> type.</w:t>
      </w:r>
      <w:r w:rsidR="00B375D2">
        <w:fldChar w:fldCharType="begin"/>
      </w:r>
      <w:r w:rsidR="00B375D2">
        <w:instrText xml:space="preserve"> XE "&lt;&gt; (angle brackets):for specifying type parameters end</w:instrText>
      </w:r>
      <w:r w:rsidR="00B375D2" w:rsidRPr="00BE574B">
        <w:instrText>Range</w:instrText>
      </w:r>
      <w:r w:rsidR="00B375D2">
        <w:instrText xml:space="preserve">" </w:instrText>
      </w:r>
      <w:r w:rsidR="00B375D2">
        <w:fldChar w:fldCharType="end"/>
      </w:r>
      <w:r w:rsidR="00B375D2">
        <w:fldChar w:fldCharType="begin"/>
      </w:r>
      <w:r w:rsidR="00B375D2">
        <w:instrText xml:space="preserve"> XE "angle brackets (&lt;&gt;):for specifying type parameters end</w:instrText>
      </w:r>
      <w:r w:rsidR="00B375D2" w:rsidRPr="00BE574B">
        <w:instrText>Range</w:instrText>
      </w:r>
      <w:r w:rsidR="00B375D2">
        <w:instrText xml:space="preserve">" </w:instrText>
      </w:r>
      <w:r w:rsidR="00B375D2">
        <w:fldChar w:fldCharType="end"/>
      </w:r>
      <w:r w:rsidR="00961DA1">
        <w:fldChar w:fldCharType="begin"/>
      </w:r>
      <w:r w:rsidR="00961DA1">
        <w:instrText xml:space="preserve"> XE "Vec&lt;T&gt; type:new function on</w:instrText>
      </w:r>
      <w:r w:rsidR="00961DA1" w:rsidRPr="00BE574B">
        <w:instrText xml:space="preserve"> </w:instrText>
      </w:r>
      <w:r w:rsidR="00961DA1">
        <w:instrText>end</w:instrText>
      </w:r>
      <w:r w:rsidR="00961DA1" w:rsidRPr="00BE574B">
        <w:instrText>Range</w:instrText>
      </w:r>
      <w:r w:rsidR="00961DA1">
        <w:instrText xml:space="preserve">" </w:instrText>
      </w:r>
      <w:r w:rsidR="00961DA1">
        <w:fldChar w:fldCharType="end"/>
      </w:r>
      <w:r w:rsidR="00961DA1">
        <w:fldChar w:fldCharType="begin"/>
      </w:r>
      <w:r w:rsidR="00961DA1">
        <w:instrText xml:space="preserve"> XE "new function:on Vec&lt;T&gt;</w:instrText>
      </w:r>
      <w:r w:rsidR="00961DA1" w:rsidRPr="00BE574B">
        <w:instrText xml:space="preserve"> </w:instrText>
      </w:r>
      <w:r w:rsidR="00961DA1">
        <w:instrText>end</w:instrText>
      </w:r>
      <w:r w:rsidR="00961DA1" w:rsidRPr="00BE574B">
        <w:instrText>Range</w:instrText>
      </w:r>
      <w:r w:rsidR="00961DA1">
        <w:instrText xml:space="preserve">" </w:instrText>
      </w:r>
      <w:r w:rsidR="00961DA1">
        <w:fldChar w:fldCharType="end"/>
      </w:r>
    </w:p>
    <w:p w14:paraId="029F47B3" w14:textId="3970FAFE" w:rsidR="00001F63" w:rsidRPr="00001F63" w:rsidRDefault="009D6262" w:rsidP="00001F63">
      <w:pPr>
        <w:pStyle w:val="Body"/>
        <w:rPr>
          <w:lang w:eastAsia="en-GB"/>
        </w:rPr>
      </w:pPr>
      <w:r>
        <w:fldChar w:fldCharType="begin"/>
      </w:r>
      <w:r>
        <w:instrText xml:space="preserve"> XE "vec! macro</w:instrText>
      </w:r>
      <w:r w:rsidRPr="00BE574B">
        <w:instrText xml:space="preserve"> startRange</w:instrText>
      </w:r>
      <w:r>
        <w:instrText xml:space="preserve">" </w:instrText>
      </w:r>
      <w:r>
        <w:fldChar w:fldCharType="end"/>
      </w:r>
      <w:r w:rsidR="00001F63" w:rsidRPr="00001F63">
        <w:rPr>
          <w:lang w:eastAsia="en-GB"/>
        </w:rPr>
        <w:t xml:space="preserve">More often, you’ll create a </w:t>
      </w:r>
      <w:r w:rsidR="00001F63" w:rsidRPr="00001F63">
        <w:rPr>
          <w:rStyle w:val="Literal"/>
        </w:rPr>
        <w:t>Vec&lt;T&gt;</w:t>
      </w:r>
      <w:r w:rsidR="00001F63" w:rsidRPr="00001F63">
        <w:t xml:space="preserve"> with initial values and Rust will infer</w:t>
      </w:r>
      <w:r w:rsidR="00001F63">
        <w:t xml:space="preserve"> </w:t>
      </w:r>
      <w:r w:rsidR="00001F63" w:rsidRPr="00001F63">
        <w:t>the type of value you want to store, so you rarely need to do this type</w:t>
      </w:r>
      <w:r w:rsidR="00001F63">
        <w:t xml:space="preserve"> </w:t>
      </w:r>
      <w:r w:rsidR="00001F63" w:rsidRPr="00001F63">
        <w:t xml:space="preserve">annotation. Rust conveniently provides the </w:t>
      </w:r>
      <w:r w:rsidR="00001F63" w:rsidRPr="00001F63">
        <w:rPr>
          <w:rStyle w:val="Literal"/>
        </w:rPr>
        <w:t>vec!</w:t>
      </w:r>
      <w:r w:rsidR="00001F63" w:rsidRPr="00001F63">
        <w:t xml:space="preserve"> macro, which will create a</w:t>
      </w:r>
      <w:r w:rsidR="00001F63">
        <w:t xml:space="preserve"> </w:t>
      </w:r>
      <w:r w:rsidR="00001F63" w:rsidRPr="00001F63">
        <w:t>new vector that holds the values you give it. Listing 8-2 creates a new</w:t>
      </w:r>
      <w:r w:rsidR="00001F63">
        <w:t xml:space="preserve"> </w:t>
      </w:r>
      <w:r w:rsidR="00001F63" w:rsidRPr="00001F63">
        <w:rPr>
          <w:rStyle w:val="Literal"/>
        </w:rPr>
        <w:t>Vec&lt;i32&gt;</w:t>
      </w:r>
      <w:r w:rsidR="00001F63" w:rsidRPr="00001F63">
        <w:t xml:space="preserve"> that holds the values </w:t>
      </w:r>
      <w:r w:rsidR="00001F63" w:rsidRPr="00001F63">
        <w:rPr>
          <w:rStyle w:val="Literal"/>
        </w:rPr>
        <w:t>1</w:t>
      </w:r>
      <w:r w:rsidR="00001F63" w:rsidRPr="00001F63">
        <w:t xml:space="preserve">, </w:t>
      </w:r>
      <w:r w:rsidR="00001F63" w:rsidRPr="00001F63">
        <w:rPr>
          <w:rStyle w:val="Literal"/>
        </w:rPr>
        <w:t>2</w:t>
      </w:r>
      <w:r w:rsidR="00001F63" w:rsidRPr="00001F63">
        <w:t xml:space="preserve">, and </w:t>
      </w:r>
      <w:r w:rsidR="00001F63" w:rsidRPr="00001F63">
        <w:rPr>
          <w:rStyle w:val="Literal"/>
        </w:rPr>
        <w:t>3</w:t>
      </w:r>
      <w:r w:rsidR="00001F63" w:rsidRPr="00001F63">
        <w:t xml:space="preserve">. The integer type is </w:t>
      </w:r>
      <w:r w:rsidR="00001F63" w:rsidRPr="00001F63">
        <w:rPr>
          <w:rStyle w:val="Literal"/>
        </w:rPr>
        <w:t>i32</w:t>
      </w:r>
      <w:r w:rsidR="00001F63">
        <w:rPr>
          <w:lang w:eastAsia="en-GB"/>
        </w:rPr>
        <w:t xml:space="preserve"> </w:t>
      </w:r>
      <w:r w:rsidR="00001F63" w:rsidRPr="00001F63">
        <w:rPr>
          <w:lang w:eastAsia="en-GB"/>
        </w:rPr>
        <w:lastRenderedPageBreak/>
        <w:t xml:space="preserve">because that’s the default integer type, as we discussed in </w:t>
      </w:r>
      <w:r w:rsidR="00001F63" w:rsidRPr="007E2EE5">
        <w:rPr>
          <w:rStyle w:val="Xref"/>
        </w:rPr>
        <w:t>“Data Types”</w:t>
      </w:r>
      <w:r w:rsidR="00001F63">
        <w:rPr>
          <w:lang w:eastAsia="en-GB"/>
        </w:rPr>
        <w:t xml:space="preserve"> </w:t>
      </w:r>
      <w:r w:rsidR="00712911">
        <w:rPr>
          <w:lang w:eastAsia="en-GB"/>
        </w:rPr>
        <w:t>on</w:t>
      </w:r>
      <w:r w:rsidR="004A2D02">
        <w:rPr>
          <w:lang w:eastAsia="en-GB"/>
        </w:rPr>
        <w:t xml:space="preserve"> </w:t>
      </w:r>
      <w:r w:rsidR="00712911">
        <w:rPr>
          <w:rStyle w:val="Xref"/>
        </w:rPr>
        <w:t>page XX</w:t>
      </w:r>
      <w:r w:rsidR="00001F63" w:rsidRPr="00001F63">
        <w:rPr>
          <w:lang w:eastAsia="en-GB"/>
        </w:rPr>
        <w:t>.</w:t>
      </w:r>
    </w:p>
    <w:p w14:paraId="338E5E18" w14:textId="77777777" w:rsidR="00001F63" w:rsidRPr="00001F63" w:rsidRDefault="00001F63" w:rsidP="00001F63">
      <w:pPr>
        <w:pStyle w:val="Code"/>
        <w:rPr>
          <w:lang w:eastAsia="en-GB"/>
        </w:rPr>
      </w:pPr>
      <w:r w:rsidRPr="00001F63">
        <w:rPr>
          <w:lang w:eastAsia="en-GB"/>
        </w:rPr>
        <w:t>let v = vec![1, 2, 3];</w:t>
      </w:r>
    </w:p>
    <w:p w14:paraId="77BC7DCF" w14:textId="2AE3E2AE" w:rsidR="00001F63" w:rsidRPr="00001F63" w:rsidRDefault="00001F63" w:rsidP="004A2D02">
      <w:pPr>
        <w:pStyle w:val="CodeListingCaption"/>
        <w:rPr>
          <w:lang w:eastAsia="en-GB"/>
        </w:rPr>
      </w:pPr>
      <w:r w:rsidRPr="00001F63">
        <w:rPr>
          <w:lang w:eastAsia="en-GB"/>
        </w:rPr>
        <w:t>Creating a new vector containing values</w:t>
      </w:r>
    </w:p>
    <w:p w14:paraId="15335CCC" w14:textId="7FA7BB7C" w:rsidR="00001F63" w:rsidRPr="00001F63" w:rsidRDefault="00001F63" w:rsidP="00001F63">
      <w:pPr>
        <w:pStyle w:val="Body"/>
        <w:rPr>
          <w:lang w:eastAsia="en-GB"/>
        </w:rPr>
      </w:pPr>
      <w:r w:rsidRPr="00001F63">
        <w:t xml:space="preserve">Because we’ve given initial </w:t>
      </w:r>
      <w:r w:rsidRPr="00001F63">
        <w:rPr>
          <w:rStyle w:val="Literal"/>
        </w:rPr>
        <w:t>i32</w:t>
      </w:r>
      <w:r w:rsidRPr="00001F63">
        <w:t xml:space="preserve"> values, Rust can infer that the type of </w:t>
      </w:r>
      <w:r w:rsidRPr="00001F63">
        <w:rPr>
          <w:rStyle w:val="Literal"/>
        </w:rPr>
        <w:t>v</w:t>
      </w:r>
      <w:r>
        <w:t xml:space="preserve"> </w:t>
      </w:r>
      <w:r w:rsidRPr="00001F63">
        <w:t xml:space="preserve">is </w:t>
      </w:r>
      <w:r w:rsidRPr="00001F63">
        <w:rPr>
          <w:rStyle w:val="Literal"/>
        </w:rPr>
        <w:t>Vec&lt;i32&gt;</w:t>
      </w:r>
      <w:r w:rsidRPr="00001F63">
        <w:rPr>
          <w:lang w:eastAsia="en-GB"/>
        </w:rPr>
        <w:t>, and the type annotation isn’t necessary. Next, we’ll look at how</w:t>
      </w:r>
      <w:r>
        <w:rPr>
          <w:lang w:eastAsia="en-GB"/>
        </w:rPr>
        <w:t xml:space="preserve"> </w:t>
      </w:r>
      <w:r w:rsidRPr="00001F63">
        <w:rPr>
          <w:lang w:eastAsia="en-GB"/>
        </w:rPr>
        <w:t>to modify a vector.</w:t>
      </w:r>
      <w:r w:rsidR="009D6262">
        <w:fldChar w:fldCharType="begin"/>
      </w:r>
      <w:r w:rsidR="009D6262">
        <w:instrText xml:space="preserve"> XE "vec! macro</w:instrText>
      </w:r>
      <w:r w:rsidR="009D6262" w:rsidRPr="00BE574B">
        <w:instrText xml:space="preserve"> </w:instrText>
      </w:r>
      <w:r w:rsidR="009D6262">
        <w:instrText>end</w:instrText>
      </w:r>
      <w:r w:rsidR="009D6262" w:rsidRPr="00BE574B">
        <w:instrText>Range</w:instrText>
      </w:r>
      <w:r w:rsidR="009D6262">
        <w:instrText xml:space="preserve">" </w:instrText>
      </w:r>
      <w:r w:rsidR="009D6262">
        <w:fldChar w:fldCharType="end"/>
      </w:r>
    </w:p>
    <w:bookmarkStart w:id="5" w:name="updating-a-vector"/>
    <w:bookmarkStart w:id="6" w:name="_Toc106363818"/>
    <w:bookmarkEnd w:id="5"/>
    <w:p w14:paraId="6E7BB57B" w14:textId="1FD1932E" w:rsidR="00001F63" w:rsidRPr="00001F63" w:rsidRDefault="00D4632B" w:rsidP="00001F63">
      <w:pPr>
        <w:pStyle w:val="HeadB"/>
        <w:rPr>
          <w:lang w:eastAsia="en-GB"/>
        </w:rPr>
      </w:pPr>
      <w:r>
        <w:fldChar w:fldCharType="begin"/>
      </w:r>
      <w:r>
        <w:instrText xml:space="preserve"> XE "Vec&lt;T&gt; type:push method on start</w:instrText>
      </w:r>
      <w:r w:rsidRPr="00BE574B">
        <w:instrText>Range</w:instrText>
      </w:r>
      <w:r>
        <w:instrText xml:space="preserve">" </w:instrText>
      </w:r>
      <w:r>
        <w:fldChar w:fldCharType="end"/>
      </w:r>
      <w:r w:rsidR="00EE6837">
        <w:fldChar w:fldCharType="begin"/>
      </w:r>
      <w:r w:rsidR="00EE6837">
        <w:instrText xml:space="preserve"> XE " push method start</w:instrText>
      </w:r>
      <w:r w:rsidR="00EE6837" w:rsidRPr="00BE574B">
        <w:instrText>Range</w:instrText>
      </w:r>
      <w:r w:rsidR="00EE6837">
        <w:instrText xml:space="preserve">" </w:instrText>
      </w:r>
      <w:r w:rsidR="00EE6837">
        <w:fldChar w:fldCharType="end"/>
      </w:r>
      <w:r w:rsidR="00001F63" w:rsidRPr="00001F63">
        <w:rPr>
          <w:lang w:eastAsia="en-GB"/>
        </w:rPr>
        <w:t>Updating a Vector</w:t>
      </w:r>
      <w:bookmarkEnd w:id="6"/>
    </w:p>
    <w:p w14:paraId="1AEE1271" w14:textId="43C0C2C0" w:rsidR="00001F63" w:rsidRPr="00001F63" w:rsidRDefault="00001F63" w:rsidP="00001F63">
      <w:pPr>
        <w:pStyle w:val="Body"/>
        <w:rPr>
          <w:lang w:eastAsia="en-GB"/>
        </w:rPr>
      </w:pPr>
      <w:r w:rsidRPr="00001F63">
        <w:t xml:space="preserve">To create a vector and then add elements to it, we can use the </w:t>
      </w:r>
      <w:r w:rsidRPr="00001F63">
        <w:rPr>
          <w:rStyle w:val="Literal"/>
        </w:rPr>
        <w:t>push</w:t>
      </w:r>
      <w:r w:rsidRPr="00001F63">
        <w:rPr>
          <w:lang w:eastAsia="en-GB"/>
        </w:rPr>
        <w:t xml:space="preserve"> method,</w:t>
      </w:r>
      <w:r>
        <w:rPr>
          <w:lang w:eastAsia="en-GB"/>
        </w:rPr>
        <w:t xml:space="preserve"> </w:t>
      </w:r>
      <w:r w:rsidRPr="00001F63">
        <w:rPr>
          <w:lang w:eastAsia="en-GB"/>
        </w:rPr>
        <w:t>as shown in Listing 8-3.</w:t>
      </w:r>
    </w:p>
    <w:p w14:paraId="3A463C1D" w14:textId="77777777" w:rsidR="00001F63" w:rsidRPr="00001F63" w:rsidRDefault="00001F63" w:rsidP="00001F63">
      <w:pPr>
        <w:pStyle w:val="Code"/>
        <w:rPr>
          <w:lang w:eastAsia="en-GB"/>
        </w:rPr>
      </w:pPr>
      <w:r w:rsidRPr="00001F63">
        <w:rPr>
          <w:lang w:eastAsia="en-GB"/>
        </w:rPr>
        <w:t>let mut v = Vec::new();</w:t>
      </w:r>
    </w:p>
    <w:p w14:paraId="337CEDD1" w14:textId="77777777" w:rsidR="00001F63" w:rsidRPr="00001F63" w:rsidRDefault="00001F63" w:rsidP="00001F63">
      <w:pPr>
        <w:pStyle w:val="Code"/>
        <w:rPr>
          <w:lang w:eastAsia="en-GB"/>
        </w:rPr>
      </w:pPr>
    </w:p>
    <w:p w14:paraId="5ABC3720" w14:textId="77777777" w:rsidR="00001F63" w:rsidRPr="00001F63" w:rsidRDefault="00001F63" w:rsidP="00001F63">
      <w:pPr>
        <w:pStyle w:val="Code"/>
        <w:rPr>
          <w:lang w:eastAsia="en-GB"/>
        </w:rPr>
      </w:pPr>
      <w:r w:rsidRPr="00001F63">
        <w:rPr>
          <w:lang w:eastAsia="en-GB"/>
        </w:rPr>
        <w:t>v.push(5);</w:t>
      </w:r>
    </w:p>
    <w:p w14:paraId="019BBC6B" w14:textId="77777777" w:rsidR="00001F63" w:rsidRPr="00001F63" w:rsidRDefault="00001F63" w:rsidP="00001F63">
      <w:pPr>
        <w:pStyle w:val="Code"/>
        <w:rPr>
          <w:lang w:eastAsia="en-GB"/>
        </w:rPr>
      </w:pPr>
      <w:r w:rsidRPr="00001F63">
        <w:rPr>
          <w:lang w:eastAsia="en-GB"/>
        </w:rPr>
        <w:t>v.push(6);</w:t>
      </w:r>
    </w:p>
    <w:p w14:paraId="4E97F6AA" w14:textId="77777777" w:rsidR="00001F63" w:rsidRPr="00001F63" w:rsidRDefault="00001F63" w:rsidP="00001F63">
      <w:pPr>
        <w:pStyle w:val="Code"/>
        <w:rPr>
          <w:lang w:eastAsia="en-GB"/>
        </w:rPr>
      </w:pPr>
      <w:r w:rsidRPr="00001F63">
        <w:rPr>
          <w:lang w:eastAsia="en-GB"/>
        </w:rPr>
        <w:t>v.push(7);</w:t>
      </w:r>
    </w:p>
    <w:p w14:paraId="36DEAE87" w14:textId="77777777" w:rsidR="00001F63" w:rsidRPr="00001F63" w:rsidRDefault="00001F63" w:rsidP="00001F63">
      <w:pPr>
        <w:pStyle w:val="Code"/>
        <w:rPr>
          <w:lang w:eastAsia="en-GB"/>
        </w:rPr>
      </w:pPr>
      <w:r w:rsidRPr="00001F63">
        <w:rPr>
          <w:lang w:eastAsia="en-GB"/>
        </w:rPr>
        <w:t>v.push(8);</w:t>
      </w:r>
    </w:p>
    <w:p w14:paraId="17DA3D06" w14:textId="674C5EF9" w:rsidR="00001F63" w:rsidRPr="00001F63" w:rsidRDefault="00001F63" w:rsidP="004A2D02">
      <w:pPr>
        <w:pStyle w:val="CodeListingCaption"/>
        <w:rPr>
          <w:lang w:eastAsia="en-GB"/>
        </w:rPr>
      </w:pPr>
      <w:r w:rsidRPr="00001F63">
        <w:t xml:space="preserve">Using the </w:t>
      </w:r>
      <w:r w:rsidRPr="00001F63">
        <w:rPr>
          <w:rStyle w:val="Literal"/>
        </w:rPr>
        <w:t>push</w:t>
      </w:r>
      <w:r w:rsidRPr="00001F63">
        <w:rPr>
          <w:lang w:eastAsia="en-GB"/>
        </w:rPr>
        <w:t xml:space="preserve"> method to add values to a vector</w:t>
      </w:r>
    </w:p>
    <w:p w14:paraId="2A63C9B3" w14:textId="4792ECC3" w:rsidR="00001F63" w:rsidRPr="00001F63" w:rsidRDefault="00001F63" w:rsidP="00001F63">
      <w:pPr>
        <w:pStyle w:val="Body"/>
        <w:rPr>
          <w:lang w:eastAsia="en-GB"/>
        </w:rPr>
      </w:pPr>
      <w:r w:rsidRPr="00001F63">
        <w:rPr>
          <w:lang w:eastAsia="en-GB"/>
        </w:rPr>
        <w:t>As with any variable, if we want to be able to change its value, we need to</w:t>
      </w:r>
      <w:r>
        <w:rPr>
          <w:lang w:eastAsia="en-GB"/>
        </w:rPr>
        <w:t xml:space="preserve"> </w:t>
      </w:r>
      <w:r w:rsidRPr="00001F63">
        <w:rPr>
          <w:lang w:eastAsia="en-GB"/>
        </w:rPr>
        <w:t xml:space="preserve">make it mutable using the </w:t>
      </w:r>
      <w:r w:rsidRPr="00001F63">
        <w:rPr>
          <w:rStyle w:val="Literal"/>
        </w:rPr>
        <w:t>mut</w:t>
      </w:r>
      <w:r w:rsidRPr="00001F63">
        <w:t xml:space="preserve"> keyword, as discussed in</w:t>
      </w:r>
      <w:r w:rsidR="004A2D02">
        <w:t xml:space="preserve"> </w:t>
      </w:r>
      <w:r w:rsidR="004A2D02" w:rsidRPr="00192FAA">
        <w:rPr>
          <w:rStyle w:val="Xref"/>
        </w:rPr>
        <w:t>Chapter</w:t>
      </w:r>
      <w:r w:rsidRPr="00192FAA">
        <w:rPr>
          <w:rStyle w:val="Xref"/>
        </w:rPr>
        <w:t xml:space="preserve"> 3</w:t>
      </w:r>
      <w:r w:rsidRPr="00001F63">
        <w:t>. The numbers</w:t>
      </w:r>
      <w:r>
        <w:t xml:space="preserve"> </w:t>
      </w:r>
      <w:r w:rsidRPr="00001F63">
        <w:t xml:space="preserve">we place inside are all of type </w:t>
      </w:r>
      <w:r w:rsidRPr="00001F63">
        <w:rPr>
          <w:rStyle w:val="Literal"/>
        </w:rPr>
        <w:t>i32</w:t>
      </w:r>
      <w:r w:rsidRPr="00001F63">
        <w:t>, and Rust infers this from the data, so</w:t>
      </w:r>
      <w:r>
        <w:t xml:space="preserve"> </w:t>
      </w:r>
      <w:r w:rsidRPr="00001F63">
        <w:t xml:space="preserve">we don’t need the </w:t>
      </w:r>
      <w:r w:rsidRPr="00001F63">
        <w:rPr>
          <w:rStyle w:val="Literal"/>
        </w:rPr>
        <w:t>Vec&lt;i32&gt;</w:t>
      </w:r>
      <w:r w:rsidRPr="00001F63">
        <w:rPr>
          <w:lang w:eastAsia="en-GB"/>
        </w:rPr>
        <w:t xml:space="preserve"> annotation.</w:t>
      </w:r>
      <w:r w:rsidR="0057407A">
        <w:fldChar w:fldCharType="begin"/>
      </w:r>
      <w:r w:rsidR="0057407A">
        <w:instrText xml:space="preserve"> XE "Vec&lt;T&gt; type:push method on end</w:instrText>
      </w:r>
      <w:r w:rsidR="0057407A" w:rsidRPr="00BE574B">
        <w:instrText>Range</w:instrText>
      </w:r>
      <w:r w:rsidR="0057407A">
        <w:instrText xml:space="preserve">" </w:instrText>
      </w:r>
      <w:r w:rsidR="0057407A">
        <w:fldChar w:fldCharType="end"/>
      </w:r>
      <w:r w:rsidR="00EE6837">
        <w:fldChar w:fldCharType="begin"/>
      </w:r>
      <w:r w:rsidR="00EE6837">
        <w:instrText xml:space="preserve"> XE "push method end</w:instrText>
      </w:r>
      <w:r w:rsidR="00EE6837" w:rsidRPr="00BE574B">
        <w:instrText>Range</w:instrText>
      </w:r>
      <w:r w:rsidR="00EE6837">
        <w:instrText xml:space="preserve">" </w:instrText>
      </w:r>
      <w:r w:rsidR="00EE6837">
        <w:fldChar w:fldCharType="end"/>
      </w:r>
    </w:p>
    <w:bookmarkStart w:id="7" w:name="reading-elements-of-vectors"/>
    <w:bookmarkStart w:id="8" w:name="_Toc106363819"/>
    <w:bookmarkEnd w:id="7"/>
    <w:p w14:paraId="46114C81" w14:textId="4F7E8E03" w:rsidR="00001F63" w:rsidRPr="00001F63" w:rsidRDefault="000F4DF1" w:rsidP="00001F63">
      <w:pPr>
        <w:pStyle w:val="HeadB"/>
        <w:rPr>
          <w:lang w:eastAsia="en-GB"/>
        </w:rPr>
      </w:pPr>
      <w:r>
        <w:fldChar w:fldCharType="begin"/>
      </w:r>
      <w:r>
        <w:instrText xml:space="preserve"> XE "indexing syntax</w:instrText>
      </w:r>
      <w:r w:rsidR="000A6C07">
        <w:instrText xml:space="preserve"> startRange</w:instrText>
      </w:r>
      <w:r>
        <w:instrText xml:space="preserve">" </w:instrText>
      </w:r>
      <w:r>
        <w:fldChar w:fldCharType="end"/>
      </w:r>
      <w:r>
        <w:fldChar w:fldCharType="begin"/>
      </w:r>
      <w:r>
        <w:instrText xml:space="preserve"> XE "</w:instrText>
      </w:r>
      <w:r w:rsidR="000A6C07">
        <w:instrText>Vec&lt;T&gt; type:indexing into start</w:instrText>
      </w:r>
      <w:r w:rsidRPr="00BE574B">
        <w:instrText>Range</w:instrText>
      </w:r>
      <w:r>
        <w:instrText xml:space="preserve">" </w:instrText>
      </w:r>
      <w:r>
        <w:fldChar w:fldCharType="end"/>
      </w:r>
      <w:r w:rsidR="00502F14">
        <w:fldChar w:fldCharType="begin"/>
      </w:r>
      <w:r w:rsidR="00502F14">
        <w:instrText xml:space="preserve"> XE "[] (square brackets):for element access start</w:instrText>
      </w:r>
      <w:r w:rsidR="00502F14" w:rsidRPr="00BE574B">
        <w:instrText>Range</w:instrText>
      </w:r>
      <w:r w:rsidR="00502F14">
        <w:instrText xml:space="preserve">" </w:instrText>
      </w:r>
      <w:r w:rsidR="00502F14">
        <w:fldChar w:fldCharType="end"/>
      </w:r>
      <w:r w:rsidR="00502F14">
        <w:fldChar w:fldCharType="begin"/>
      </w:r>
      <w:r w:rsidR="00502F14">
        <w:instrText xml:space="preserve"> XE "square brackets ([]):for element access start</w:instrText>
      </w:r>
      <w:r w:rsidR="00502F14" w:rsidRPr="00BE574B">
        <w:instrText>Range</w:instrText>
      </w:r>
      <w:r w:rsidR="00502F14">
        <w:instrText xml:space="preserve">" </w:instrText>
      </w:r>
      <w:r w:rsidR="00502F14">
        <w:fldChar w:fldCharType="end"/>
      </w:r>
      <w:r w:rsidR="000A6C07">
        <w:fldChar w:fldCharType="begin"/>
      </w:r>
      <w:r w:rsidR="000A6C07">
        <w:instrText xml:space="preserve"> XE "Vec&lt;T&gt; type:get method on start</w:instrText>
      </w:r>
      <w:r w:rsidR="000A6C07" w:rsidRPr="00BE574B">
        <w:instrText>Range</w:instrText>
      </w:r>
      <w:r w:rsidR="000A6C07">
        <w:instrText xml:space="preserve">" </w:instrText>
      </w:r>
      <w:r w:rsidR="000A6C07">
        <w:fldChar w:fldCharType="end"/>
      </w:r>
      <w:r w:rsidR="008A2A16">
        <w:fldChar w:fldCharType="begin"/>
      </w:r>
      <w:r w:rsidR="008A2A16">
        <w:instrText xml:space="preserve"> XE "get method:on Vec&lt;T&gt; start</w:instrText>
      </w:r>
      <w:r w:rsidR="008A2A16" w:rsidRPr="00BE574B">
        <w:instrText>Range</w:instrText>
      </w:r>
      <w:r w:rsidR="008A2A16">
        <w:instrText xml:space="preserve">" </w:instrText>
      </w:r>
      <w:r w:rsidR="008A2A16">
        <w:fldChar w:fldCharType="end"/>
      </w:r>
      <w:r w:rsidR="00001F63" w:rsidRPr="00001F63">
        <w:rPr>
          <w:lang w:eastAsia="en-GB"/>
        </w:rPr>
        <w:t>Reading Elements of Vectors</w:t>
      </w:r>
      <w:bookmarkEnd w:id="8"/>
    </w:p>
    <w:p w14:paraId="20B0BBF2" w14:textId="789B2D61" w:rsidR="00001F63" w:rsidRPr="00001F63" w:rsidRDefault="00001F63" w:rsidP="00001F63">
      <w:pPr>
        <w:pStyle w:val="Body"/>
        <w:rPr>
          <w:lang w:eastAsia="en-GB"/>
        </w:rPr>
      </w:pPr>
      <w:r w:rsidRPr="00001F63">
        <w:t>There are two ways to reference a value stored in a vector: via indexing or</w:t>
      </w:r>
      <w:r w:rsidR="001F46E8">
        <w:t xml:space="preserve"> by</w:t>
      </w:r>
      <w:r>
        <w:t xml:space="preserve"> </w:t>
      </w:r>
      <w:r w:rsidRPr="00001F63">
        <w:t xml:space="preserve">using the </w:t>
      </w:r>
      <w:r w:rsidRPr="00001F63">
        <w:rPr>
          <w:rStyle w:val="Literal"/>
        </w:rPr>
        <w:t>get</w:t>
      </w:r>
      <w:r w:rsidRPr="00001F63">
        <w:rPr>
          <w:lang w:eastAsia="en-GB"/>
        </w:rPr>
        <w:t xml:space="preserve"> method. In the following examples, we’ve annotated the types of</w:t>
      </w:r>
      <w:r>
        <w:rPr>
          <w:lang w:eastAsia="en-GB"/>
        </w:rPr>
        <w:t xml:space="preserve"> </w:t>
      </w:r>
      <w:r w:rsidRPr="00001F63">
        <w:rPr>
          <w:lang w:eastAsia="en-GB"/>
        </w:rPr>
        <w:t>the values that are returned from these functions for extra clarity.</w:t>
      </w:r>
    </w:p>
    <w:p w14:paraId="3726E68A" w14:textId="3D3FCB44" w:rsidR="00001F63" w:rsidRPr="00001F63" w:rsidRDefault="00001F63" w:rsidP="00001F63">
      <w:pPr>
        <w:pStyle w:val="Body"/>
        <w:rPr>
          <w:lang w:eastAsia="en-GB"/>
        </w:rPr>
      </w:pPr>
      <w:r w:rsidRPr="00001F63">
        <w:rPr>
          <w:lang w:eastAsia="en-GB"/>
        </w:rPr>
        <w:t>Listing 8-4 shows both methods of accessing a value in a vector, with indexing</w:t>
      </w:r>
      <w:r>
        <w:rPr>
          <w:lang w:eastAsia="en-GB"/>
        </w:rPr>
        <w:t xml:space="preserve"> </w:t>
      </w:r>
      <w:r w:rsidRPr="00001F63">
        <w:rPr>
          <w:lang w:eastAsia="en-GB"/>
        </w:rPr>
        <w:t xml:space="preserve">syntax and the </w:t>
      </w:r>
      <w:r w:rsidRPr="00001F63">
        <w:rPr>
          <w:rStyle w:val="Literal"/>
        </w:rPr>
        <w:t>get</w:t>
      </w:r>
      <w:r w:rsidRPr="00001F63">
        <w:rPr>
          <w:lang w:eastAsia="en-GB"/>
        </w:rPr>
        <w:t xml:space="preserve"> method.</w:t>
      </w:r>
    </w:p>
    <w:p w14:paraId="6A671BBD" w14:textId="77777777" w:rsidR="00001F63" w:rsidRPr="00001F63" w:rsidRDefault="00001F63" w:rsidP="00001F63">
      <w:pPr>
        <w:pStyle w:val="Code"/>
        <w:rPr>
          <w:lang w:eastAsia="en-GB"/>
        </w:rPr>
      </w:pPr>
      <w:r w:rsidRPr="00001F63">
        <w:rPr>
          <w:lang w:eastAsia="en-GB"/>
        </w:rPr>
        <w:t>let v = vec![1, 2, 3, 4, 5];</w:t>
      </w:r>
    </w:p>
    <w:p w14:paraId="10A0192D" w14:textId="77777777" w:rsidR="00001F63" w:rsidRPr="00001F63" w:rsidRDefault="00001F63" w:rsidP="00001F63">
      <w:pPr>
        <w:pStyle w:val="Code"/>
        <w:rPr>
          <w:lang w:eastAsia="en-GB"/>
        </w:rPr>
      </w:pPr>
    </w:p>
    <w:p w14:paraId="68F27BF5" w14:textId="7E59ECD1" w:rsidR="00001F63" w:rsidRPr="00001F63" w:rsidRDefault="00001F63" w:rsidP="004A2D02">
      <w:pPr>
        <w:pStyle w:val="CodeAnnotated"/>
        <w:rPr>
          <w:lang w:eastAsia="en-GB"/>
        </w:rPr>
      </w:pPr>
      <w:r w:rsidRPr="004A2D02">
        <w:rPr>
          <w:rStyle w:val="CodeAnnotation"/>
        </w:rPr>
        <w:t>1</w:t>
      </w:r>
      <w:r w:rsidRPr="00001F63">
        <w:rPr>
          <w:lang w:eastAsia="en-GB"/>
        </w:rPr>
        <w:t xml:space="preserve"> let third: &amp;i32 = &amp;v[2];</w:t>
      </w:r>
    </w:p>
    <w:p w14:paraId="398A5114" w14:textId="1FCFA602" w:rsidR="00001F63" w:rsidRPr="00001F63" w:rsidRDefault="00001F63" w:rsidP="00001F63">
      <w:pPr>
        <w:pStyle w:val="Code"/>
        <w:rPr>
          <w:lang w:eastAsia="en-GB"/>
        </w:rPr>
      </w:pPr>
      <w:r w:rsidRPr="00001F63">
        <w:rPr>
          <w:lang w:eastAsia="en-GB"/>
        </w:rPr>
        <w:t>println!("The third element is {</w:t>
      </w:r>
      <w:r w:rsidR="00DA29E8">
        <w:rPr>
          <w:lang w:eastAsia="en-GB"/>
        </w:rPr>
        <w:t>third</w:t>
      </w:r>
      <w:r w:rsidRPr="00001F63">
        <w:rPr>
          <w:lang w:eastAsia="en-GB"/>
        </w:rPr>
        <w:t>}");</w:t>
      </w:r>
    </w:p>
    <w:p w14:paraId="0A553566" w14:textId="77777777" w:rsidR="00001F63" w:rsidRPr="00001F63" w:rsidRDefault="00001F63" w:rsidP="00001F63">
      <w:pPr>
        <w:pStyle w:val="Code"/>
        <w:rPr>
          <w:lang w:eastAsia="en-GB"/>
        </w:rPr>
      </w:pPr>
    </w:p>
    <w:p w14:paraId="01EE4853" w14:textId="79789BC0" w:rsidR="00001F63" w:rsidRPr="00001F63" w:rsidRDefault="00001F63" w:rsidP="004A2D02">
      <w:pPr>
        <w:pStyle w:val="CodeAnnotated"/>
        <w:rPr>
          <w:lang w:eastAsia="en-GB"/>
        </w:rPr>
      </w:pPr>
      <w:r w:rsidRPr="004A2D02">
        <w:rPr>
          <w:rStyle w:val="CodeAnnotation"/>
        </w:rPr>
        <w:t>2</w:t>
      </w:r>
      <w:r w:rsidRPr="00001F63">
        <w:rPr>
          <w:lang w:eastAsia="en-GB"/>
        </w:rPr>
        <w:t xml:space="preserve"> let third: Option&lt;&amp;i32&gt; = v.get(2);</w:t>
      </w:r>
    </w:p>
    <w:p w14:paraId="2D594975" w14:textId="77777777" w:rsidR="00001F63" w:rsidRPr="00001F63" w:rsidRDefault="00001F63" w:rsidP="00001F63">
      <w:pPr>
        <w:pStyle w:val="Code"/>
        <w:rPr>
          <w:lang w:eastAsia="en-GB"/>
        </w:rPr>
      </w:pPr>
      <w:r w:rsidRPr="00001F63">
        <w:rPr>
          <w:lang w:eastAsia="en-GB"/>
        </w:rPr>
        <w:t>match third  {</w:t>
      </w:r>
    </w:p>
    <w:p w14:paraId="5563D4E9" w14:textId="7C206FC4" w:rsidR="00001F63" w:rsidRPr="00001F63" w:rsidRDefault="00001F63" w:rsidP="00001F63">
      <w:pPr>
        <w:pStyle w:val="Code"/>
        <w:rPr>
          <w:lang w:eastAsia="en-GB"/>
        </w:rPr>
      </w:pPr>
      <w:r w:rsidRPr="00001F63">
        <w:rPr>
          <w:lang w:eastAsia="en-GB"/>
        </w:rPr>
        <w:t xml:space="preserve">    Some(third) =&gt; println!("The third element is {</w:t>
      </w:r>
      <w:r w:rsidR="00C11680">
        <w:rPr>
          <w:lang w:eastAsia="en-GB"/>
        </w:rPr>
        <w:t>third</w:t>
      </w:r>
      <w:r w:rsidRPr="00001F63">
        <w:rPr>
          <w:lang w:eastAsia="en-GB"/>
        </w:rPr>
        <w:t>}"),</w:t>
      </w:r>
    </w:p>
    <w:p w14:paraId="71EBE374" w14:textId="77777777" w:rsidR="00001F63" w:rsidRPr="00001F63" w:rsidRDefault="00001F63" w:rsidP="00001F63">
      <w:pPr>
        <w:pStyle w:val="Code"/>
        <w:rPr>
          <w:lang w:eastAsia="en-GB"/>
        </w:rPr>
      </w:pPr>
      <w:r w:rsidRPr="00001F63">
        <w:rPr>
          <w:lang w:eastAsia="en-GB"/>
        </w:rPr>
        <w:t xml:space="preserve">    None =&gt; println!("There is no third element."),</w:t>
      </w:r>
    </w:p>
    <w:p w14:paraId="0181E02A" w14:textId="77777777" w:rsidR="00001F63" w:rsidRPr="00001F63" w:rsidRDefault="00001F63" w:rsidP="00001F63">
      <w:pPr>
        <w:pStyle w:val="Code"/>
        <w:rPr>
          <w:lang w:eastAsia="en-GB"/>
        </w:rPr>
      </w:pPr>
      <w:r w:rsidRPr="00001F63">
        <w:rPr>
          <w:lang w:eastAsia="en-GB"/>
        </w:rPr>
        <w:t>}</w:t>
      </w:r>
    </w:p>
    <w:p w14:paraId="6E816B05" w14:textId="036CB8A1" w:rsidR="00001F63" w:rsidRPr="004A2D02" w:rsidRDefault="00001F63" w:rsidP="004A2D02">
      <w:pPr>
        <w:pStyle w:val="CodeListingCaption"/>
        <w:rPr>
          <w:lang w:eastAsia="en-GB"/>
        </w:rPr>
      </w:pPr>
      <w:r w:rsidRPr="004A2D02">
        <w:t xml:space="preserve">Using indexing syntax </w:t>
      </w:r>
      <w:r w:rsidR="00E7227E">
        <w:t>and using</w:t>
      </w:r>
      <w:r w:rsidR="00E7227E" w:rsidRPr="004A2D02">
        <w:t xml:space="preserve"> </w:t>
      </w:r>
      <w:r w:rsidRPr="004A2D02">
        <w:t xml:space="preserve">the </w:t>
      </w:r>
      <w:r w:rsidRPr="007E2EE5">
        <w:rPr>
          <w:rStyle w:val="Literal"/>
        </w:rPr>
        <w:t>get</w:t>
      </w:r>
      <w:r w:rsidRPr="004A2D02">
        <w:rPr>
          <w:lang w:eastAsia="en-GB"/>
        </w:rPr>
        <w:t xml:space="preserve"> method to access an item in a vector</w:t>
      </w:r>
    </w:p>
    <w:p w14:paraId="75F38EC2" w14:textId="6C22F785" w:rsidR="00001F63" w:rsidRPr="00001F63" w:rsidRDefault="00001F63" w:rsidP="00001F63">
      <w:pPr>
        <w:pStyle w:val="Body"/>
        <w:rPr>
          <w:lang w:eastAsia="en-GB"/>
        </w:rPr>
      </w:pPr>
      <w:r w:rsidRPr="00001F63">
        <w:rPr>
          <w:lang w:eastAsia="en-GB"/>
        </w:rPr>
        <w:t xml:space="preserve">Note a few details here. We use the index value of </w:t>
      </w:r>
      <w:r w:rsidRPr="00001F63">
        <w:rPr>
          <w:rStyle w:val="Literal"/>
        </w:rPr>
        <w:t>2</w:t>
      </w:r>
      <w:r w:rsidRPr="00001F63">
        <w:t xml:space="preserve"> to get the third element</w:t>
      </w:r>
      <w:r>
        <w:t xml:space="preserve"> </w:t>
      </w:r>
      <w:r w:rsidRPr="004A2D02">
        <w:rPr>
          <w:rStyle w:val="CodeAnnotation"/>
        </w:rPr>
        <w:t>1</w:t>
      </w:r>
      <w:r w:rsidRPr="00001F63">
        <w:t xml:space="preserve"> because vectors are indexed by number, starting at zero. Using </w:t>
      </w:r>
      <w:r w:rsidRPr="00001F63">
        <w:rPr>
          <w:rStyle w:val="Literal"/>
        </w:rPr>
        <w:t>&amp;</w:t>
      </w:r>
      <w:r w:rsidRPr="00001F63">
        <w:t xml:space="preserve"> and </w:t>
      </w:r>
      <w:r w:rsidRPr="00001F63">
        <w:rPr>
          <w:rStyle w:val="Literal"/>
        </w:rPr>
        <w:t>[]</w:t>
      </w:r>
      <w:r>
        <w:t xml:space="preserve"> </w:t>
      </w:r>
      <w:r w:rsidRPr="00001F63">
        <w:t xml:space="preserve">gives us a reference to the element at the index value. When we use the </w:t>
      </w:r>
      <w:r w:rsidRPr="00001F63">
        <w:rPr>
          <w:rStyle w:val="Literal"/>
        </w:rPr>
        <w:t>get</w:t>
      </w:r>
      <w:r>
        <w:t xml:space="preserve"> </w:t>
      </w:r>
      <w:r w:rsidRPr="00001F63">
        <w:t xml:space="preserve">method with the index passed as an argument </w:t>
      </w:r>
      <w:r w:rsidR="004A2D02" w:rsidRPr="004A2D02">
        <w:rPr>
          <w:rStyle w:val="CodeAnnotation"/>
        </w:rPr>
        <w:t>2</w:t>
      </w:r>
      <w:r w:rsidRPr="00001F63">
        <w:t xml:space="preserve">, we get an </w:t>
      </w:r>
      <w:r w:rsidRPr="00001F63">
        <w:rPr>
          <w:rStyle w:val="Literal"/>
        </w:rPr>
        <w:t>Option&lt;&amp;T&gt;</w:t>
      </w:r>
      <w:r w:rsidRPr="00001F63">
        <w:t xml:space="preserve"> that we</w:t>
      </w:r>
      <w:r>
        <w:t xml:space="preserve"> </w:t>
      </w:r>
      <w:r w:rsidRPr="00001F63">
        <w:t xml:space="preserve">can use with </w:t>
      </w:r>
      <w:r w:rsidRPr="00001F63">
        <w:rPr>
          <w:rStyle w:val="Literal"/>
        </w:rPr>
        <w:t>match</w:t>
      </w:r>
      <w:r w:rsidRPr="00001F63">
        <w:rPr>
          <w:lang w:eastAsia="en-GB"/>
        </w:rPr>
        <w:t>.</w:t>
      </w:r>
    </w:p>
    <w:p w14:paraId="144902B0" w14:textId="2A557D33" w:rsidR="00001F63" w:rsidRPr="00001F63" w:rsidRDefault="00001F63" w:rsidP="00001F63">
      <w:pPr>
        <w:pStyle w:val="Body"/>
        <w:rPr>
          <w:lang w:eastAsia="en-GB"/>
        </w:rPr>
      </w:pPr>
      <w:r w:rsidRPr="00001F63">
        <w:rPr>
          <w:lang w:eastAsia="en-GB"/>
        </w:rPr>
        <w:t>Rust provides these two ways to reference an element so you can</w:t>
      </w:r>
      <w:r>
        <w:rPr>
          <w:lang w:eastAsia="en-GB"/>
        </w:rPr>
        <w:t xml:space="preserve"> </w:t>
      </w:r>
      <w:r w:rsidRPr="00001F63">
        <w:rPr>
          <w:lang w:eastAsia="en-GB"/>
        </w:rPr>
        <w:t>choose how the program behaves when you try to use an index value outside the</w:t>
      </w:r>
      <w:r>
        <w:rPr>
          <w:lang w:eastAsia="en-GB"/>
        </w:rPr>
        <w:t xml:space="preserve"> </w:t>
      </w:r>
      <w:r w:rsidRPr="00001F63">
        <w:rPr>
          <w:lang w:eastAsia="en-GB"/>
        </w:rPr>
        <w:t>range of existing elements. As an example, let’s see what happens when we have</w:t>
      </w:r>
      <w:r>
        <w:rPr>
          <w:lang w:eastAsia="en-GB"/>
        </w:rPr>
        <w:t xml:space="preserve"> </w:t>
      </w:r>
      <w:r w:rsidRPr="00001F63">
        <w:rPr>
          <w:lang w:eastAsia="en-GB"/>
        </w:rPr>
        <w:t>a vector of five elements and then we try to access an element at index 100</w:t>
      </w:r>
      <w:r>
        <w:rPr>
          <w:lang w:eastAsia="en-GB"/>
        </w:rPr>
        <w:t xml:space="preserve"> </w:t>
      </w:r>
      <w:r w:rsidRPr="00001F63">
        <w:rPr>
          <w:lang w:eastAsia="en-GB"/>
        </w:rPr>
        <w:t>with each technique, as shown in Listing 8-5.</w:t>
      </w:r>
    </w:p>
    <w:p w14:paraId="4FF8D5BB" w14:textId="77777777" w:rsidR="00001F63" w:rsidRPr="00001F63" w:rsidRDefault="00001F63" w:rsidP="00001F63">
      <w:pPr>
        <w:pStyle w:val="Code"/>
        <w:rPr>
          <w:lang w:eastAsia="en-GB"/>
        </w:rPr>
      </w:pPr>
      <w:r w:rsidRPr="00001F63">
        <w:rPr>
          <w:lang w:eastAsia="en-GB"/>
        </w:rPr>
        <w:t>let v = vec![1, 2, 3, 4, 5];</w:t>
      </w:r>
    </w:p>
    <w:p w14:paraId="182C3ED4" w14:textId="77777777" w:rsidR="00001F63" w:rsidRPr="00001F63" w:rsidRDefault="00001F63" w:rsidP="00001F63">
      <w:pPr>
        <w:pStyle w:val="Code"/>
        <w:rPr>
          <w:lang w:eastAsia="en-GB"/>
        </w:rPr>
      </w:pPr>
    </w:p>
    <w:p w14:paraId="747300F6" w14:textId="77777777" w:rsidR="00001F63" w:rsidRPr="00001F63" w:rsidRDefault="00001F63" w:rsidP="00001F63">
      <w:pPr>
        <w:pStyle w:val="Code"/>
        <w:rPr>
          <w:lang w:eastAsia="en-GB"/>
        </w:rPr>
      </w:pPr>
      <w:r w:rsidRPr="00001F63">
        <w:rPr>
          <w:lang w:eastAsia="en-GB"/>
        </w:rPr>
        <w:t>let does_not_exist = &amp;v[100];</w:t>
      </w:r>
    </w:p>
    <w:p w14:paraId="7AF8D52D" w14:textId="77777777" w:rsidR="00001F63" w:rsidRPr="00001F63" w:rsidRDefault="00001F63" w:rsidP="00001F63">
      <w:pPr>
        <w:pStyle w:val="Code"/>
        <w:rPr>
          <w:lang w:eastAsia="en-GB"/>
        </w:rPr>
      </w:pPr>
      <w:r w:rsidRPr="00001F63">
        <w:rPr>
          <w:lang w:eastAsia="en-GB"/>
        </w:rPr>
        <w:t>let does_not_exist = v.get(100);</w:t>
      </w:r>
    </w:p>
    <w:p w14:paraId="37170A45" w14:textId="6083AC77" w:rsidR="00001F63" w:rsidRPr="00001F63" w:rsidRDefault="00001F63" w:rsidP="004A2D02">
      <w:pPr>
        <w:pStyle w:val="CodeListingCaption"/>
        <w:rPr>
          <w:lang w:eastAsia="en-GB"/>
        </w:rPr>
      </w:pPr>
      <w:r w:rsidRPr="00001F63">
        <w:rPr>
          <w:lang w:eastAsia="en-GB"/>
        </w:rPr>
        <w:t>Attempting to access the element at index 100 in a vector</w:t>
      </w:r>
      <w:r>
        <w:rPr>
          <w:lang w:eastAsia="en-GB"/>
        </w:rPr>
        <w:t xml:space="preserve"> </w:t>
      </w:r>
      <w:r w:rsidRPr="00001F63">
        <w:rPr>
          <w:lang w:eastAsia="en-GB"/>
        </w:rPr>
        <w:t>containing five elements</w:t>
      </w:r>
    </w:p>
    <w:p w14:paraId="09F1DAB4" w14:textId="0E8913F8" w:rsidR="00001F63" w:rsidRPr="00001F63" w:rsidRDefault="00001F63" w:rsidP="00001F63">
      <w:pPr>
        <w:pStyle w:val="Body"/>
        <w:rPr>
          <w:lang w:eastAsia="en-GB"/>
        </w:rPr>
      </w:pPr>
      <w:r w:rsidRPr="00001F63">
        <w:t xml:space="preserve">When we run this code, the first </w:t>
      </w:r>
      <w:r w:rsidRPr="00001F63">
        <w:rPr>
          <w:rStyle w:val="Literal"/>
        </w:rPr>
        <w:t>[]</w:t>
      </w:r>
      <w:r w:rsidRPr="00001F63">
        <w:rPr>
          <w:lang w:eastAsia="en-GB"/>
        </w:rPr>
        <w:t xml:space="preserve"> method will cause the program to panic</w:t>
      </w:r>
      <w:r>
        <w:rPr>
          <w:lang w:eastAsia="en-GB"/>
        </w:rPr>
        <w:t xml:space="preserve"> </w:t>
      </w:r>
      <w:r w:rsidRPr="00001F63">
        <w:rPr>
          <w:lang w:eastAsia="en-GB"/>
        </w:rPr>
        <w:t>because it references a nonexistent element. This method is best used when you</w:t>
      </w:r>
      <w:r>
        <w:rPr>
          <w:lang w:eastAsia="en-GB"/>
        </w:rPr>
        <w:t xml:space="preserve"> </w:t>
      </w:r>
      <w:r w:rsidRPr="00001F63">
        <w:rPr>
          <w:lang w:eastAsia="en-GB"/>
        </w:rPr>
        <w:t>want your program to crash if there’s an attempt to access an element past the</w:t>
      </w:r>
      <w:r>
        <w:rPr>
          <w:lang w:eastAsia="en-GB"/>
        </w:rPr>
        <w:t xml:space="preserve"> </w:t>
      </w:r>
      <w:r w:rsidRPr="00001F63">
        <w:rPr>
          <w:lang w:eastAsia="en-GB"/>
        </w:rPr>
        <w:t>end of the vector.</w:t>
      </w:r>
    </w:p>
    <w:p w14:paraId="1E5FD281" w14:textId="368108E2" w:rsidR="00001F63" w:rsidRPr="00001F63" w:rsidRDefault="00001F63" w:rsidP="00001F63">
      <w:pPr>
        <w:pStyle w:val="Body"/>
        <w:rPr>
          <w:lang w:eastAsia="en-GB"/>
        </w:rPr>
      </w:pPr>
      <w:r w:rsidRPr="00001F63">
        <w:rPr>
          <w:lang w:eastAsia="en-GB"/>
        </w:rPr>
        <w:t xml:space="preserve">When the </w:t>
      </w:r>
      <w:r w:rsidRPr="00001F63">
        <w:rPr>
          <w:rStyle w:val="Literal"/>
        </w:rPr>
        <w:t>get</w:t>
      </w:r>
      <w:r w:rsidRPr="00001F63">
        <w:t xml:space="preserve"> method is passed an index that is outside the vector, it returns</w:t>
      </w:r>
      <w:r>
        <w:t xml:space="preserve"> </w:t>
      </w:r>
      <w:r w:rsidRPr="00001F63">
        <w:rPr>
          <w:rStyle w:val="Literal"/>
        </w:rPr>
        <w:t>None</w:t>
      </w:r>
      <w:r w:rsidRPr="00001F63">
        <w:t xml:space="preserve"> without panicking. You would use this method if accessing an element</w:t>
      </w:r>
      <w:r>
        <w:t xml:space="preserve"> </w:t>
      </w:r>
      <w:r w:rsidRPr="00001F63">
        <w:t>beyond the range of the vector may happen occasionally under normal</w:t>
      </w:r>
      <w:r>
        <w:t xml:space="preserve"> </w:t>
      </w:r>
      <w:r w:rsidRPr="00001F63">
        <w:t>circumstances. Your code will then have logic to handle having either</w:t>
      </w:r>
      <w:r>
        <w:t xml:space="preserve"> </w:t>
      </w:r>
      <w:r w:rsidRPr="00001F63">
        <w:rPr>
          <w:rStyle w:val="Literal"/>
        </w:rPr>
        <w:t>Some(&amp;element)</w:t>
      </w:r>
      <w:r w:rsidRPr="00001F63">
        <w:t xml:space="preserve"> or </w:t>
      </w:r>
      <w:r w:rsidRPr="00001F63">
        <w:rPr>
          <w:rStyle w:val="Literal"/>
        </w:rPr>
        <w:t>None</w:t>
      </w:r>
      <w:r w:rsidRPr="00001F63">
        <w:t>, as discussed in</w:t>
      </w:r>
      <w:r w:rsidR="004A2D02">
        <w:t xml:space="preserve"> </w:t>
      </w:r>
      <w:r w:rsidR="004A2D02" w:rsidRPr="00192FAA">
        <w:rPr>
          <w:rStyle w:val="Xref"/>
        </w:rPr>
        <w:t>Chapter</w:t>
      </w:r>
      <w:r w:rsidRPr="00192FAA">
        <w:rPr>
          <w:rStyle w:val="Xref"/>
        </w:rPr>
        <w:t xml:space="preserve"> 6</w:t>
      </w:r>
      <w:r w:rsidRPr="00001F63">
        <w:t>. For example, the index</w:t>
      </w:r>
      <w:r>
        <w:t xml:space="preserve"> </w:t>
      </w:r>
      <w:r w:rsidRPr="00001F63">
        <w:t>could be coming from a person entering a number. If they accidentally enter a</w:t>
      </w:r>
      <w:r>
        <w:t xml:space="preserve"> </w:t>
      </w:r>
      <w:r w:rsidRPr="00001F63">
        <w:t xml:space="preserve">number that’s too large and the program gets a </w:t>
      </w:r>
      <w:r w:rsidRPr="00001F63">
        <w:rPr>
          <w:rStyle w:val="Literal"/>
        </w:rPr>
        <w:t>None</w:t>
      </w:r>
      <w:r w:rsidRPr="00001F63">
        <w:rPr>
          <w:lang w:eastAsia="en-GB"/>
        </w:rPr>
        <w:t xml:space="preserve"> value, you could tell the</w:t>
      </w:r>
      <w:r>
        <w:rPr>
          <w:lang w:eastAsia="en-GB"/>
        </w:rPr>
        <w:t xml:space="preserve"> </w:t>
      </w:r>
      <w:r w:rsidRPr="00001F63">
        <w:rPr>
          <w:lang w:eastAsia="en-GB"/>
        </w:rPr>
        <w:t>user how many items are in the current vector and give them another chance to</w:t>
      </w:r>
      <w:r>
        <w:rPr>
          <w:lang w:eastAsia="en-GB"/>
        </w:rPr>
        <w:t xml:space="preserve"> </w:t>
      </w:r>
      <w:r w:rsidRPr="00001F63">
        <w:rPr>
          <w:lang w:eastAsia="en-GB"/>
        </w:rPr>
        <w:t>enter a valid value. That would be more user-friendly than crashing the program</w:t>
      </w:r>
      <w:r>
        <w:rPr>
          <w:lang w:eastAsia="en-GB"/>
        </w:rPr>
        <w:t xml:space="preserve"> </w:t>
      </w:r>
      <w:r w:rsidRPr="00001F63">
        <w:rPr>
          <w:lang w:eastAsia="en-GB"/>
        </w:rPr>
        <w:t>due to a typo!</w:t>
      </w:r>
    </w:p>
    <w:p w14:paraId="5D1B71A8" w14:textId="2CB0CC65" w:rsidR="00001F63" w:rsidRPr="00001F63" w:rsidRDefault="00001F63" w:rsidP="00001F63">
      <w:pPr>
        <w:pStyle w:val="Body"/>
        <w:rPr>
          <w:lang w:eastAsia="en-GB"/>
        </w:rPr>
      </w:pPr>
      <w:r w:rsidRPr="00001F63">
        <w:rPr>
          <w:lang w:eastAsia="en-GB"/>
        </w:rPr>
        <w:t>When the program has a valid reference, the borrow checker enforces the</w:t>
      </w:r>
      <w:r>
        <w:rPr>
          <w:lang w:eastAsia="en-GB"/>
        </w:rPr>
        <w:t xml:space="preserve"> </w:t>
      </w:r>
      <w:r w:rsidRPr="00001F63">
        <w:rPr>
          <w:lang w:eastAsia="en-GB"/>
        </w:rPr>
        <w:t>ownership and borrowing rules (covered in</w:t>
      </w:r>
      <w:r w:rsidR="004A2D02">
        <w:rPr>
          <w:lang w:eastAsia="en-GB"/>
        </w:rPr>
        <w:t xml:space="preserve"> </w:t>
      </w:r>
      <w:r w:rsidR="004A2D02" w:rsidRPr="00192FAA">
        <w:rPr>
          <w:rStyle w:val="Xref"/>
        </w:rPr>
        <w:t>Chapter</w:t>
      </w:r>
      <w:r w:rsidRPr="00192FAA">
        <w:rPr>
          <w:rStyle w:val="Xref"/>
        </w:rPr>
        <w:t xml:space="preserve"> 4</w:t>
      </w:r>
      <w:r w:rsidRPr="00001F63">
        <w:rPr>
          <w:lang w:eastAsia="en-GB"/>
        </w:rPr>
        <w:t>) to ensure this reference</w:t>
      </w:r>
      <w:r>
        <w:rPr>
          <w:lang w:eastAsia="en-GB"/>
        </w:rPr>
        <w:t xml:space="preserve"> </w:t>
      </w:r>
      <w:r w:rsidRPr="00001F63">
        <w:rPr>
          <w:lang w:eastAsia="en-GB"/>
        </w:rPr>
        <w:t>and any other references to the contents of the vector remain valid. Recall the</w:t>
      </w:r>
      <w:r>
        <w:rPr>
          <w:lang w:eastAsia="en-GB"/>
        </w:rPr>
        <w:t xml:space="preserve"> </w:t>
      </w:r>
      <w:r w:rsidRPr="00001F63">
        <w:rPr>
          <w:lang w:eastAsia="en-GB"/>
        </w:rPr>
        <w:t>rule that states you can’t have mutable and immutable references in the same</w:t>
      </w:r>
      <w:r>
        <w:rPr>
          <w:lang w:eastAsia="en-GB"/>
        </w:rPr>
        <w:t xml:space="preserve"> </w:t>
      </w:r>
      <w:r w:rsidRPr="00001F63">
        <w:rPr>
          <w:lang w:eastAsia="en-GB"/>
        </w:rPr>
        <w:t>scope. That rule applies in Listing 8-6, where we hold an immutable reference</w:t>
      </w:r>
      <w:r>
        <w:rPr>
          <w:lang w:eastAsia="en-GB"/>
        </w:rPr>
        <w:t xml:space="preserve"> </w:t>
      </w:r>
      <w:r w:rsidRPr="00001F63">
        <w:rPr>
          <w:lang w:eastAsia="en-GB"/>
        </w:rPr>
        <w:t>to the first element in a vector and try to add an element to the end. This</w:t>
      </w:r>
      <w:r>
        <w:rPr>
          <w:lang w:eastAsia="en-GB"/>
        </w:rPr>
        <w:t xml:space="preserve"> </w:t>
      </w:r>
      <w:r w:rsidRPr="00001F63">
        <w:rPr>
          <w:lang w:eastAsia="en-GB"/>
        </w:rPr>
        <w:t>program won’t work if we also try to refer to that element later in the</w:t>
      </w:r>
      <w:r>
        <w:rPr>
          <w:lang w:eastAsia="en-GB"/>
        </w:rPr>
        <w:t xml:space="preserve"> </w:t>
      </w:r>
      <w:r w:rsidRPr="00001F63">
        <w:rPr>
          <w:lang w:eastAsia="en-GB"/>
        </w:rPr>
        <w:t>function</w:t>
      </w:r>
      <w:r w:rsidR="00712911">
        <w:rPr>
          <w:lang w:eastAsia="en-GB"/>
        </w:rPr>
        <w:t>.</w:t>
      </w:r>
    </w:p>
    <w:p w14:paraId="00E42F39" w14:textId="77777777" w:rsidR="00001F63" w:rsidRPr="00001F63" w:rsidRDefault="00001F63" w:rsidP="00001F63">
      <w:pPr>
        <w:pStyle w:val="Code"/>
        <w:rPr>
          <w:lang w:eastAsia="en-GB"/>
        </w:rPr>
      </w:pPr>
      <w:r w:rsidRPr="00001F63">
        <w:rPr>
          <w:lang w:eastAsia="en-GB"/>
        </w:rPr>
        <w:t>let mut v = vec![1, 2, 3, 4, 5];</w:t>
      </w:r>
    </w:p>
    <w:p w14:paraId="4CF4547B" w14:textId="77777777" w:rsidR="00001F63" w:rsidRPr="00001F63" w:rsidRDefault="00001F63" w:rsidP="00001F63">
      <w:pPr>
        <w:pStyle w:val="Code"/>
        <w:rPr>
          <w:lang w:eastAsia="en-GB"/>
        </w:rPr>
      </w:pPr>
    </w:p>
    <w:p w14:paraId="5459C40E" w14:textId="77777777" w:rsidR="00001F63" w:rsidRPr="00001F63" w:rsidRDefault="00001F63" w:rsidP="00001F63">
      <w:pPr>
        <w:pStyle w:val="Code"/>
        <w:rPr>
          <w:lang w:eastAsia="en-GB"/>
        </w:rPr>
      </w:pPr>
      <w:r w:rsidRPr="00001F63">
        <w:rPr>
          <w:lang w:eastAsia="en-GB"/>
        </w:rPr>
        <w:lastRenderedPageBreak/>
        <w:t>let first = &amp;v[0];</w:t>
      </w:r>
    </w:p>
    <w:p w14:paraId="12C33C6F" w14:textId="77777777" w:rsidR="00001F63" w:rsidRPr="00001F63" w:rsidRDefault="00001F63" w:rsidP="00001F63">
      <w:pPr>
        <w:pStyle w:val="Code"/>
        <w:rPr>
          <w:lang w:eastAsia="en-GB"/>
        </w:rPr>
      </w:pPr>
    </w:p>
    <w:p w14:paraId="66F21EA7" w14:textId="77777777" w:rsidR="00001F63" w:rsidRPr="00001F63" w:rsidRDefault="00001F63" w:rsidP="00001F63">
      <w:pPr>
        <w:pStyle w:val="Code"/>
        <w:rPr>
          <w:lang w:eastAsia="en-GB"/>
        </w:rPr>
      </w:pPr>
      <w:r w:rsidRPr="00001F63">
        <w:rPr>
          <w:lang w:eastAsia="en-GB"/>
        </w:rPr>
        <w:t>v.push(6);</w:t>
      </w:r>
    </w:p>
    <w:p w14:paraId="718ECC93" w14:textId="77777777" w:rsidR="00001F63" w:rsidRPr="00001F63" w:rsidRDefault="00001F63" w:rsidP="00001F63">
      <w:pPr>
        <w:pStyle w:val="Code"/>
        <w:rPr>
          <w:lang w:eastAsia="en-GB"/>
        </w:rPr>
      </w:pPr>
    </w:p>
    <w:p w14:paraId="0E4B106D" w14:textId="159E0161" w:rsidR="00001F63" w:rsidRPr="00001F63" w:rsidRDefault="00001F63" w:rsidP="00001F63">
      <w:pPr>
        <w:pStyle w:val="Code"/>
        <w:rPr>
          <w:lang w:eastAsia="en-GB"/>
        </w:rPr>
      </w:pPr>
      <w:r w:rsidRPr="00001F63">
        <w:rPr>
          <w:lang w:eastAsia="en-GB"/>
        </w:rPr>
        <w:t>println!("The first element is: {</w:t>
      </w:r>
      <w:r w:rsidR="000C4FFF">
        <w:rPr>
          <w:lang w:eastAsia="en-GB"/>
        </w:rPr>
        <w:t>first</w:t>
      </w:r>
      <w:r w:rsidRPr="00001F63">
        <w:rPr>
          <w:lang w:eastAsia="en-GB"/>
        </w:rPr>
        <w:t>}");</w:t>
      </w:r>
    </w:p>
    <w:p w14:paraId="70C1E429" w14:textId="7CB86FD6" w:rsidR="00001F63" w:rsidRPr="00001F63" w:rsidRDefault="00001F63" w:rsidP="004A2D02">
      <w:pPr>
        <w:pStyle w:val="CodeListingCaption"/>
        <w:rPr>
          <w:lang w:eastAsia="en-GB"/>
        </w:rPr>
      </w:pPr>
      <w:r w:rsidRPr="00001F63">
        <w:rPr>
          <w:lang w:eastAsia="en-GB"/>
        </w:rPr>
        <w:t>Attempting to add an element to a vector while holding a reference</w:t>
      </w:r>
      <w:r>
        <w:rPr>
          <w:lang w:eastAsia="en-GB"/>
        </w:rPr>
        <w:t xml:space="preserve"> </w:t>
      </w:r>
      <w:r w:rsidRPr="00001F63">
        <w:rPr>
          <w:lang w:eastAsia="en-GB"/>
        </w:rPr>
        <w:t>to an item</w:t>
      </w:r>
    </w:p>
    <w:p w14:paraId="595AEC6F" w14:textId="77777777" w:rsidR="00001F63" w:rsidRPr="00001F63" w:rsidRDefault="00001F63" w:rsidP="007E2EE5">
      <w:pPr>
        <w:pStyle w:val="BodyContinued"/>
        <w:rPr>
          <w:lang w:eastAsia="en-GB"/>
        </w:rPr>
      </w:pPr>
      <w:r w:rsidRPr="00001F63">
        <w:rPr>
          <w:lang w:eastAsia="en-GB"/>
        </w:rPr>
        <w:t>Compiling this code will result in this error:</w:t>
      </w:r>
    </w:p>
    <w:p w14:paraId="76ADF857" w14:textId="77777777" w:rsidR="006C5AAF" w:rsidRDefault="006C5AAF" w:rsidP="004A2D02">
      <w:pPr>
        <w:pStyle w:val="CodeWide"/>
        <w:rPr>
          <w:lang w:eastAsia="en-GB"/>
        </w:rPr>
      </w:pPr>
      <w:r w:rsidRPr="006C5AAF">
        <w:rPr>
          <w:lang w:eastAsia="en-GB"/>
        </w:rPr>
        <w:t xml:space="preserve">error[E0502]: cannot borrow `v` as mutable because it is also borrowed as </w:t>
      </w:r>
    </w:p>
    <w:p w14:paraId="14CD7EA4" w14:textId="71C6E78D" w:rsidR="006C5AAF" w:rsidRDefault="006C5AAF" w:rsidP="004A2D02">
      <w:pPr>
        <w:pStyle w:val="CodeWide"/>
        <w:rPr>
          <w:lang w:eastAsia="en-GB"/>
        </w:rPr>
      </w:pPr>
      <w:r w:rsidRPr="006C5AAF">
        <w:rPr>
          <w:lang w:eastAsia="en-GB"/>
        </w:rPr>
        <w:t>immutable</w:t>
      </w:r>
    </w:p>
    <w:p w14:paraId="102D3BC3" w14:textId="36F94B60" w:rsidR="00001F63" w:rsidRPr="00001F63" w:rsidRDefault="00001F63" w:rsidP="004A2D02">
      <w:pPr>
        <w:pStyle w:val="CodeWide"/>
        <w:rPr>
          <w:lang w:eastAsia="en-GB"/>
        </w:rPr>
      </w:pPr>
      <w:r w:rsidRPr="00001F63">
        <w:rPr>
          <w:lang w:eastAsia="en-GB"/>
        </w:rPr>
        <w:t xml:space="preserve"> --&gt; src/main.rs:6:5</w:t>
      </w:r>
    </w:p>
    <w:p w14:paraId="325A6EB9" w14:textId="77777777" w:rsidR="00001F63" w:rsidRPr="00001F63" w:rsidRDefault="00001F63" w:rsidP="004A2D02">
      <w:pPr>
        <w:pStyle w:val="CodeWide"/>
        <w:rPr>
          <w:lang w:eastAsia="en-GB"/>
        </w:rPr>
      </w:pPr>
      <w:r w:rsidRPr="00001F63">
        <w:rPr>
          <w:lang w:eastAsia="en-GB"/>
        </w:rPr>
        <w:t xml:space="preserve">  |</w:t>
      </w:r>
    </w:p>
    <w:p w14:paraId="5256829A" w14:textId="77777777" w:rsidR="00001F63" w:rsidRPr="00001F63" w:rsidRDefault="00001F63" w:rsidP="004A2D02">
      <w:pPr>
        <w:pStyle w:val="CodeWide"/>
        <w:rPr>
          <w:lang w:eastAsia="en-GB"/>
        </w:rPr>
      </w:pPr>
      <w:r w:rsidRPr="00001F63">
        <w:rPr>
          <w:lang w:eastAsia="en-GB"/>
        </w:rPr>
        <w:t>4 |     let first = &amp;v[0];</w:t>
      </w:r>
    </w:p>
    <w:p w14:paraId="5BDD2E27" w14:textId="77777777" w:rsidR="00001F63" w:rsidRPr="00001F63" w:rsidRDefault="00001F63" w:rsidP="004A2D02">
      <w:pPr>
        <w:pStyle w:val="CodeWide"/>
        <w:rPr>
          <w:lang w:eastAsia="en-GB"/>
        </w:rPr>
      </w:pPr>
      <w:r w:rsidRPr="00001F63">
        <w:rPr>
          <w:lang w:eastAsia="en-GB"/>
        </w:rPr>
        <w:t xml:space="preserve">  |                  - immutable borrow occurs here</w:t>
      </w:r>
    </w:p>
    <w:p w14:paraId="4F4070B3" w14:textId="77777777" w:rsidR="00001F63" w:rsidRPr="00001F63" w:rsidRDefault="00001F63" w:rsidP="004A2D02">
      <w:pPr>
        <w:pStyle w:val="CodeWide"/>
        <w:rPr>
          <w:lang w:eastAsia="en-GB"/>
        </w:rPr>
      </w:pPr>
      <w:r w:rsidRPr="00001F63">
        <w:rPr>
          <w:lang w:eastAsia="en-GB"/>
        </w:rPr>
        <w:t>5 |</w:t>
      </w:r>
    </w:p>
    <w:p w14:paraId="76305765" w14:textId="77777777" w:rsidR="00001F63" w:rsidRPr="00001F63" w:rsidRDefault="00001F63" w:rsidP="004A2D02">
      <w:pPr>
        <w:pStyle w:val="CodeWide"/>
        <w:rPr>
          <w:lang w:eastAsia="en-GB"/>
        </w:rPr>
      </w:pPr>
      <w:r w:rsidRPr="00001F63">
        <w:rPr>
          <w:lang w:eastAsia="en-GB"/>
        </w:rPr>
        <w:t>6 |     v.push(6);</w:t>
      </w:r>
    </w:p>
    <w:p w14:paraId="3795ABC3" w14:textId="77777777" w:rsidR="00001F63" w:rsidRPr="00001F63" w:rsidRDefault="00001F63" w:rsidP="004A2D02">
      <w:pPr>
        <w:pStyle w:val="CodeWide"/>
        <w:rPr>
          <w:lang w:eastAsia="en-GB"/>
        </w:rPr>
      </w:pPr>
      <w:r w:rsidRPr="00001F63">
        <w:rPr>
          <w:lang w:eastAsia="en-GB"/>
        </w:rPr>
        <w:t xml:space="preserve">  |     ^^^^^^^^^ mutable borrow occurs here</w:t>
      </w:r>
    </w:p>
    <w:p w14:paraId="03EB2B3D" w14:textId="77777777" w:rsidR="00001F63" w:rsidRPr="00001F63" w:rsidRDefault="00001F63" w:rsidP="004A2D02">
      <w:pPr>
        <w:pStyle w:val="CodeWide"/>
        <w:rPr>
          <w:lang w:eastAsia="en-GB"/>
        </w:rPr>
      </w:pPr>
      <w:r w:rsidRPr="00001F63">
        <w:rPr>
          <w:lang w:eastAsia="en-GB"/>
        </w:rPr>
        <w:t>7 |</w:t>
      </w:r>
    </w:p>
    <w:p w14:paraId="6FE67D01" w14:textId="69A7B30A" w:rsidR="00001F63" w:rsidRPr="00001F63" w:rsidRDefault="00001F63" w:rsidP="004A2D02">
      <w:pPr>
        <w:pStyle w:val="CodeWide"/>
        <w:rPr>
          <w:lang w:eastAsia="en-GB"/>
        </w:rPr>
      </w:pPr>
      <w:r w:rsidRPr="00001F63">
        <w:rPr>
          <w:lang w:eastAsia="en-GB"/>
        </w:rPr>
        <w:t>8 |     println!("The first element is: {</w:t>
      </w:r>
      <w:r w:rsidR="000C4FFF">
        <w:rPr>
          <w:lang w:eastAsia="en-GB"/>
        </w:rPr>
        <w:t>first</w:t>
      </w:r>
      <w:r w:rsidRPr="00001F63">
        <w:rPr>
          <w:lang w:eastAsia="en-GB"/>
        </w:rPr>
        <w:t>}");</w:t>
      </w:r>
    </w:p>
    <w:p w14:paraId="785671E4" w14:textId="618C6770" w:rsidR="00001F63" w:rsidRPr="00001F63" w:rsidRDefault="00001F63" w:rsidP="004A2D02">
      <w:pPr>
        <w:pStyle w:val="CodeWide"/>
        <w:rPr>
          <w:lang w:eastAsia="en-GB"/>
        </w:rPr>
      </w:pPr>
      <w:r w:rsidRPr="00001F63">
        <w:rPr>
          <w:lang w:eastAsia="en-GB"/>
        </w:rPr>
        <w:t xml:space="preserve">  |                                      ----- immutable borrow later used here</w:t>
      </w:r>
    </w:p>
    <w:p w14:paraId="275C32A3" w14:textId="05B1E17C" w:rsidR="00001F63" w:rsidRPr="00001F63" w:rsidRDefault="00001F63" w:rsidP="00001F63">
      <w:pPr>
        <w:pStyle w:val="Body"/>
        <w:rPr>
          <w:lang w:eastAsia="en-GB"/>
        </w:rPr>
      </w:pPr>
      <w:r w:rsidRPr="00001F63">
        <w:rPr>
          <w:lang w:eastAsia="en-GB"/>
        </w:rPr>
        <w:t>The code in Listing 8-6 might look like it should work: why should a reference</w:t>
      </w:r>
      <w:r>
        <w:rPr>
          <w:lang w:eastAsia="en-GB"/>
        </w:rPr>
        <w:t xml:space="preserve"> </w:t>
      </w:r>
      <w:r w:rsidRPr="00001F63">
        <w:rPr>
          <w:lang w:eastAsia="en-GB"/>
        </w:rPr>
        <w:t>to the first element care about changes at the end of the vector? This error is</w:t>
      </w:r>
      <w:r>
        <w:rPr>
          <w:lang w:eastAsia="en-GB"/>
        </w:rPr>
        <w:t xml:space="preserve"> </w:t>
      </w:r>
      <w:r w:rsidRPr="00001F63">
        <w:rPr>
          <w:lang w:eastAsia="en-GB"/>
        </w:rPr>
        <w:t>due to the way vectors work: because vectors put the values next to each other</w:t>
      </w:r>
      <w:r>
        <w:rPr>
          <w:lang w:eastAsia="en-GB"/>
        </w:rPr>
        <w:t xml:space="preserve"> </w:t>
      </w:r>
      <w:r w:rsidRPr="00001F63">
        <w:rPr>
          <w:lang w:eastAsia="en-GB"/>
        </w:rPr>
        <w:t>in memory, adding a new element onto the end of the vector might require</w:t>
      </w:r>
      <w:r>
        <w:rPr>
          <w:lang w:eastAsia="en-GB"/>
        </w:rPr>
        <w:t xml:space="preserve"> </w:t>
      </w:r>
      <w:r w:rsidRPr="00001F63">
        <w:rPr>
          <w:lang w:eastAsia="en-GB"/>
        </w:rPr>
        <w:t>allocating new memory and copying the old elements to the new space, if there</w:t>
      </w:r>
      <w:r>
        <w:rPr>
          <w:lang w:eastAsia="en-GB"/>
        </w:rPr>
        <w:t xml:space="preserve"> </w:t>
      </w:r>
      <w:r w:rsidRPr="00001F63">
        <w:rPr>
          <w:lang w:eastAsia="en-GB"/>
        </w:rPr>
        <w:t>isn’t enough room to put all the elements next to each other where the vector</w:t>
      </w:r>
      <w:r>
        <w:rPr>
          <w:lang w:eastAsia="en-GB"/>
        </w:rPr>
        <w:t xml:space="preserve"> </w:t>
      </w:r>
      <w:r w:rsidRPr="00001F63">
        <w:rPr>
          <w:lang w:eastAsia="en-GB"/>
        </w:rPr>
        <w:t>is currently stored. In that case, the reference to the first element would be</w:t>
      </w:r>
      <w:r>
        <w:rPr>
          <w:lang w:eastAsia="en-GB"/>
        </w:rPr>
        <w:t xml:space="preserve"> </w:t>
      </w:r>
      <w:r w:rsidRPr="00001F63">
        <w:rPr>
          <w:lang w:eastAsia="en-GB"/>
        </w:rPr>
        <w:t>pointing to deallocated memory. The borrowing rules prevent programs from</w:t>
      </w:r>
      <w:r>
        <w:rPr>
          <w:lang w:eastAsia="en-GB"/>
        </w:rPr>
        <w:t xml:space="preserve"> </w:t>
      </w:r>
      <w:r w:rsidRPr="00001F63">
        <w:rPr>
          <w:lang w:eastAsia="en-GB"/>
        </w:rPr>
        <w:t>ending up in that situation.</w:t>
      </w:r>
      <w:r w:rsidR="00EA4B3A">
        <w:fldChar w:fldCharType="begin"/>
      </w:r>
      <w:r w:rsidR="00EA4B3A">
        <w:instrText xml:space="preserve"> XE "indexing syntax endRange" </w:instrText>
      </w:r>
      <w:r w:rsidR="00EA4B3A">
        <w:fldChar w:fldCharType="end"/>
      </w:r>
      <w:r w:rsidR="00EA4B3A">
        <w:fldChar w:fldCharType="begin"/>
      </w:r>
      <w:r w:rsidR="00EA4B3A">
        <w:instrText xml:space="preserve"> XE "Vec&lt;T&gt; type:indexing into end</w:instrText>
      </w:r>
      <w:r w:rsidR="00EA4B3A" w:rsidRPr="00BE574B">
        <w:instrText>Range</w:instrText>
      </w:r>
      <w:r w:rsidR="00EA4B3A">
        <w:instrText xml:space="preserve">" </w:instrText>
      </w:r>
      <w:r w:rsidR="00EA4B3A">
        <w:fldChar w:fldCharType="end"/>
      </w:r>
      <w:r w:rsidR="00EA4B3A">
        <w:fldChar w:fldCharType="begin"/>
      </w:r>
      <w:r w:rsidR="00EA4B3A">
        <w:instrText xml:space="preserve"> XE "[] (square brackets):for element access end</w:instrText>
      </w:r>
      <w:r w:rsidR="00EA4B3A" w:rsidRPr="00BE574B">
        <w:instrText>Range</w:instrText>
      </w:r>
      <w:r w:rsidR="00EA4B3A">
        <w:instrText xml:space="preserve">" </w:instrText>
      </w:r>
      <w:r w:rsidR="00EA4B3A">
        <w:fldChar w:fldCharType="end"/>
      </w:r>
      <w:r w:rsidR="00EA4B3A">
        <w:fldChar w:fldCharType="begin"/>
      </w:r>
      <w:r w:rsidR="00EA4B3A">
        <w:instrText xml:space="preserve"> XE "square brackets ([]):for element access end</w:instrText>
      </w:r>
      <w:r w:rsidR="00EA4B3A" w:rsidRPr="00BE574B">
        <w:instrText>Range</w:instrText>
      </w:r>
      <w:r w:rsidR="00EA4B3A">
        <w:instrText xml:space="preserve">" </w:instrText>
      </w:r>
      <w:r w:rsidR="00EA4B3A">
        <w:fldChar w:fldCharType="end"/>
      </w:r>
      <w:r w:rsidR="00EA4B3A">
        <w:fldChar w:fldCharType="begin"/>
      </w:r>
      <w:r w:rsidR="00EA4B3A">
        <w:instrText xml:space="preserve"> XE "Vec&lt;T&gt; type:get method on end</w:instrText>
      </w:r>
      <w:r w:rsidR="00EA4B3A" w:rsidRPr="00BE574B">
        <w:instrText>Range</w:instrText>
      </w:r>
      <w:r w:rsidR="00EA4B3A">
        <w:instrText xml:space="preserve">" </w:instrText>
      </w:r>
      <w:r w:rsidR="00EA4B3A">
        <w:fldChar w:fldCharType="end"/>
      </w:r>
      <w:r w:rsidR="00EA4B3A">
        <w:fldChar w:fldCharType="begin"/>
      </w:r>
      <w:r w:rsidR="00EA4B3A">
        <w:instrText xml:space="preserve"> XE "get method:on Vec&lt;T&gt; end</w:instrText>
      </w:r>
      <w:r w:rsidR="00EA4B3A" w:rsidRPr="00BE574B">
        <w:instrText>Range</w:instrText>
      </w:r>
      <w:r w:rsidR="00EA4B3A">
        <w:instrText xml:space="preserve">" </w:instrText>
      </w:r>
      <w:r w:rsidR="00EA4B3A">
        <w:fldChar w:fldCharType="end"/>
      </w:r>
    </w:p>
    <w:p w14:paraId="170F65F8" w14:textId="701B0608" w:rsidR="00001F63" w:rsidRPr="00001F63" w:rsidRDefault="00001F63" w:rsidP="008D05B9">
      <w:pPr>
        <w:pStyle w:val="Note"/>
        <w:rPr>
          <w:lang w:eastAsia="en-GB"/>
        </w:rPr>
      </w:pPr>
      <w:r w:rsidRPr="008D05B9">
        <w:rPr>
          <w:rStyle w:val="NoteHead"/>
        </w:rPr>
        <w:t>Note</w:t>
      </w:r>
      <w:r w:rsidR="008D05B9" w:rsidRPr="008D05B9">
        <w:tab/>
      </w:r>
      <w:r w:rsidRPr="00001F63">
        <w:t xml:space="preserve">For more on the implementation details of the </w:t>
      </w:r>
      <w:r w:rsidRPr="00001F63">
        <w:rPr>
          <w:rStyle w:val="Literal"/>
        </w:rPr>
        <w:t>Vec&lt;T&gt;</w:t>
      </w:r>
      <w:r w:rsidRPr="00001F63">
        <w:t xml:space="preserve"> type, see “The</w:t>
      </w:r>
      <w:r>
        <w:t xml:space="preserve"> </w:t>
      </w:r>
      <w:r w:rsidRPr="00001F63">
        <w:t xml:space="preserve">Rustonomicon” at </w:t>
      </w:r>
      <w:hyperlink r:id="rId9" w:history="1">
        <w:r w:rsidRPr="00712911">
          <w:rPr>
            <w:rStyle w:val="LinkURL"/>
          </w:rPr>
          <w:t>https://doc.rust-lang.org/nomicon/vec/vec.html</w:t>
        </w:r>
      </w:hyperlink>
      <w:r w:rsidRPr="00001F63">
        <w:rPr>
          <w:lang w:eastAsia="en-GB"/>
        </w:rPr>
        <w:t>.</w:t>
      </w:r>
      <w:r w:rsidR="00787D1E">
        <w:fldChar w:fldCharType="begin"/>
      </w:r>
      <w:r w:rsidR="00787D1E">
        <w:instrText xml:space="preserve"> XE "Rustonomicon, The" </w:instrText>
      </w:r>
      <w:r w:rsidR="00787D1E">
        <w:fldChar w:fldCharType="end"/>
      </w:r>
    </w:p>
    <w:bookmarkStart w:id="9" w:name="iterating-over-the-values-in-a-vector"/>
    <w:bookmarkStart w:id="10" w:name="_Toc106363820"/>
    <w:bookmarkEnd w:id="9"/>
    <w:p w14:paraId="44C78AE6" w14:textId="6269279A" w:rsidR="00001F63" w:rsidRPr="00001F63" w:rsidRDefault="004D4D7C" w:rsidP="00001F63">
      <w:pPr>
        <w:pStyle w:val="HeadB"/>
        <w:rPr>
          <w:lang w:eastAsia="en-GB"/>
        </w:rPr>
      </w:pPr>
      <w:r>
        <w:fldChar w:fldCharType="begin"/>
      </w:r>
      <w:r>
        <w:instrText xml:space="preserve"> XE "Vec&lt;T&gt; type:iterating over </w:instrText>
      </w:r>
      <w:r w:rsidR="003865FC">
        <w:instrText>start</w:instrText>
      </w:r>
      <w:r w:rsidRPr="00BE574B">
        <w:instrText>Range</w:instrText>
      </w:r>
      <w:r>
        <w:instrText xml:space="preserve">" </w:instrText>
      </w:r>
      <w:r>
        <w:fldChar w:fldCharType="end"/>
      </w:r>
      <w:r w:rsidR="00001F63" w:rsidRPr="00001F63">
        <w:rPr>
          <w:lang w:eastAsia="en-GB"/>
        </w:rPr>
        <w:t xml:space="preserve">Iterating </w:t>
      </w:r>
      <w:r w:rsidR="005E7A9C">
        <w:rPr>
          <w:lang w:eastAsia="en-GB"/>
        </w:rPr>
        <w:t>O</w:t>
      </w:r>
      <w:r w:rsidR="00001F63" w:rsidRPr="00001F63">
        <w:rPr>
          <w:lang w:eastAsia="en-GB"/>
        </w:rPr>
        <w:t>ver the Values in a Vector</w:t>
      </w:r>
      <w:bookmarkEnd w:id="10"/>
    </w:p>
    <w:p w14:paraId="36286F0C" w14:textId="636F1A0D" w:rsidR="00001F63" w:rsidRPr="00001F63" w:rsidRDefault="00001F63" w:rsidP="00001F63">
      <w:pPr>
        <w:pStyle w:val="Body"/>
        <w:rPr>
          <w:lang w:eastAsia="en-GB"/>
        </w:rPr>
      </w:pPr>
      <w:r w:rsidRPr="00001F63">
        <w:t>To access each element in a vector in turn, we would iterate through all of the</w:t>
      </w:r>
      <w:r>
        <w:t xml:space="preserve"> </w:t>
      </w:r>
      <w:r w:rsidRPr="00001F63">
        <w:t>elements rather than use indices to access one at a time. Listing 8-7 shows how</w:t>
      </w:r>
      <w:r>
        <w:t xml:space="preserve"> </w:t>
      </w:r>
      <w:r w:rsidRPr="00001F63">
        <w:t xml:space="preserve">to use a </w:t>
      </w:r>
      <w:r w:rsidRPr="00001F63">
        <w:rPr>
          <w:rStyle w:val="Literal"/>
        </w:rPr>
        <w:t>for</w:t>
      </w:r>
      <w:r w:rsidRPr="00001F63">
        <w:t xml:space="preserve"> loop to get immutable references to each element in a vector of</w:t>
      </w:r>
      <w:r>
        <w:t xml:space="preserve"> </w:t>
      </w:r>
      <w:r w:rsidRPr="00001F63">
        <w:rPr>
          <w:rStyle w:val="Literal"/>
        </w:rPr>
        <w:t>i32</w:t>
      </w:r>
      <w:r w:rsidRPr="00001F63">
        <w:rPr>
          <w:lang w:eastAsia="en-GB"/>
        </w:rPr>
        <w:t xml:space="preserve"> values and print them.</w:t>
      </w:r>
    </w:p>
    <w:p w14:paraId="483902DD" w14:textId="77777777" w:rsidR="00001F63" w:rsidRPr="00001F63" w:rsidRDefault="00001F63" w:rsidP="00001F63">
      <w:pPr>
        <w:pStyle w:val="Code"/>
        <w:rPr>
          <w:lang w:eastAsia="en-GB"/>
        </w:rPr>
      </w:pPr>
      <w:r w:rsidRPr="00001F63">
        <w:rPr>
          <w:lang w:eastAsia="en-GB"/>
        </w:rPr>
        <w:t>let v = vec![100, 32, 57];</w:t>
      </w:r>
    </w:p>
    <w:p w14:paraId="4E2FBA84" w14:textId="77777777" w:rsidR="00001F63" w:rsidRPr="00001F63" w:rsidRDefault="00001F63" w:rsidP="00001F63">
      <w:pPr>
        <w:pStyle w:val="Code"/>
        <w:rPr>
          <w:lang w:eastAsia="en-GB"/>
        </w:rPr>
      </w:pPr>
      <w:r w:rsidRPr="00001F63">
        <w:rPr>
          <w:lang w:eastAsia="en-GB"/>
        </w:rPr>
        <w:t>for i in &amp;v {</w:t>
      </w:r>
    </w:p>
    <w:p w14:paraId="181338D1" w14:textId="7097FC51" w:rsidR="00001F63" w:rsidRPr="00001F63" w:rsidRDefault="00001F63" w:rsidP="00001F63">
      <w:pPr>
        <w:pStyle w:val="Code"/>
        <w:rPr>
          <w:lang w:eastAsia="en-GB"/>
        </w:rPr>
      </w:pPr>
      <w:r w:rsidRPr="00001F63">
        <w:rPr>
          <w:lang w:eastAsia="en-GB"/>
        </w:rPr>
        <w:t xml:space="preserve">    println!("{</w:t>
      </w:r>
      <w:r w:rsidR="00A22923">
        <w:rPr>
          <w:lang w:eastAsia="en-GB"/>
        </w:rPr>
        <w:t>i</w:t>
      </w:r>
      <w:r w:rsidRPr="00001F63">
        <w:rPr>
          <w:lang w:eastAsia="en-GB"/>
        </w:rPr>
        <w:t>}");</w:t>
      </w:r>
    </w:p>
    <w:p w14:paraId="34775BC1" w14:textId="77777777" w:rsidR="00001F63" w:rsidRPr="00001F63" w:rsidRDefault="00001F63" w:rsidP="00001F63">
      <w:pPr>
        <w:pStyle w:val="Code"/>
        <w:rPr>
          <w:lang w:eastAsia="en-GB"/>
        </w:rPr>
      </w:pPr>
      <w:r w:rsidRPr="00001F63">
        <w:rPr>
          <w:lang w:eastAsia="en-GB"/>
        </w:rPr>
        <w:t>}</w:t>
      </w:r>
    </w:p>
    <w:p w14:paraId="6207CCEF" w14:textId="34748B08" w:rsidR="00001F63" w:rsidRPr="00001F63" w:rsidRDefault="004A2D02" w:rsidP="004A2D02">
      <w:pPr>
        <w:pStyle w:val="CodeListingCaption"/>
        <w:rPr>
          <w:lang w:eastAsia="en-GB"/>
        </w:rPr>
      </w:pPr>
      <w:r>
        <w:lastRenderedPageBreak/>
        <w:t>P</w:t>
      </w:r>
      <w:r w:rsidR="00001F63" w:rsidRPr="00001F63">
        <w:t>rinting each element in a vector by iterating over the elements</w:t>
      </w:r>
      <w:r w:rsidR="00001F63">
        <w:t xml:space="preserve"> </w:t>
      </w:r>
      <w:r w:rsidR="00001F63" w:rsidRPr="00001F63">
        <w:t xml:space="preserve">using a </w:t>
      </w:r>
      <w:r w:rsidR="00001F63" w:rsidRPr="00001F63">
        <w:rPr>
          <w:rStyle w:val="Literal"/>
        </w:rPr>
        <w:t>for</w:t>
      </w:r>
      <w:r w:rsidR="00001F63" w:rsidRPr="00001F63">
        <w:rPr>
          <w:lang w:eastAsia="en-GB"/>
        </w:rPr>
        <w:t xml:space="preserve"> loop</w:t>
      </w:r>
    </w:p>
    <w:p w14:paraId="604DD426" w14:textId="2DC0B3CA" w:rsidR="00001F63" w:rsidRPr="00001F63" w:rsidRDefault="00001F63" w:rsidP="00001F63">
      <w:pPr>
        <w:pStyle w:val="Body"/>
        <w:rPr>
          <w:lang w:eastAsia="en-GB"/>
        </w:rPr>
      </w:pPr>
      <w:r w:rsidRPr="00001F63">
        <w:rPr>
          <w:lang w:eastAsia="en-GB"/>
        </w:rPr>
        <w:t>We can also iterate over mutable references to each element in a mutable vector</w:t>
      </w:r>
      <w:r>
        <w:rPr>
          <w:lang w:eastAsia="en-GB"/>
        </w:rPr>
        <w:t xml:space="preserve"> </w:t>
      </w:r>
      <w:r w:rsidRPr="00001F63">
        <w:rPr>
          <w:lang w:eastAsia="en-GB"/>
        </w:rPr>
        <w:t xml:space="preserve">in order to make changes to all the elements. The </w:t>
      </w:r>
      <w:r w:rsidRPr="00001F63">
        <w:rPr>
          <w:rStyle w:val="Literal"/>
        </w:rPr>
        <w:t>for</w:t>
      </w:r>
      <w:r w:rsidRPr="00001F63">
        <w:t xml:space="preserve"> loop in Listing 8-8</w:t>
      </w:r>
      <w:r>
        <w:t xml:space="preserve"> </w:t>
      </w:r>
      <w:r w:rsidRPr="00001F63">
        <w:t xml:space="preserve">will add </w:t>
      </w:r>
      <w:r w:rsidRPr="00001F63">
        <w:rPr>
          <w:rStyle w:val="Literal"/>
        </w:rPr>
        <w:t>50</w:t>
      </w:r>
      <w:r w:rsidRPr="00001F63">
        <w:rPr>
          <w:lang w:eastAsia="en-GB"/>
        </w:rPr>
        <w:t xml:space="preserve"> to each element.</w:t>
      </w:r>
    </w:p>
    <w:p w14:paraId="24D0A227" w14:textId="77777777" w:rsidR="00001F63" w:rsidRPr="00001F63" w:rsidRDefault="00001F63" w:rsidP="00001F63">
      <w:pPr>
        <w:pStyle w:val="Code"/>
        <w:rPr>
          <w:lang w:eastAsia="en-GB"/>
        </w:rPr>
      </w:pPr>
      <w:r w:rsidRPr="00001F63">
        <w:rPr>
          <w:lang w:eastAsia="en-GB"/>
        </w:rPr>
        <w:t>let mut v = vec![100, 32, 57];</w:t>
      </w:r>
    </w:p>
    <w:p w14:paraId="72E97EAB" w14:textId="77777777" w:rsidR="00001F63" w:rsidRPr="00001F63" w:rsidRDefault="00001F63" w:rsidP="00001F63">
      <w:pPr>
        <w:pStyle w:val="Code"/>
        <w:rPr>
          <w:lang w:eastAsia="en-GB"/>
        </w:rPr>
      </w:pPr>
      <w:r w:rsidRPr="00001F63">
        <w:rPr>
          <w:lang w:eastAsia="en-GB"/>
        </w:rPr>
        <w:t>for i in &amp;mut v {</w:t>
      </w:r>
    </w:p>
    <w:p w14:paraId="02AD516C" w14:textId="77777777" w:rsidR="00001F63" w:rsidRPr="00001F63" w:rsidRDefault="00001F63" w:rsidP="00001F63">
      <w:pPr>
        <w:pStyle w:val="Code"/>
        <w:rPr>
          <w:lang w:eastAsia="en-GB"/>
        </w:rPr>
      </w:pPr>
      <w:r w:rsidRPr="00001F63">
        <w:rPr>
          <w:lang w:eastAsia="en-GB"/>
        </w:rPr>
        <w:t xml:space="preserve">    *i += 50;</w:t>
      </w:r>
    </w:p>
    <w:p w14:paraId="4E1953E8" w14:textId="77777777" w:rsidR="00001F63" w:rsidRPr="00001F63" w:rsidRDefault="00001F63" w:rsidP="00001F63">
      <w:pPr>
        <w:pStyle w:val="Code"/>
        <w:rPr>
          <w:lang w:eastAsia="en-GB"/>
        </w:rPr>
      </w:pPr>
      <w:r w:rsidRPr="00001F63">
        <w:rPr>
          <w:lang w:eastAsia="en-GB"/>
        </w:rPr>
        <w:t>}</w:t>
      </w:r>
    </w:p>
    <w:p w14:paraId="3CB4C38D" w14:textId="5516F708" w:rsidR="00001F63" w:rsidRPr="00001F63" w:rsidRDefault="00001F63" w:rsidP="004A2D02">
      <w:pPr>
        <w:pStyle w:val="CodeListingCaption"/>
        <w:rPr>
          <w:lang w:eastAsia="en-GB"/>
        </w:rPr>
      </w:pPr>
      <w:r w:rsidRPr="00001F63">
        <w:rPr>
          <w:lang w:eastAsia="en-GB"/>
        </w:rPr>
        <w:t>Iterating over mutable references to elements in a vector</w:t>
      </w:r>
    </w:p>
    <w:p w14:paraId="7DBEC1A6" w14:textId="08807BD0" w:rsidR="00001F63" w:rsidRPr="00001F63" w:rsidRDefault="00001F63" w:rsidP="00001F63">
      <w:pPr>
        <w:pStyle w:val="Body"/>
        <w:rPr>
          <w:lang w:eastAsia="en-GB"/>
        </w:rPr>
      </w:pPr>
      <w:r w:rsidRPr="00001F63">
        <w:t>To change the value that the mutable reference refers to, we have to use the</w:t>
      </w:r>
      <w:r>
        <w:t xml:space="preserve"> </w:t>
      </w:r>
      <w:r w:rsidRPr="00001F63">
        <w:rPr>
          <w:rStyle w:val="Literal"/>
        </w:rPr>
        <w:t>*</w:t>
      </w:r>
      <w:r w:rsidRPr="00001F63">
        <w:t xml:space="preserve"> dereference operator to get to the value in </w:t>
      </w:r>
      <w:r w:rsidRPr="00001F63">
        <w:rPr>
          <w:rStyle w:val="Literal"/>
        </w:rPr>
        <w:t>i</w:t>
      </w:r>
      <w:r w:rsidRPr="00001F63">
        <w:t xml:space="preserve"> before we can use the</w:t>
      </w:r>
      <w:r>
        <w:t xml:space="preserve"> </w:t>
      </w:r>
      <w:r w:rsidRPr="00001F63">
        <w:rPr>
          <w:rStyle w:val="Literal"/>
        </w:rPr>
        <w:t>+=</w:t>
      </w:r>
      <w:r w:rsidRPr="00001F63">
        <w:rPr>
          <w:lang w:eastAsia="en-GB"/>
        </w:rPr>
        <w:t xml:space="preserve"> operator. We’ll talk more about the dereference operator in </w:t>
      </w:r>
      <w:r w:rsidRPr="007E2EE5">
        <w:rPr>
          <w:rStyle w:val="Xref"/>
        </w:rPr>
        <w:t>“Following the Pointer to the Value”</w:t>
      </w:r>
      <w:r>
        <w:rPr>
          <w:lang w:eastAsia="en-GB"/>
        </w:rPr>
        <w:t xml:space="preserve"> </w:t>
      </w:r>
      <w:r w:rsidR="005E7A9C">
        <w:rPr>
          <w:lang w:eastAsia="en-GB"/>
        </w:rPr>
        <w:t>on</w:t>
      </w:r>
      <w:r w:rsidR="004A2D02">
        <w:rPr>
          <w:lang w:eastAsia="en-GB"/>
        </w:rPr>
        <w:t xml:space="preserve"> </w:t>
      </w:r>
      <w:r w:rsidR="005E7A9C">
        <w:rPr>
          <w:rStyle w:val="Xref"/>
        </w:rPr>
        <w:t>page XX</w:t>
      </w:r>
      <w:r w:rsidRPr="00001F63">
        <w:rPr>
          <w:lang w:eastAsia="en-GB"/>
        </w:rPr>
        <w:t>.</w:t>
      </w:r>
    </w:p>
    <w:p w14:paraId="1A17FDCF" w14:textId="68B5420C" w:rsidR="00001F63" w:rsidRPr="00001F63" w:rsidRDefault="00001F63" w:rsidP="00001F63">
      <w:pPr>
        <w:pStyle w:val="Body"/>
        <w:rPr>
          <w:lang w:eastAsia="en-GB"/>
        </w:rPr>
      </w:pPr>
      <w:r w:rsidRPr="00001F63">
        <w:rPr>
          <w:lang w:eastAsia="en-GB"/>
        </w:rPr>
        <w:t>Iterating over a vector, whether immutably or mutably, is safe because of the</w:t>
      </w:r>
      <w:r>
        <w:rPr>
          <w:lang w:eastAsia="en-GB"/>
        </w:rPr>
        <w:t xml:space="preserve"> </w:t>
      </w:r>
      <w:r w:rsidRPr="00001F63">
        <w:rPr>
          <w:lang w:eastAsia="en-GB"/>
        </w:rPr>
        <w:t xml:space="preserve">borrow checker’s rules. If we attempted to insert or remove items in the </w:t>
      </w:r>
      <w:r w:rsidRPr="00001F63">
        <w:rPr>
          <w:rStyle w:val="Literal"/>
        </w:rPr>
        <w:t>for</w:t>
      </w:r>
      <w:r>
        <w:t xml:space="preserve"> </w:t>
      </w:r>
      <w:r w:rsidRPr="00001F63">
        <w:t>loop bodies in Listing 8-7 and Listing 8-8, we would get a compiler error</w:t>
      </w:r>
      <w:r>
        <w:t xml:space="preserve"> </w:t>
      </w:r>
      <w:r w:rsidRPr="00001F63">
        <w:t>similar to the one we got with the code in Listing 8-6. The reference to the</w:t>
      </w:r>
      <w:r>
        <w:t xml:space="preserve"> </w:t>
      </w:r>
      <w:r w:rsidRPr="00001F63">
        <w:t xml:space="preserve">vector that the </w:t>
      </w:r>
      <w:r w:rsidRPr="00001F63">
        <w:rPr>
          <w:rStyle w:val="Literal"/>
        </w:rPr>
        <w:t>for</w:t>
      </w:r>
      <w:r w:rsidRPr="00001F63">
        <w:rPr>
          <w:lang w:eastAsia="en-GB"/>
        </w:rPr>
        <w:t xml:space="preserve"> loop holds prevents simultaneous modification of the</w:t>
      </w:r>
      <w:r>
        <w:rPr>
          <w:lang w:eastAsia="en-GB"/>
        </w:rPr>
        <w:t xml:space="preserve"> </w:t>
      </w:r>
      <w:r w:rsidRPr="00001F63">
        <w:rPr>
          <w:lang w:eastAsia="en-GB"/>
        </w:rPr>
        <w:t>whole vector.</w:t>
      </w:r>
      <w:r w:rsidR="003156AC">
        <w:fldChar w:fldCharType="begin"/>
      </w:r>
      <w:r w:rsidR="003156AC">
        <w:instrText xml:space="preserve"> XE "Vec&lt;T&gt; type:iterating over end</w:instrText>
      </w:r>
      <w:r w:rsidR="003156AC" w:rsidRPr="00BE574B">
        <w:instrText>Range</w:instrText>
      </w:r>
      <w:r w:rsidR="003156AC">
        <w:instrText xml:space="preserve">" </w:instrText>
      </w:r>
      <w:r w:rsidR="003156AC">
        <w:fldChar w:fldCharType="end"/>
      </w:r>
    </w:p>
    <w:bookmarkStart w:id="11" w:name="using-an-enum-to-store-multiple-types"/>
    <w:bookmarkStart w:id="12" w:name="_Toc106363821"/>
    <w:bookmarkEnd w:id="11"/>
    <w:p w14:paraId="6FEE1960" w14:textId="64472D7D" w:rsidR="00001F63" w:rsidRPr="00001F63" w:rsidRDefault="00427CD6" w:rsidP="00001F63">
      <w:pPr>
        <w:pStyle w:val="HeadB"/>
        <w:rPr>
          <w:lang w:eastAsia="en-GB"/>
        </w:rPr>
      </w:pPr>
      <w:r>
        <w:fldChar w:fldCharType="begin"/>
      </w:r>
      <w:r>
        <w:instrText xml:space="preserve"> XE "Vec&lt;T&gt; type:storing multiple types in start</w:instrText>
      </w:r>
      <w:r w:rsidRPr="00BE574B">
        <w:instrText>Range</w:instrText>
      </w:r>
      <w:r>
        <w:instrText xml:space="preserve">" </w:instrText>
      </w:r>
      <w:r>
        <w:fldChar w:fldCharType="end"/>
      </w:r>
      <w:r w:rsidR="00001F63" w:rsidRPr="00001F63">
        <w:rPr>
          <w:lang w:eastAsia="en-GB"/>
        </w:rPr>
        <w:t>Using an Enum to Store Multiple Types</w:t>
      </w:r>
      <w:bookmarkEnd w:id="12"/>
    </w:p>
    <w:p w14:paraId="1C5069D8" w14:textId="7F38A89F" w:rsidR="00001F63" w:rsidRPr="00001F63" w:rsidRDefault="00001F63" w:rsidP="00001F63">
      <w:pPr>
        <w:pStyle w:val="Body"/>
        <w:rPr>
          <w:lang w:eastAsia="en-GB"/>
        </w:rPr>
      </w:pPr>
      <w:r w:rsidRPr="00001F63">
        <w:rPr>
          <w:lang w:eastAsia="en-GB"/>
        </w:rPr>
        <w:t xml:space="preserve">Vectors can only store values that are </w:t>
      </w:r>
      <w:r w:rsidR="00E7227E">
        <w:rPr>
          <w:lang w:eastAsia="en-GB"/>
        </w:rPr>
        <w:t xml:space="preserve">of </w:t>
      </w:r>
      <w:r w:rsidRPr="00001F63">
        <w:rPr>
          <w:lang w:eastAsia="en-GB"/>
        </w:rPr>
        <w:t>the same type. This can be inconvenient;</w:t>
      </w:r>
      <w:r>
        <w:rPr>
          <w:lang w:eastAsia="en-GB"/>
        </w:rPr>
        <w:t xml:space="preserve"> </w:t>
      </w:r>
      <w:r w:rsidRPr="00001F63">
        <w:rPr>
          <w:lang w:eastAsia="en-GB"/>
        </w:rPr>
        <w:t>there are definitely use cases for needing to store a list of items of</w:t>
      </w:r>
      <w:r>
        <w:rPr>
          <w:lang w:eastAsia="en-GB"/>
        </w:rPr>
        <w:t xml:space="preserve"> </w:t>
      </w:r>
      <w:r w:rsidRPr="00001F63">
        <w:rPr>
          <w:lang w:eastAsia="en-GB"/>
        </w:rPr>
        <w:t>different types. Fortunately, the variants of an enum are defined under the</w:t>
      </w:r>
      <w:r>
        <w:rPr>
          <w:lang w:eastAsia="en-GB"/>
        </w:rPr>
        <w:t xml:space="preserve"> </w:t>
      </w:r>
      <w:r w:rsidRPr="00001F63">
        <w:rPr>
          <w:lang w:eastAsia="en-GB"/>
        </w:rPr>
        <w:t>same enum type, so when we need one type to represent elements of different</w:t>
      </w:r>
      <w:r>
        <w:rPr>
          <w:lang w:eastAsia="en-GB"/>
        </w:rPr>
        <w:t xml:space="preserve"> </w:t>
      </w:r>
      <w:r w:rsidRPr="00001F63">
        <w:rPr>
          <w:lang w:eastAsia="en-GB"/>
        </w:rPr>
        <w:t>types, we can define and use an enum!</w:t>
      </w:r>
    </w:p>
    <w:p w14:paraId="53F94195" w14:textId="71457116" w:rsidR="00001F63" w:rsidRPr="00001F63" w:rsidRDefault="00001F63" w:rsidP="00001F63">
      <w:pPr>
        <w:pStyle w:val="Body"/>
        <w:rPr>
          <w:lang w:eastAsia="en-GB"/>
        </w:rPr>
      </w:pPr>
      <w:r w:rsidRPr="00001F63">
        <w:rPr>
          <w:lang w:eastAsia="en-GB"/>
        </w:rPr>
        <w:t>For example, say we want to get values from a row in a spreadsheet in which</w:t>
      </w:r>
      <w:r>
        <w:rPr>
          <w:lang w:eastAsia="en-GB"/>
        </w:rPr>
        <w:t xml:space="preserve"> </w:t>
      </w:r>
      <w:r w:rsidRPr="00001F63">
        <w:rPr>
          <w:lang w:eastAsia="en-GB"/>
        </w:rPr>
        <w:t>some of the columns in the row contain integers, some floating-point numbers,</w:t>
      </w:r>
      <w:r>
        <w:rPr>
          <w:lang w:eastAsia="en-GB"/>
        </w:rPr>
        <w:t xml:space="preserve"> </w:t>
      </w:r>
      <w:r w:rsidRPr="00001F63">
        <w:rPr>
          <w:lang w:eastAsia="en-GB"/>
        </w:rPr>
        <w:t>and some strings. We can define an enum whose variants will hold the different</w:t>
      </w:r>
      <w:r>
        <w:rPr>
          <w:lang w:eastAsia="en-GB"/>
        </w:rPr>
        <w:t xml:space="preserve"> </w:t>
      </w:r>
      <w:r w:rsidRPr="00001F63">
        <w:rPr>
          <w:lang w:eastAsia="en-GB"/>
        </w:rPr>
        <w:t>value types, and all the enum variants will be considered the same type: that</w:t>
      </w:r>
      <w:r>
        <w:rPr>
          <w:lang w:eastAsia="en-GB"/>
        </w:rPr>
        <w:t xml:space="preserve"> </w:t>
      </w:r>
      <w:r w:rsidRPr="00001F63">
        <w:rPr>
          <w:lang w:eastAsia="en-GB"/>
        </w:rPr>
        <w:t>of the enum. Then we can create a vector to hold that enum and so, ultimately,</w:t>
      </w:r>
      <w:r>
        <w:rPr>
          <w:lang w:eastAsia="en-GB"/>
        </w:rPr>
        <w:t xml:space="preserve"> </w:t>
      </w:r>
      <w:r w:rsidRPr="00001F63">
        <w:rPr>
          <w:lang w:eastAsia="en-GB"/>
        </w:rPr>
        <w:t>holds different types. We’ve demonstrated this in Listing 8-9.</w:t>
      </w:r>
    </w:p>
    <w:p w14:paraId="1C55E139" w14:textId="77777777" w:rsidR="00001F63" w:rsidRPr="00001F63" w:rsidRDefault="00001F63" w:rsidP="00001F63">
      <w:pPr>
        <w:pStyle w:val="Code"/>
        <w:rPr>
          <w:lang w:eastAsia="en-GB"/>
        </w:rPr>
      </w:pPr>
      <w:r w:rsidRPr="00001F63">
        <w:rPr>
          <w:lang w:eastAsia="en-GB"/>
        </w:rPr>
        <w:t>enum SpreadsheetCell {</w:t>
      </w:r>
    </w:p>
    <w:p w14:paraId="25AE175C" w14:textId="77777777" w:rsidR="00001F63" w:rsidRPr="00001F63" w:rsidRDefault="00001F63" w:rsidP="00001F63">
      <w:pPr>
        <w:pStyle w:val="Code"/>
        <w:rPr>
          <w:lang w:eastAsia="en-GB"/>
        </w:rPr>
      </w:pPr>
      <w:r w:rsidRPr="00001F63">
        <w:rPr>
          <w:lang w:eastAsia="en-GB"/>
        </w:rPr>
        <w:t xml:space="preserve">    Int(i32),</w:t>
      </w:r>
    </w:p>
    <w:p w14:paraId="22C2DB1F" w14:textId="77777777" w:rsidR="00001F63" w:rsidRPr="00001F63" w:rsidRDefault="00001F63" w:rsidP="00001F63">
      <w:pPr>
        <w:pStyle w:val="Code"/>
        <w:rPr>
          <w:lang w:eastAsia="en-GB"/>
        </w:rPr>
      </w:pPr>
      <w:r w:rsidRPr="00001F63">
        <w:rPr>
          <w:lang w:eastAsia="en-GB"/>
        </w:rPr>
        <w:t xml:space="preserve">    Float(f64),</w:t>
      </w:r>
    </w:p>
    <w:p w14:paraId="285CFEAB" w14:textId="77777777" w:rsidR="00001F63" w:rsidRPr="00001F63" w:rsidRDefault="00001F63" w:rsidP="00001F63">
      <w:pPr>
        <w:pStyle w:val="Code"/>
        <w:rPr>
          <w:lang w:eastAsia="en-GB"/>
        </w:rPr>
      </w:pPr>
      <w:r w:rsidRPr="00001F63">
        <w:rPr>
          <w:lang w:eastAsia="en-GB"/>
        </w:rPr>
        <w:t xml:space="preserve">    Text(String),</w:t>
      </w:r>
    </w:p>
    <w:p w14:paraId="12A2A7C3" w14:textId="77777777" w:rsidR="00001F63" w:rsidRPr="00001F63" w:rsidRDefault="00001F63" w:rsidP="00001F63">
      <w:pPr>
        <w:pStyle w:val="Code"/>
        <w:rPr>
          <w:lang w:eastAsia="en-GB"/>
        </w:rPr>
      </w:pPr>
      <w:r w:rsidRPr="00001F63">
        <w:rPr>
          <w:lang w:eastAsia="en-GB"/>
        </w:rPr>
        <w:t>}</w:t>
      </w:r>
    </w:p>
    <w:p w14:paraId="050A9BD1" w14:textId="77777777" w:rsidR="00001F63" w:rsidRPr="00001F63" w:rsidRDefault="00001F63" w:rsidP="00001F63">
      <w:pPr>
        <w:pStyle w:val="Code"/>
        <w:rPr>
          <w:lang w:eastAsia="en-GB"/>
        </w:rPr>
      </w:pPr>
    </w:p>
    <w:p w14:paraId="03084858" w14:textId="77777777" w:rsidR="00001F63" w:rsidRPr="00001F63" w:rsidRDefault="00001F63" w:rsidP="00001F63">
      <w:pPr>
        <w:pStyle w:val="Code"/>
        <w:rPr>
          <w:lang w:eastAsia="en-GB"/>
        </w:rPr>
      </w:pPr>
      <w:r w:rsidRPr="00001F63">
        <w:rPr>
          <w:lang w:eastAsia="en-GB"/>
        </w:rPr>
        <w:t>let row = vec![</w:t>
      </w:r>
    </w:p>
    <w:p w14:paraId="6FCBF9E9" w14:textId="77777777" w:rsidR="00001F63" w:rsidRPr="00001F63" w:rsidRDefault="00001F63" w:rsidP="00001F63">
      <w:pPr>
        <w:pStyle w:val="Code"/>
        <w:rPr>
          <w:lang w:eastAsia="en-GB"/>
        </w:rPr>
      </w:pPr>
      <w:r w:rsidRPr="00001F63">
        <w:rPr>
          <w:lang w:eastAsia="en-GB"/>
        </w:rPr>
        <w:t xml:space="preserve">    SpreadsheetCell::Int(3),</w:t>
      </w:r>
    </w:p>
    <w:p w14:paraId="7F3F4459" w14:textId="77777777" w:rsidR="00001F63" w:rsidRPr="00001F63" w:rsidRDefault="00001F63" w:rsidP="00001F63">
      <w:pPr>
        <w:pStyle w:val="Code"/>
        <w:rPr>
          <w:lang w:eastAsia="en-GB"/>
        </w:rPr>
      </w:pPr>
      <w:r w:rsidRPr="00001F63">
        <w:rPr>
          <w:lang w:eastAsia="en-GB"/>
        </w:rPr>
        <w:t xml:space="preserve">    SpreadsheetCell::Text(String::from("blue")),</w:t>
      </w:r>
    </w:p>
    <w:p w14:paraId="392E000C" w14:textId="77777777" w:rsidR="00001F63" w:rsidRPr="00001F63" w:rsidRDefault="00001F63" w:rsidP="00001F63">
      <w:pPr>
        <w:pStyle w:val="Code"/>
        <w:rPr>
          <w:lang w:eastAsia="en-GB"/>
        </w:rPr>
      </w:pPr>
      <w:r w:rsidRPr="00001F63">
        <w:rPr>
          <w:lang w:eastAsia="en-GB"/>
        </w:rPr>
        <w:t xml:space="preserve">    SpreadsheetCell::Float(10.12),</w:t>
      </w:r>
    </w:p>
    <w:p w14:paraId="34C48D9F" w14:textId="77777777" w:rsidR="00001F63" w:rsidRPr="00001F63" w:rsidRDefault="00001F63" w:rsidP="00001F63">
      <w:pPr>
        <w:pStyle w:val="Code"/>
        <w:rPr>
          <w:lang w:eastAsia="en-GB"/>
        </w:rPr>
      </w:pPr>
      <w:r w:rsidRPr="00001F63">
        <w:rPr>
          <w:lang w:eastAsia="en-GB"/>
        </w:rPr>
        <w:t>];</w:t>
      </w:r>
    </w:p>
    <w:p w14:paraId="7379EE9E" w14:textId="713CCE83" w:rsidR="00001F63" w:rsidRPr="00001F63" w:rsidRDefault="00001F63" w:rsidP="004A2D02">
      <w:pPr>
        <w:pStyle w:val="CodeListingCaption"/>
        <w:rPr>
          <w:lang w:eastAsia="en-GB"/>
        </w:rPr>
      </w:pPr>
      <w:r w:rsidRPr="00001F63">
        <w:lastRenderedPageBreak/>
        <w:t xml:space="preserve">Defining an </w:t>
      </w:r>
      <w:r w:rsidRPr="00001F63">
        <w:rPr>
          <w:rStyle w:val="Literal"/>
        </w:rPr>
        <w:t>enum</w:t>
      </w:r>
      <w:r w:rsidRPr="00001F63">
        <w:rPr>
          <w:lang w:eastAsia="en-GB"/>
        </w:rPr>
        <w:t xml:space="preserve"> to store values of different types in one</w:t>
      </w:r>
      <w:r>
        <w:rPr>
          <w:lang w:eastAsia="en-GB"/>
        </w:rPr>
        <w:t xml:space="preserve"> </w:t>
      </w:r>
      <w:r w:rsidRPr="00001F63">
        <w:rPr>
          <w:lang w:eastAsia="en-GB"/>
        </w:rPr>
        <w:t>vector</w:t>
      </w:r>
    </w:p>
    <w:p w14:paraId="27C405C8" w14:textId="03758532" w:rsidR="00001F63" w:rsidRPr="00001F63" w:rsidRDefault="00001F63" w:rsidP="00001F63">
      <w:pPr>
        <w:pStyle w:val="Body"/>
        <w:rPr>
          <w:lang w:eastAsia="en-GB"/>
        </w:rPr>
      </w:pPr>
      <w:r w:rsidRPr="00001F63">
        <w:rPr>
          <w:lang w:eastAsia="en-GB"/>
        </w:rPr>
        <w:t>Rust needs to know what types will be in the vector at compile time so it knows</w:t>
      </w:r>
      <w:r>
        <w:rPr>
          <w:lang w:eastAsia="en-GB"/>
        </w:rPr>
        <w:t xml:space="preserve"> </w:t>
      </w:r>
      <w:r w:rsidRPr="00001F63">
        <w:rPr>
          <w:lang w:eastAsia="en-GB"/>
        </w:rPr>
        <w:t>exactly how much memory on the heap will be needed to store each element. We</w:t>
      </w:r>
      <w:r>
        <w:rPr>
          <w:lang w:eastAsia="en-GB"/>
        </w:rPr>
        <w:t xml:space="preserve"> </w:t>
      </w:r>
      <w:r w:rsidRPr="00001F63">
        <w:rPr>
          <w:lang w:eastAsia="en-GB"/>
        </w:rPr>
        <w:t>must also be explicit about what types are allowed in this vector. If Rust</w:t>
      </w:r>
      <w:r>
        <w:rPr>
          <w:lang w:eastAsia="en-GB"/>
        </w:rPr>
        <w:t xml:space="preserve"> </w:t>
      </w:r>
      <w:r w:rsidRPr="00001F63">
        <w:rPr>
          <w:lang w:eastAsia="en-GB"/>
        </w:rPr>
        <w:t>allowed a vector to hold any type, there would be a chance that one or more of</w:t>
      </w:r>
      <w:r>
        <w:rPr>
          <w:lang w:eastAsia="en-GB"/>
        </w:rPr>
        <w:t xml:space="preserve"> </w:t>
      </w:r>
      <w:r w:rsidRPr="00001F63">
        <w:rPr>
          <w:lang w:eastAsia="en-GB"/>
        </w:rPr>
        <w:t>the types would cause errors with the operations performed on the elements of</w:t>
      </w:r>
      <w:r>
        <w:rPr>
          <w:lang w:eastAsia="en-GB"/>
        </w:rPr>
        <w:t xml:space="preserve"> </w:t>
      </w:r>
      <w:r w:rsidRPr="00001F63">
        <w:rPr>
          <w:lang w:eastAsia="en-GB"/>
        </w:rPr>
        <w:t xml:space="preserve">the vector. Using an enum plus a </w:t>
      </w:r>
      <w:r w:rsidRPr="00001F63">
        <w:rPr>
          <w:rStyle w:val="Literal"/>
        </w:rPr>
        <w:t>match</w:t>
      </w:r>
      <w:r w:rsidRPr="00001F63">
        <w:rPr>
          <w:lang w:eastAsia="en-GB"/>
        </w:rPr>
        <w:t xml:space="preserve"> expression means that Rust will ensure</w:t>
      </w:r>
      <w:r>
        <w:rPr>
          <w:lang w:eastAsia="en-GB"/>
        </w:rPr>
        <w:t xml:space="preserve"> </w:t>
      </w:r>
      <w:r w:rsidRPr="00001F63">
        <w:rPr>
          <w:lang w:eastAsia="en-GB"/>
        </w:rPr>
        <w:t>at compile time that every possible case is handled, as discussed in</w:t>
      </w:r>
      <w:r w:rsidR="004A2D02">
        <w:rPr>
          <w:lang w:eastAsia="en-GB"/>
        </w:rPr>
        <w:t xml:space="preserve"> </w:t>
      </w:r>
      <w:r w:rsidR="004A2D02" w:rsidRPr="00192FAA">
        <w:rPr>
          <w:rStyle w:val="Xref"/>
        </w:rPr>
        <w:t>Chapter</w:t>
      </w:r>
      <w:r w:rsidRPr="00192FAA">
        <w:rPr>
          <w:rStyle w:val="Xref"/>
        </w:rPr>
        <w:t xml:space="preserve"> 6</w:t>
      </w:r>
      <w:r w:rsidRPr="00001F63">
        <w:rPr>
          <w:lang w:eastAsia="en-GB"/>
        </w:rPr>
        <w:t>.</w:t>
      </w:r>
    </w:p>
    <w:p w14:paraId="261E902A" w14:textId="1B3B9A7F" w:rsidR="00001F63" w:rsidRPr="00001F63" w:rsidRDefault="00001F63" w:rsidP="00001F63">
      <w:pPr>
        <w:pStyle w:val="Body"/>
        <w:rPr>
          <w:lang w:eastAsia="en-GB"/>
        </w:rPr>
      </w:pPr>
      <w:r w:rsidRPr="00001F63">
        <w:rPr>
          <w:lang w:eastAsia="en-GB"/>
        </w:rPr>
        <w:t>If you don’t know the exhaustive set of types a program will get at runtime to</w:t>
      </w:r>
      <w:r>
        <w:rPr>
          <w:lang w:eastAsia="en-GB"/>
        </w:rPr>
        <w:t xml:space="preserve"> </w:t>
      </w:r>
      <w:r w:rsidRPr="00001F63">
        <w:rPr>
          <w:lang w:eastAsia="en-GB"/>
        </w:rPr>
        <w:t>store in a vector, the enum technique won’t work. Instead, you can use a trait</w:t>
      </w:r>
      <w:r>
        <w:rPr>
          <w:lang w:eastAsia="en-GB"/>
        </w:rPr>
        <w:t xml:space="preserve"> </w:t>
      </w:r>
      <w:r w:rsidRPr="00001F63">
        <w:rPr>
          <w:lang w:eastAsia="en-GB"/>
        </w:rPr>
        <w:t>object, which we’ll cover in</w:t>
      </w:r>
      <w:r w:rsidR="004A2D02">
        <w:rPr>
          <w:lang w:eastAsia="en-GB"/>
        </w:rPr>
        <w:t xml:space="preserve"> </w:t>
      </w:r>
      <w:r w:rsidR="004A2D02" w:rsidRPr="00192FAA">
        <w:rPr>
          <w:rStyle w:val="Xref"/>
        </w:rPr>
        <w:t>Chapter</w:t>
      </w:r>
      <w:r w:rsidRPr="00192FAA">
        <w:rPr>
          <w:rStyle w:val="Xref"/>
        </w:rPr>
        <w:t xml:space="preserve"> 17</w:t>
      </w:r>
      <w:r w:rsidRPr="00001F63">
        <w:rPr>
          <w:lang w:eastAsia="en-GB"/>
        </w:rPr>
        <w:t>.</w:t>
      </w:r>
      <w:r w:rsidR="00427CD6">
        <w:fldChar w:fldCharType="begin"/>
      </w:r>
      <w:r w:rsidR="00427CD6">
        <w:instrText xml:space="preserve"> XE "Vec&lt;T&gt; type:storing multiple types in end</w:instrText>
      </w:r>
      <w:r w:rsidR="00427CD6" w:rsidRPr="00BE574B">
        <w:instrText>Range</w:instrText>
      </w:r>
      <w:r w:rsidR="00427CD6">
        <w:instrText xml:space="preserve">" </w:instrText>
      </w:r>
      <w:r w:rsidR="00427CD6">
        <w:fldChar w:fldCharType="end"/>
      </w:r>
    </w:p>
    <w:p w14:paraId="7D8D722C" w14:textId="3FC7DBFF" w:rsidR="00001F63" w:rsidRPr="00001F63" w:rsidRDefault="00001F63" w:rsidP="00001F63">
      <w:pPr>
        <w:pStyle w:val="Body"/>
        <w:rPr>
          <w:lang w:eastAsia="en-GB"/>
        </w:rPr>
      </w:pPr>
      <w:r w:rsidRPr="00001F63">
        <w:t>Now that we’ve discussed some of the most common ways to use vectors, be sure</w:t>
      </w:r>
      <w:r>
        <w:t xml:space="preserve"> </w:t>
      </w:r>
      <w:r w:rsidRPr="00001F63">
        <w:t xml:space="preserve">to review the API documentation for all </w:t>
      </w:r>
      <w:r w:rsidR="00D01317">
        <w:t xml:space="preserve">of </w:t>
      </w:r>
      <w:r w:rsidRPr="00001F63">
        <w:t>the many useful methods defined on</w:t>
      </w:r>
      <w:r>
        <w:t xml:space="preserve"> </w:t>
      </w:r>
      <w:r w:rsidRPr="00001F63">
        <w:rPr>
          <w:rStyle w:val="Literal"/>
        </w:rPr>
        <w:t>Vec&lt;T&gt;</w:t>
      </w:r>
      <w:r w:rsidRPr="00001F63">
        <w:t xml:space="preserve"> by the standard library. For example, in addition to </w:t>
      </w:r>
      <w:r w:rsidRPr="00001F63">
        <w:rPr>
          <w:rStyle w:val="Literal"/>
        </w:rPr>
        <w:t>push</w:t>
      </w:r>
      <w:r w:rsidRPr="00001F63">
        <w:t xml:space="preserve">, a </w:t>
      </w:r>
      <w:r w:rsidRPr="00001F63">
        <w:rPr>
          <w:rStyle w:val="Literal"/>
        </w:rPr>
        <w:t>pop</w:t>
      </w:r>
      <w:r>
        <w:rPr>
          <w:lang w:eastAsia="en-GB"/>
        </w:rPr>
        <w:t xml:space="preserve"> </w:t>
      </w:r>
      <w:r w:rsidRPr="00001F63">
        <w:rPr>
          <w:lang w:eastAsia="en-GB"/>
        </w:rPr>
        <w:t>method removes and returns the last element.</w:t>
      </w:r>
    </w:p>
    <w:p w14:paraId="3661F6CC" w14:textId="77777777" w:rsidR="00001F63" w:rsidRPr="00001F63" w:rsidRDefault="00001F63" w:rsidP="00001F63">
      <w:pPr>
        <w:pStyle w:val="HeadB"/>
        <w:rPr>
          <w:lang w:eastAsia="en-GB"/>
        </w:rPr>
      </w:pPr>
      <w:bookmarkStart w:id="13" w:name="dropping-a-vector-drops-its-elements"/>
      <w:bookmarkStart w:id="14" w:name="_Toc106363822"/>
      <w:bookmarkEnd w:id="13"/>
      <w:r w:rsidRPr="00001F63">
        <w:rPr>
          <w:lang w:eastAsia="en-GB"/>
        </w:rPr>
        <w:t>Dropping a Vector Drops Its Elements</w:t>
      </w:r>
      <w:bookmarkEnd w:id="14"/>
    </w:p>
    <w:p w14:paraId="6745D0D7" w14:textId="5970223B" w:rsidR="00001F63" w:rsidRPr="00001F63" w:rsidRDefault="00001F63" w:rsidP="00001F63">
      <w:pPr>
        <w:pStyle w:val="Body"/>
        <w:rPr>
          <w:lang w:eastAsia="en-GB"/>
        </w:rPr>
      </w:pPr>
      <w:r w:rsidRPr="00001F63">
        <w:t xml:space="preserve">Like any other </w:t>
      </w:r>
      <w:r w:rsidRPr="00001F63">
        <w:rPr>
          <w:rStyle w:val="Literal"/>
        </w:rPr>
        <w:t>struct</w:t>
      </w:r>
      <w:r w:rsidRPr="00001F63">
        <w:rPr>
          <w:lang w:eastAsia="en-GB"/>
        </w:rPr>
        <w:t>, a vector is freed when it goes out of scope, as</w:t>
      </w:r>
      <w:r>
        <w:rPr>
          <w:lang w:eastAsia="en-GB"/>
        </w:rPr>
        <w:t xml:space="preserve"> </w:t>
      </w:r>
      <w:r w:rsidRPr="00001F63">
        <w:rPr>
          <w:lang w:eastAsia="en-GB"/>
        </w:rPr>
        <w:t>annotated in Listing 8-10.</w:t>
      </w:r>
    </w:p>
    <w:p w14:paraId="7C69B50C" w14:textId="77777777" w:rsidR="00001F63" w:rsidRPr="00001F63" w:rsidRDefault="00001F63" w:rsidP="00001F63">
      <w:pPr>
        <w:pStyle w:val="Code"/>
        <w:rPr>
          <w:lang w:eastAsia="en-GB"/>
        </w:rPr>
      </w:pPr>
      <w:r w:rsidRPr="00001F63">
        <w:rPr>
          <w:lang w:eastAsia="en-GB"/>
        </w:rPr>
        <w:t>{</w:t>
      </w:r>
    </w:p>
    <w:p w14:paraId="7E53919B" w14:textId="77777777" w:rsidR="00001F63" w:rsidRPr="00001F63" w:rsidRDefault="00001F63" w:rsidP="00001F63">
      <w:pPr>
        <w:pStyle w:val="Code"/>
        <w:rPr>
          <w:lang w:eastAsia="en-GB"/>
        </w:rPr>
      </w:pPr>
      <w:r w:rsidRPr="00001F63">
        <w:rPr>
          <w:lang w:eastAsia="en-GB"/>
        </w:rPr>
        <w:t xml:space="preserve">    let v = vec![1, 2, 3, 4];</w:t>
      </w:r>
    </w:p>
    <w:p w14:paraId="6705D813" w14:textId="77777777" w:rsidR="00001F63" w:rsidRPr="00001F63" w:rsidRDefault="00001F63" w:rsidP="00001F63">
      <w:pPr>
        <w:pStyle w:val="Code"/>
        <w:rPr>
          <w:lang w:eastAsia="en-GB"/>
        </w:rPr>
      </w:pPr>
    </w:p>
    <w:p w14:paraId="663F38FA" w14:textId="77777777" w:rsidR="00001F63" w:rsidRPr="00001F63" w:rsidRDefault="00001F63" w:rsidP="00001F63">
      <w:pPr>
        <w:pStyle w:val="Code"/>
        <w:rPr>
          <w:lang w:eastAsia="en-GB"/>
        </w:rPr>
      </w:pPr>
      <w:r w:rsidRPr="00001F63">
        <w:rPr>
          <w:lang w:eastAsia="en-GB"/>
        </w:rPr>
        <w:t xml:space="preserve">    // do stuff with v</w:t>
      </w:r>
    </w:p>
    <w:p w14:paraId="2279B420" w14:textId="77777777" w:rsidR="00001F63" w:rsidRPr="00001F63" w:rsidRDefault="00001F63" w:rsidP="00001F63">
      <w:pPr>
        <w:pStyle w:val="Code"/>
        <w:rPr>
          <w:lang w:eastAsia="en-GB"/>
        </w:rPr>
      </w:pPr>
      <w:r w:rsidRPr="00001F63">
        <w:rPr>
          <w:lang w:eastAsia="en-GB"/>
        </w:rPr>
        <w:t>} // &lt;- v goes out of scope and is freed here</w:t>
      </w:r>
    </w:p>
    <w:p w14:paraId="31FFF948" w14:textId="15D16004" w:rsidR="00001F63" w:rsidRPr="00001F63" w:rsidRDefault="00001F63" w:rsidP="004A2D02">
      <w:pPr>
        <w:pStyle w:val="CodeListingCaption"/>
        <w:rPr>
          <w:lang w:eastAsia="en-GB"/>
        </w:rPr>
      </w:pPr>
      <w:r w:rsidRPr="00001F63">
        <w:rPr>
          <w:lang w:eastAsia="en-GB"/>
        </w:rPr>
        <w:t>Showing where the vector and its elements are dropped</w:t>
      </w:r>
    </w:p>
    <w:p w14:paraId="440B07D6" w14:textId="790D60FB" w:rsidR="00001F63" w:rsidRPr="00001F63" w:rsidRDefault="00001F63" w:rsidP="00001F63">
      <w:pPr>
        <w:pStyle w:val="Body"/>
        <w:rPr>
          <w:lang w:eastAsia="en-GB"/>
        </w:rPr>
      </w:pPr>
      <w:r w:rsidRPr="00001F63">
        <w:rPr>
          <w:lang w:eastAsia="en-GB"/>
        </w:rPr>
        <w:t>When the vector gets dropped, all of its contents are also dropped, meaning the</w:t>
      </w:r>
      <w:r>
        <w:rPr>
          <w:lang w:eastAsia="en-GB"/>
        </w:rPr>
        <w:t xml:space="preserve"> </w:t>
      </w:r>
      <w:r w:rsidRPr="00001F63">
        <w:rPr>
          <w:lang w:eastAsia="en-GB"/>
        </w:rPr>
        <w:t>integers it holds will be cleaned up. The borrow checker ensures that any</w:t>
      </w:r>
      <w:r>
        <w:rPr>
          <w:lang w:eastAsia="en-GB"/>
        </w:rPr>
        <w:t xml:space="preserve"> </w:t>
      </w:r>
      <w:r w:rsidRPr="00001F63">
        <w:rPr>
          <w:lang w:eastAsia="en-GB"/>
        </w:rPr>
        <w:t>references to contents of a vector are only used while the vector itself is</w:t>
      </w:r>
      <w:r>
        <w:rPr>
          <w:lang w:eastAsia="en-GB"/>
        </w:rPr>
        <w:t xml:space="preserve"> </w:t>
      </w:r>
      <w:r w:rsidRPr="00001F63">
        <w:rPr>
          <w:lang w:eastAsia="en-GB"/>
        </w:rPr>
        <w:t>valid.</w:t>
      </w:r>
      <w:r w:rsidR="00A95D03">
        <w:fldChar w:fldCharType="begin"/>
      </w:r>
      <w:r w:rsidR="00A95D03">
        <w:instrText xml:space="preserve"> XE "Vec&lt;T&gt; type</w:instrText>
      </w:r>
      <w:r w:rsidR="00A95D03" w:rsidRPr="00BE574B">
        <w:instrText xml:space="preserve"> </w:instrText>
      </w:r>
      <w:r w:rsidR="00A95D03">
        <w:instrText>end</w:instrText>
      </w:r>
      <w:r w:rsidR="00A95D03" w:rsidRPr="00BE574B">
        <w:instrText>Range</w:instrText>
      </w:r>
      <w:r w:rsidR="00A95D03">
        <w:instrText xml:space="preserve">" </w:instrText>
      </w:r>
      <w:r w:rsidR="00A95D03">
        <w:fldChar w:fldCharType="end"/>
      </w:r>
    </w:p>
    <w:p w14:paraId="76387DEC" w14:textId="77777777" w:rsidR="00001F63" w:rsidRPr="00001F63" w:rsidRDefault="00001F63" w:rsidP="00001F63">
      <w:pPr>
        <w:pStyle w:val="Body"/>
        <w:rPr>
          <w:lang w:eastAsia="en-GB"/>
        </w:rPr>
      </w:pPr>
      <w:r w:rsidRPr="00001F63">
        <w:t xml:space="preserve">Let’s move on to the next collection type: </w:t>
      </w:r>
      <w:r w:rsidRPr="00001F63">
        <w:rPr>
          <w:rStyle w:val="Literal"/>
        </w:rPr>
        <w:t>String</w:t>
      </w:r>
      <w:r w:rsidRPr="00001F63">
        <w:rPr>
          <w:lang w:eastAsia="en-GB"/>
        </w:rPr>
        <w:t>!</w:t>
      </w:r>
    </w:p>
    <w:bookmarkStart w:id="15" w:name="storing-utf-8-encoded-text-with-strings"/>
    <w:bookmarkStart w:id="16" w:name="_Toc106363823"/>
    <w:bookmarkEnd w:id="15"/>
    <w:p w14:paraId="70D53225" w14:textId="10ACCBCE" w:rsidR="00001F63" w:rsidRPr="00001F63" w:rsidRDefault="00BC03D6" w:rsidP="00001F63">
      <w:pPr>
        <w:pStyle w:val="HeadA"/>
        <w:rPr>
          <w:lang w:eastAsia="en-GB"/>
        </w:rPr>
      </w:pPr>
      <w:r>
        <w:fldChar w:fldCharType="begin"/>
      </w:r>
      <w:r>
        <w:instrText xml:space="preserve"> XE "String type</w:instrText>
      </w:r>
      <w:r w:rsidR="00696C98">
        <w:instrText xml:space="preserve"> start</w:instrText>
      </w:r>
      <w:r w:rsidRPr="00BE574B">
        <w:instrText>Range</w:instrText>
      </w:r>
      <w:r>
        <w:instrText xml:space="preserve">" </w:instrText>
      </w:r>
      <w:r>
        <w:fldChar w:fldCharType="end"/>
      </w:r>
      <w:r w:rsidR="00001F63" w:rsidRPr="00001F63">
        <w:rPr>
          <w:lang w:eastAsia="en-GB"/>
        </w:rPr>
        <w:t>Storing UTF-8 Encoded Text with Strings</w:t>
      </w:r>
      <w:bookmarkEnd w:id="16"/>
    </w:p>
    <w:p w14:paraId="3DF1A875" w14:textId="1ACAD22C" w:rsidR="00001F63" w:rsidRPr="00001F63" w:rsidRDefault="00001F63" w:rsidP="00001F63">
      <w:pPr>
        <w:pStyle w:val="Body"/>
        <w:rPr>
          <w:lang w:eastAsia="en-GB"/>
        </w:rPr>
      </w:pPr>
      <w:r w:rsidRPr="00001F63">
        <w:rPr>
          <w:lang w:eastAsia="en-GB"/>
        </w:rPr>
        <w:t>We talked about strings in</w:t>
      </w:r>
      <w:r w:rsidR="004A2D02">
        <w:rPr>
          <w:lang w:eastAsia="en-GB"/>
        </w:rPr>
        <w:t xml:space="preserve"> </w:t>
      </w:r>
      <w:r w:rsidR="004A2D02" w:rsidRPr="00192FAA">
        <w:rPr>
          <w:rStyle w:val="Xref"/>
        </w:rPr>
        <w:t>Chapter</w:t>
      </w:r>
      <w:r w:rsidRPr="00192FAA">
        <w:rPr>
          <w:rStyle w:val="Xref"/>
        </w:rPr>
        <w:t xml:space="preserve"> 4</w:t>
      </w:r>
      <w:r w:rsidRPr="00001F63">
        <w:rPr>
          <w:lang w:eastAsia="en-GB"/>
        </w:rPr>
        <w:t>, but we’ll look at them in more depth now.</w:t>
      </w:r>
      <w:r>
        <w:rPr>
          <w:lang w:eastAsia="en-GB"/>
        </w:rPr>
        <w:t xml:space="preserve"> </w:t>
      </w:r>
      <w:r w:rsidRPr="00001F63">
        <w:rPr>
          <w:lang w:eastAsia="en-GB"/>
        </w:rPr>
        <w:t>New Rustaceans commonly get stuck on strings for a combination of three</w:t>
      </w:r>
      <w:r>
        <w:rPr>
          <w:lang w:eastAsia="en-GB"/>
        </w:rPr>
        <w:t xml:space="preserve"> </w:t>
      </w:r>
      <w:r w:rsidRPr="00001F63">
        <w:rPr>
          <w:lang w:eastAsia="en-GB"/>
        </w:rPr>
        <w:t>reasons: Rust’s propensity for exposing possible errors, strings being a more</w:t>
      </w:r>
      <w:r>
        <w:rPr>
          <w:lang w:eastAsia="en-GB"/>
        </w:rPr>
        <w:t xml:space="preserve"> </w:t>
      </w:r>
      <w:r w:rsidRPr="00001F63">
        <w:rPr>
          <w:lang w:eastAsia="en-GB"/>
        </w:rPr>
        <w:t>complicated data structure than many programmers give them credit for, and</w:t>
      </w:r>
      <w:r>
        <w:rPr>
          <w:lang w:eastAsia="en-GB"/>
        </w:rPr>
        <w:t xml:space="preserve"> </w:t>
      </w:r>
      <w:r w:rsidRPr="00001F63">
        <w:rPr>
          <w:lang w:eastAsia="en-GB"/>
        </w:rPr>
        <w:t>UTF-8. These factors combine in a way that can seem difficult when you’re</w:t>
      </w:r>
      <w:r>
        <w:rPr>
          <w:lang w:eastAsia="en-GB"/>
        </w:rPr>
        <w:t xml:space="preserve"> </w:t>
      </w:r>
      <w:r w:rsidRPr="00001F63">
        <w:rPr>
          <w:lang w:eastAsia="en-GB"/>
        </w:rPr>
        <w:t>coming from other programming languages.</w:t>
      </w:r>
    </w:p>
    <w:p w14:paraId="7AD86372" w14:textId="7DB047A2" w:rsidR="00001F63" w:rsidRPr="00001F63" w:rsidRDefault="00001F63" w:rsidP="00001F63">
      <w:pPr>
        <w:pStyle w:val="Body"/>
        <w:rPr>
          <w:lang w:eastAsia="en-GB"/>
        </w:rPr>
      </w:pPr>
      <w:r w:rsidRPr="00001F63">
        <w:t>We discuss strings in the context of collections because strings are</w:t>
      </w:r>
      <w:r>
        <w:t xml:space="preserve"> </w:t>
      </w:r>
      <w:r w:rsidRPr="00001F63">
        <w:lastRenderedPageBreak/>
        <w:t>implemented as a collection of bytes, plus some methods to provide useful</w:t>
      </w:r>
      <w:r>
        <w:t xml:space="preserve"> </w:t>
      </w:r>
      <w:r w:rsidRPr="00001F63">
        <w:t>functionality when those bytes are interpreted as text. In this section, we’ll</w:t>
      </w:r>
      <w:r>
        <w:t xml:space="preserve"> </w:t>
      </w:r>
      <w:r w:rsidRPr="00001F63">
        <w:t xml:space="preserve">talk about the operations on </w:t>
      </w:r>
      <w:r w:rsidRPr="00001F63">
        <w:rPr>
          <w:rStyle w:val="Literal"/>
        </w:rPr>
        <w:t>String</w:t>
      </w:r>
      <w:r w:rsidRPr="00001F63">
        <w:t xml:space="preserve"> that every collection type has, such as</w:t>
      </w:r>
      <w:r>
        <w:t xml:space="preserve"> </w:t>
      </w:r>
      <w:r w:rsidRPr="00001F63">
        <w:t xml:space="preserve">creating, updating, and reading. We’ll also discuss the ways in which </w:t>
      </w:r>
      <w:r w:rsidRPr="00001F63">
        <w:rPr>
          <w:rStyle w:val="Literal"/>
        </w:rPr>
        <w:t>String</w:t>
      </w:r>
      <w:r>
        <w:t xml:space="preserve"> </w:t>
      </w:r>
      <w:r w:rsidRPr="00001F63">
        <w:t xml:space="preserve">is different from the other collections, namely how indexing into a </w:t>
      </w:r>
      <w:r w:rsidRPr="00001F63">
        <w:rPr>
          <w:rStyle w:val="Literal"/>
        </w:rPr>
        <w:t>String</w:t>
      </w:r>
      <w:r w:rsidRPr="00001F63">
        <w:t xml:space="preserve"> is</w:t>
      </w:r>
      <w:r>
        <w:t xml:space="preserve"> </w:t>
      </w:r>
      <w:r w:rsidRPr="00001F63">
        <w:t>complicated by the differences between how people and computers interpret</w:t>
      </w:r>
      <w:r>
        <w:t xml:space="preserve"> </w:t>
      </w:r>
      <w:r w:rsidRPr="00001F63">
        <w:rPr>
          <w:rStyle w:val="Literal"/>
        </w:rPr>
        <w:t>String</w:t>
      </w:r>
      <w:r w:rsidRPr="00001F63">
        <w:rPr>
          <w:lang w:eastAsia="en-GB"/>
        </w:rPr>
        <w:t xml:space="preserve"> data.</w:t>
      </w:r>
    </w:p>
    <w:p w14:paraId="5A6C0F8A" w14:textId="77777777" w:rsidR="00001F63" w:rsidRPr="00001F63" w:rsidRDefault="00001F63" w:rsidP="00001F63">
      <w:pPr>
        <w:pStyle w:val="HeadB"/>
        <w:rPr>
          <w:lang w:eastAsia="en-GB"/>
        </w:rPr>
      </w:pPr>
      <w:bookmarkStart w:id="17" w:name="what-is-a-string?"/>
      <w:bookmarkStart w:id="18" w:name="_Toc106363824"/>
      <w:bookmarkEnd w:id="17"/>
      <w:r w:rsidRPr="00001F63">
        <w:rPr>
          <w:lang w:eastAsia="en-GB"/>
        </w:rPr>
        <w:t>What Is a String?</w:t>
      </w:r>
      <w:bookmarkEnd w:id="18"/>
    </w:p>
    <w:p w14:paraId="7E9CF62C" w14:textId="17700158" w:rsidR="00001F63" w:rsidRPr="00001F63" w:rsidRDefault="00001F63" w:rsidP="00001F63">
      <w:pPr>
        <w:pStyle w:val="Body"/>
        <w:rPr>
          <w:lang w:eastAsia="en-GB"/>
        </w:rPr>
      </w:pPr>
      <w:r w:rsidRPr="00001F63">
        <w:t xml:space="preserve">We’ll first define what we mean by the term </w:t>
      </w:r>
      <w:r w:rsidRPr="003C138E">
        <w:rPr>
          <w:rStyle w:val="Italic"/>
        </w:rPr>
        <w:t>string</w:t>
      </w:r>
      <w:r w:rsidRPr="00001F63">
        <w:t>. Rust has only one string</w:t>
      </w:r>
      <w:r>
        <w:t xml:space="preserve"> </w:t>
      </w:r>
      <w:r w:rsidRPr="00001F63">
        <w:t xml:space="preserve">type in the core language, which is the string slice </w:t>
      </w:r>
      <w:r w:rsidRPr="00001F63">
        <w:rPr>
          <w:rStyle w:val="Literal"/>
        </w:rPr>
        <w:t>str</w:t>
      </w:r>
      <w:r w:rsidRPr="00001F63">
        <w:t xml:space="preserve"> that is usually seen</w:t>
      </w:r>
      <w:r>
        <w:t xml:space="preserve"> </w:t>
      </w:r>
      <w:r w:rsidRPr="00001F63">
        <w:t xml:space="preserve">in its borrowed form </w:t>
      </w:r>
      <w:r w:rsidRPr="00001F63">
        <w:rPr>
          <w:rStyle w:val="Literal"/>
        </w:rPr>
        <w:t>&amp;str</w:t>
      </w:r>
      <w:r w:rsidRPr="00001F63">
        <w:t>. In</w:t>
      </w:r>
      <w:r w:rsidR="004A2D02">
        <w:t xml:space="preserve"> </w:t>
      </w:r>
      <w:r w:rsidR="004A2D02" w:rsidRPr="00192FAA">
        <w:rPr>
          <w:rStyle w:val="Xref"/>
        </w:rPr>
        <w:t>Chapter</w:t>
      </w:r>
      <w:r w:rsidRPr="00192FAA">
        <w:rPr>
          <w:rStyle w:val="Xref"/>
        </w:rPr>
        <w:t xml:space="preserve"> 4</w:t>
      </w:r>
      <w:r w:rsidRPr="00001F63">
        <w:t xml:space="preserve">, we talked about </w:t>
      </w:r>
      <w:r w:rsidRPr="003C138E">
        <w:rPr>
          <w:rStyle w:val="Italic"/>
        </w:rPr>
        <w:t>string slices</w:t>
      </w:r>
      <w:r w:rsidRPr="00001F63">
        <w:rPr>
          <w:lang w:eastAsia="en-GB"/>
        </w:rPr>
        <w:t>,</w:t>
      </w:r>
      <w:r>
        <w:rPr>
          <w:lang w:eastAsia="en-GB"/>
        </w:rPr>
        <w:t xml:space="preserve"> </w:t>
      </w:r>
      <w:r w:rsidRPr="00001F63">
        <w:rPr>
          <w:lang w:eastAsia="en-GB"/>
        </w:rPr>
        <w:t>which are references to some UTF-8 encoded string data stored elsewhere. String</w:t>
      </w:r>
      <w:r>
        <w:rPr>
          <w:lang w:eastAsia="en-GB"/>
        </w:rPr>
        <w:t xml:space="preserve"> </w:t>
      </w:r>
      <w:r w:rsidRPr="00001F63">
        <w:rPr>
          <w:lang w:eastAsia="en-GB"/>
        </w:rPr>
        <w:t>literals, for example, are stored in the program’s binary and are therefore</w:t>
      </w:r>
      <w:r>
        <w:rPr>
          <w:lang w:eastAsia="en-GB"/>
        </w:rPr>
        <w:t xml:space="preserve"> </w:t>
      </w:r>
      <w:r w:rsidRPr="00001F63">
        <w:rPr>
          <w:lang w:eastAsia="en-GB"/>
        </w:rPr>
        <w:t>string slices.</w:t>
      </w:r>
    </w:p>
    <w:p w14:paraId="669CFC67" w14:textId="1EA6571C" w:rsidR="00001F63" w:rsidRPr="00001F63" w:rsidRDefault="006B59D9" w:rsidP="00001F63">
      <w:pPr>
        <w:pStyle w:val="Body"/>
        <w:rPr>
          <w:lang w:eastAsia="en-GB"/>
        </w:rPr>
      </w:pPr>
      <w:r>
        <w:fldChar w:fldCharType="begin"/>
      </w:r>
      <w:r>
        <w:instrText xml:space="preserve"> XE "String type:UTF-8 encoding of start</w:instrText>
      </w:r>
      <w:r w:rsidRPr="00BE574B">
        <w:instrText>Range</w:instrText>
      </w:r>
      <w:r>
        <w:instrText xml:space="preserve">" </w:instrText>
      </w:r>
      <w:r>
        <w:fldChar w:fldCharType="end"/>
      </w:r>
      <w:r w:rsidR="009A252E">
        <w:fldChar w:fldCharType="begin"/>
      </w:r>
      <w:r w:rsidR="009A252E">
        <w:instrText xml:space="preserve"> XE "UTF-8 encoding start</w:instrText>
      </w:r>
      <w:r w:rsidR="009A252E" w:rsidRPr="00BE574B">
        <w:instrText>Range</w:instrText>
      </w:r>
      <w:r w:rsidR="009A252E">
        <w:instrText xml:space="preserve">" </w:instrText>
      </w:r>
      <w:r w:rsidR="009A252E">
        <w:fldChar w:fldCharType="end"/>
      </w:r>
      <w:r w:rsidR="00001F63" w:rsidRPr="00001F63">
        <w:rPr>
          <w:lang w:eastAsia="en-GB"/>
        </w:rPr>
        <w:t xml:space="preserve">The </w:t>
      </w:r>
      <w:r w:rsidR="00001F63" w:rsidRPr="00001F63">
        <w:rPr>
          <w:rStyle w:val="Literal"/>
        </w:rPr>
        <w:t>String</w:t>
      </w:r>
      <w:r w:rsidR="00001F63" w:rsidRPr="00001F63">
        <w:t xml:space="preserve"> type, which is provided by Rust’s standard library rather than</w:t>
      </w:r>
      <w:r w:rsidR="00001F63">
        <w:t xml:space="preserve"> </w:t>
      </w:r>
      <w:r w:rsidR="00001F63" w:rsidRPr="00001F63">
        <w:t>coded into the core language, is a growable, mutable, owned, UTF-8 encoded</w:t>
      </w:r>
      <w:r w:rsidR="00001F63">
        <w:t xml:space="preserve"> </w:t>
      </w:r>
      <w:r w:rsidR="00001F63" w:rsidRPr="00001F63">
        <w:t>string type.</w:t>
      </w:r>
      <w:r>
        <w:fldChar w:fldCharType="begin"/>
      </w:r>
      <w:r>
        <w:instrText xml:space="preserve"> XE "String type:UTF-8 encoding of end</w:instrText>
      </w:r>
      <w:r w:rsidRPr="00BE574B">
        <w:instrText>Range</w:instrText>
      </w:r>
      <w:r>
        <w:instrText xml:space="preserve">" </w:instrText>
      </w:r>
      <w:r>
        <w:fldChar w:fldCharType="end"/>
      </w:r>
      <w:r w:rsidR="009A252E">
        <w:fldChar w:fldCharType="begin"/>
      </w:r>
      <w:r w:rsidR="009A252E">
        <w:instrText xml:space="preserve"> XE "UTF-8 encoding end</w:instrText>
      </w:r>
      <w:r w:rsidR="009A252E" w:rsidRPr="00BE574B">
        <w:instrText>Range</w:instrText>
      </w:r>
      <w:r w:rsidR="009A252E">
        <w:instrText xml:space="preserve">" </w:instrText>
      </w:r>
      <w:r w:rsidR="009A252E">
        <w:fldChar w:fldCharType="end"/>
      </w:r>
      <w:r w:rsidR="00001F63" w:rsidRPr="00001F63">
        <w:t xml:space="preserve"> When Rustaceans refer to “strings” in Rust, they might be</w:t>
      </w:r>
      <w:r w:rsidR="00001F63">
        <w:t xml:space="preserve"> </w:t>
      </w:r>
      <w:r w:rsidR="00001F63" w:rsidRPr="00001F63">
        <w:t xml:space="preserve">referring to either the </w:t>
      </w:r>
      <w:r w:rsidR="00001F63" w:rsidRPr="00001F63">
        <w:rPr>
          <w:rStyle w:val="Literal"/>
        </w:rPr>
        <w:t>String</w:t>
      </w:r>
      <w:r w:rsidR="00001F63" w:rsidRPr="00001F63">
        <w:t xml:space="preserve"> or the string slice </w:t>
      </w:r>
      <w:r w:rsidR="00001F63" w:rsidRPr="00001F63">
        <w:rPr>
          <w:rStyle w:val="Literal"/>
        </w:rPr>
        <w:t>&amp;str</w:t>
      </w:r>
      <w:r w:rsidR="00001F63" w:rsidRPr="00001F63">
        <w:t xml:space="preserve"> types, not just one</w:t>
      </w:r>
      <w:r w:rsidR="00001F63">
        <w:t xml:space="preserve"> </w:t>
      </w:r>
      <w:r w:rsidR="00001F63" w:rsidRPr="00001F63">
        <w:t xml:space="preserve">of those types. Although this section is largely about </w:t>
      </w:r>
      <w:r w:rsidR="00001F63" w:rsidRPr="00001F63">
        <w:rPr>
          <w:rStyle w:val="Literal"/>
        </w:rPr>
        <w:t>String</w:t>
      </w:r>
      <w:r w:rsidR="00001F63" w:rsidRPr="00001F63">
        <w:t>, both types are</w:t>
      </w:r>
      <w:r w:rsidR="00001F63">
        <w:t xml:space="preserve"> </w:t>
      </w:r>
      <w:r w:rsidR="00001F63" w:rsidRPr="00001F63">
        <w:t xml:space="preserve">used heavily in Rust’s standard library, and both </w:t>
      </w:r>
      <w:r w:rsidR="00001F63" w:rsidRPr="00001F63">
        <w:rPr>
          <w:rStyle w:val="Literal"/>
        </w:rPr>
        <w:t>String</w:t>
      </w:r>
      <w:r w:rsidR="00001F63" w:rsidRPr="00001F63">
        <w:rPr>
          <w:lang w:eastAsia="en-GB"/>
        </w:rPr>
        <w:t xml:space="preserve"> and string slices</w:t>
      </w:r>
      <w:r w:rsidR="00001F63">
        <w:rPr>
          <w:lang w:eastAsia="en-GB"/>
        </w:rPr>
        <w:t xml:space="preserve"> </w:t>
      </w:r>
      <w:r w:rsidR="00001F63" w:rsidRPr="00001F63">
        <w:rPr>
          <w:lang w:eastAsia="en-GB"/>
        </w:rPr>
        <w:t>are UTF-8 encoded.</w:t>
      </w:r>
    </w:p>
    <w:bookmarkStart w:id="19" w:name="creating-a-new-string"/>
    <w:bookmarkStart w:id="20" w:name="_Toc106363825"/>
    <w:bookmarkEnd w:id="19"/>
    <w:p w14:paraId="277D5D3B" w14:textId="527E7A51" w:rsidR="00001F63" w:rsidRPr="00001F63" w:rsidRDefault="00976F68" w:rsidP="00001F63">
      <w:pPr>
        <w:pStyle w:val="HeadB"/>
        <w:rPr>
          <w:lang w:eastAsia="en-GB"/>
        </w:rPr>
      </w:pPr>
      <w:r>
        <w:fldChar w:fldCharType="begin"/>
      </w:r>
      <w:r>
        <w:instrText xml:space="preserve"> XE "String type:new </w:instrText>
      </w:r>
      <w:r w:rsidR="003168F5">
        <w:instrText>function</w:instrText>
      </w:r>
      <w:r>
        <w:instrText xml:space="preserve"> on start</w:instrText>
      </w:r>
      <w:r w:rsidRPr="00BE574B">
        <w:instrText>Range</w:instrText>
      </w:r>
      <w:r>
        <w:instrText xml:space="preserve">" </w:instrText>
      </w:r>
      <w:r>
        <w:fldChar w:fldCharType="end"/>
      </w:r>
      <w:r w:rsidR="00503E03">
        <w:fldChar w:fldCharType="begin"/>
      </w:r>
      <w:r w:rsidR="00503E03">
        <w:instrText xml:space="preserve"> XE "new function:on String start</w:instrText>
      </w:r>
      <w:r w:rsidR="00503E03" w:rsidRPr="00BE574B">
        <w:instrText>Range</w:instrText>
      </w:r>
      <w:r w:rsidR="00503E03">
        <w:instrText xml:space="preserve">" </w:instrText>
      </w:r>
      <w:r w:rsidR="00503E03">
        <w:fldChar w:fldCharType="end"/>
      </w:r>
      <w:r w:rsidR="00001F63" w:rsidRPr="00001F63">
        <w:rPr>
          <w:lang w:eastAsia="en-GB"/>
        </w:rPr>
        <w:t>Creating a New String</w:t>
      </w:r>
      <w:bookmarkEnd w:id="20"/>
    </w:p>
    <w:p w14:paraId="0F6E5F27" w14:textId="7BDF9A44" w:rsidR="00001F63" w:rsidRPr="00001F63" w:rsidRDefault="00001F63" w:rsidP="00001F63">
      <w:pPr>
        <w:pStyle w:val="Body"/>
        <w:rPr>
          <w:lang w:eastAsia="en-GB"/>
        </w:rPr>
      </w:pPr>
      <w:r w:rsidRPr="00001F63">
        <w:t xml:space="preserve">Many of the same operations available with </w:t>
      </w:r>
      <w:r w:rsidRPr="00001F63">
        <w:rPr>
          <w:rStyle w:val="Literal"/>
        </w:rPr>
        <w:t>Vec&lt;T&gt;</w:t>
      </w:r>
      <w:r w:rsidRPr="00001F63">
        <w:t xml:space="preserve"> are available with </w:t>
      </w:r>
      <w:r w:rsidRPr="00001F63">
        <w:rPr>
          <w:rStyle w:val="Literal"/>
        </w:rPr>
        <w:t>String</w:t>
      </w:r>
      <w:r>
        <w:t xml:space="preserve"> </w:t>
      </w:r>
      <w:r w:rsidRPr="00001F63">
        <w:t xml:space="preserve">as well because </w:t>
      </w:r>
      <w:r w:rsidRPr="00001F63">
        <w:rPr>
          <w:rStyle w:val="Literal"/>
        </w:rPr>
        <w:t>String</w:t>
      </w:r>
      <w:r w:rsidRPr="00001F63">
        <w:t xml:space="preserve"> is actually implemented as a wrapper around a vector</w:t>
      </w:r>
      <w:r>
        <w:t xml:space="preserve"> </w:t>
      </w:r>
      <w:r w:rsidRPr="00001F63">
        <w:t>of bytes with some extra guarantees, restrictions, and capabilities. An example</w:t>
      </w:r>
      <w:r>
        <w:t xml:space="preserve"> </w:t>
      </w:r>
      <w:r w:rsidRPr="00001F63">
        <w:t xml:space="preserve">of a function that works the same way with </w:t>
      </w:r>
      <w:r w:rsidRPr="00001F63">
        <w:rPr>
          <w:rStyle w:val="Literal"/>
        </w:rPr>
        <w:t>Vec&lt;T&gt;</w:t>
      </w:r>
      <w:r w:rsidRPr="00001F63">
        <w:t xml:space="preserve"> and </w:t>
      </w:r>
      <w:r w:rsidRPr="00001F63">
        <w:rPr>
          <w:rStyle w:val="Literal"/>
        </w:rPr>
        <w:t>String</w:t>
      </w:r>
      <w:r w:rsidRPr="00001F63">
        <w:t xml:space="preserve"> is the </w:t>
      </w:r>
      <w:r w:rsidRPr="00001F63">
        <w:rPr>
          <w:rStyle w:val="Literal"/>
        </w:rPr>
        <w:t>new</w:t>
      </w:r>
      <w:r>
        <w:rPr>
          <w:lang w:eastAsia="en-GB"/>
        </w:rPr>
        <w:t xml:space="preserve"> </w:t>
      </w:r>
      <w:r w:rsidRPr="00001F63">
        <w:rPr>
          <w:lang w:eastAsia="en-GB"/>
        </w:rPr>
        <w:t>function to create an instance, shown in Listing 8-11.</w:t>
      </w:r>
    </w:p>
    <w:p w14:paraId="18450FEC" w14:textId="77777777" w:rsidR="00001F63" w:rsidRPr="00001F63" w:rsidRDefault="00001F63" w:rsidP="00001F63">
      <w:pPr>
        <w:pStyle w:val="Code"/>
        <w:rPr>
          <w:lang w:eastAsia="en-GB"/>
        </w:rPr>
      </w:pPr>
      <w:r w:rsidRPr="00001F63">
        <w:rPr>
          <w:lang w:eastAsia="en-GB"/>
        </w:rPr>
        <w:t>let mut s = String::new();</w:t>
      </w:r>
    </w:p>
    <w:p w14:paraId="2C807F6B" w14:textId="61B7A23B" w:rsidR="00001F63" w:rsidRPr="00001F63" w:rsidRDefault="00001F63" w:rsidP="004A2D02">
      <w:pPr>
        <w:pStyle w:val="CodeListingCaption"/>
        <w:rPr>
          <w:lang w:eastAsia="en-GB"/>
        </w:rPr>
      </w:pPr>
      <w:r w:rsidRPr="00001F63">
        <w:t xml:space="preserve">Creating a new, empty </w:t>
      </w:r>
      <w:r w:rsidRPr="00001F63">
        <w:rPr>
          <w:rStyle w:val="Literal"/>
        </w:rPr>
        <w:t>String</w:t>
      </w:r>
    </w:p>
    <w:p w14:paraId="58A4E591" w14:textId="0245C2D8" w:rsidR="00001F63" w:rsidRPr="00001F63" w:rsidRDefault="00001F63" w:rsidP="00001F63">
      <w:pPr>
        <w:pStyle w:val="Body"/>
        <w:rPr>
          <w:lang w:eastAsia="en-GB"/>
        </w:rPr>
      </w:pPr>
      <w:r w:rsidRPr="00001F63">
        <w:rPr>
          <w:lang w:eastAsia="en-GB"/>
        </w:rPr>
        <w:t>This line creates a new</w:t>
      </w:r>
      <w:r w:rsidR="00814F68">
        <w:rPr>
          <w:lang w:eastAsia="en-GB"/>
        </w:rPr>
        <w:t>,</w:t>
      </w:r>
      <w:r w:rsidRPr="00001F63">
        <w:rPr>
          <w:lang w:eastAsia="en-GB"/>
        </w:rPr>
        <w:t xml:space="preserve"> empty string called </w:t>
      </w:r>
      <w:r w:rsidRPr="00001F63">
        <w:rPr>
          <w:rStyle w:val="Literal"/>
        </w:rPr>
        <w:t>s</w:t>
      </w:r>
      <w:r w:rsidRPr="00001F63">
        <w:t xml:space="preserve">, </w:t>
      </w:r>
      <w:r w:rsidR="00814F68">
        <w:t xml:space="preserve">into </w:t>
      </w:r>
      <w:r w:rsidRPr="00001F63">
        <w:t>which we can then load data.</w:t>
      </w:r>
      <w:r w:rsidR="00196C7F">
        <w:fldChar w:fldCharType="begin"/>
      </w:r>
      <w:r w:rsidR="00196C7F">
        <w:instrText xml:space="preserve"> XE "String type:new function on end</w:instrText>
      </w:r>
      <w:r w:rsidR="00196C7F" w:rsidRPr="00BE574B">
        <w:instrText>Range</w:instrText>
      </w:r>
      <w:r w:rsidR="00196C7F">
        <w:instrText xml:space="preserve">" </w:instrText>
      </w:r>
      <w:r w:rsidR="00196C7F">
        <w:fldChar w:fldCharType="end"/>
      </w:r>
      <w:r w:rsidR="00196C7F">
        <w:fldChar w:fldCharType="begin"/>
      </w:r>
      <w:r w:rsidR="00196C7F">
        <w:instrText xml:space="preserve"> XE "new function:on String end</w:instrText>
      </w:r>
      <w:r w:rsidR="00196C7F" w:rsidRPr="00BE574B">
        <w:instrText>Range</w:instrText>
      </w:r>
      <w:r w:rsidR="00196C7F">
        <w:instrText xml:space="preserve">" </w:instrText>
      </w:r>
      <w:r w:rsidR="00196C7F">
        <w:fldChar w:fldCharType="end"/>
      </w:r>
      <w:r w:rsidRPr="00001F63">
        <w:t xml:space="preserve"> </w:t>
      </w:r>
      <w:r w:rsidR="00AE005C">
        <w:fldChar w:fldCharType="begin"/>
      </w:r>
      <w:r w:rsidR="00AE005C">
        <w:instrText xml:space="preserve"> XE "to_string method start</w:instrText>
      </w:r>
      <w:r w:rsidR="00AE005C" w:rsidRPr="00BE574B">
        <w:instrText>Range</w:instrText>
      </w:r>
      <w:r w:rsidR="00AE005C">
        <w:instrText xml:space="preserve">" </w:instrText>
      </w:r>
      <w:r w:rsidR="00AE005C">
        <w:fldChar w:fldCharType="end"/>
      </w:r>
      <w:r w:rsidRPr="00001F63">
        <w:t xml:space="preserve">Often, we’ll have some initial data </w:t>
      </w:r>
      <w:r w:rsidR="009A19AA">
        <w:t>with which</w:t>
      </w:r>
      <w:r w:rsidR="009A19AA" w:rsidRPr="00001F63">
        <w:t xml:space="preserve"> </w:t>
      </w:r>
      <w:r w:rsidRPr="00001F63">
        <w:t xml:space="preserve">we want to start the string. </w:t>
      </w:r>
      <w:r w:rsidR="00935097">
        <w:fldChar w:fldCharType="begin"/>
      </w:r>
      <w:r w:rsidR="00935097">
        <w:instrText xml:space="preserve"> XE "Display trait startRange" </w:instrText>
      </w:r>
      <w:r w:rsidR="00935097">
        <w:fldChar w:fldCharType="end"/>
      </w:r>
      <w:r w:rsidRPr="00001F63">
        <w:t xml:space="preserve">For that, we use the </w:t>
      </w:r>
      <w:r w:rsidRPr="00001F63">
        <w:rPr>
          <w:rStyle w:val="Literal"/>
        </w:rPr>
        <w:t>to_string</w:t>
      </w:r>
      <w:r w:rsidRPr="00001F63">
        <w:t xml:space="preserve"> method, which is available on any type</w:t>
      </w:r>
      <w:r>
        <w:t xml:space="preserve"> </w:t>
      </w:r>
      <w:r w:rsidRPr="00001F63">
        <w:t xml:space="preserve">that implements the </w:t>
      </w:r>
      <w:r w:rsidRPr="00001F63">
        <w:rPr>
          <w:rStyle w:val="Literal"/>
        </w:rPr>
        <w:t>Display</w:t>
      </w:r>
      <w:r w:rsidRPr="00001F63">
        <w:rPr>
          <w:lang w:eastAsia="en-GB"/>
        </w:rPr>
        <w:t xml:space="preserve"> trait, as string literals do.</w:t>
      </w:r>
      <w:r w:rsidR="00935097">
        <w:fldChar w:fldCharType="begin"/>
      </w:r>
      <w:r w:rsidR="00935097">
        <w:instrText xml:space="preserve"> XE "Display trait endRange" </w:instrText>
      </w:r>
      <w:r w:rsidR="00935097">
        <w:fldChar w:fldCharType="end"/>
      </w:r>
      <w:r w:rsidRPr="00001F63">
        <w:rPr>
          <w:lang w:eastAsia="en-GB"/>
        </w:rPr>
        <w:t xml:space="preserve"> Listing 8-12 shows</w:t>
      </w:r>
      <w:r>
        <w:rPr>
          <w:lang w:eastAsia="en-GB"/>
        </w:rPr>
        <w:t xml:space="preserve"> </w:t>
      </w:r>
      <w:r w:rsidRPr="00001F63">
        <w:rPr>
          <w:lang w:eastAsia="en-GB"/>
        </w:rPr>
        <w:t>two examples.</w:t>
      </w:r>
    </w:p>
    <w:p w14:paraId="4907C045" w14:textId="77777777" w:rsidR="00001F63" w:rsidRPr="00001F63" w:rsidRDefault="00001F63" w:rsidP="00001F63">
      <w:pPr>
        <w:pStyle w:val="Code"/>
        <w:rPr>
          <w:lang w:eastAsia="en-GB"/>
        </w:rPr>
      </w:pPr>
      <w:r w:rsidRPr="00001F63">
        <w:rPr>
          <w:lang w:eastAsia="en-GB"/>
        </w:rPr>
        <w:t>let data = "initial contents";</w:t>
      </w:r>
    </w:p>
    <w:p w14:paraId="4967F3AD" w14:textId="77777777" w:rsidR="00001F63" w:rsidRPr="00001F63" w:rsidRDefault="00001F63" w:rsidP="00001F63">
      <w:pPr>
        <w:pStyle w:val="Code"/>
        <w:rPr>
          <w:lang w:eastAsia="en-GB"/>
        </w:rPr>
      </w:pPr>
    </w:p>
    <w:p w14:paraId="33FC212B" w14:textId="77777777" w:rsidR="00001F63" w:rsidRPr="00001F63" w:rsidRDefault="00001F63" w:rsidP="00001F63">
      <w:pPr>
        <w:pStyle w:val="Code"/>
        <w:rPr>
          <w:lang w:eastAsia="en-GB"/>
        </w:rPr>
      </w:pPr>
      <w:r w:rsidRPr="00001F63">
        <w:rPr>
          <w:lang w:eastAsia="en-GB"/>
        </w:rPr>
        <w:t>let s = data.to_string();</w:t>
      </w:r>
    </w:p>
    <w:p w14:paraId="6A9148FB" w14:textId="77777777" w:rsidR="00001F63" w:rsidRPr="00001F63" w:rsidRDefault="00001F63" w:rsidP="00001F63">
      <w:pPr>
        <w:pStyle w:val="Code"/>
        <w:rPr>
          <w:lang w:eastAsia="en-GB"/>
        </w:rPr>
      </w:pPr>
    </w:p>
    <w:p w14:paraId="62A9C7A2" w14:textId="77777777" w:rsidR="00001F63" w:rsidRPr="00001F63" w:rsidRDefault="00001F63" w:rsidP="00001F63">
      <w:pPr>
        <w:pStyle w:val="Code"/>
        <w:rPr>
          <w:lang w:eastAsia="en-GB"/>
        </w:rPr>
      </w:pPr>
      <w:r w:rsidRPr="00001F63">
        <w:rPr>
          <w:lang w:eastAsia="en-GB"/>
        </w:rPr>
        <w:t>// the method also works on a literal directly:</w:t>
      </w:r>
    </w:p>
    <w:p w14:paraId="265C74C2" w14:textId="77777777" w:rsidR="00001F63" w:rsidRPr="00001F63" w:rsidRDefault="00001F63" w:rsidP="00001F63">
      <w:pPr>
        <w:pStyle w:val="Code"/>
        <w:rPr>
          <w:lang w:eastAsia="en-GB"/>
        </w:rPr>
      </w:pPr>
      <w:r w:rsidRPr="00001F63">
        <w:rPr>
          <w:lang w:eastAsia="en-GB"/>
        </w:rPr>
        <w:t>let s = "initial contents".to_string();</w:t>
      </w:r>
    </w:p>
    <w:p w14:paraId="43F80753" w14:textId="31AE193F" w:rsidR="00001F63" w:rsidRPr="00001F63" w:rsidRDefault="00001F63" w:rsidP="007E2EE5">
      <w:pPr>
        <w:pStyle w:val="CodeListingCaption"/>
        <w:rPr>
          <w:lang w:eastAsia="en-GB"/>
        </w:rPr>
      </w:pPr>
      <w:r w:rsidRPr="00001F63">
        <w:lastRenderedPageBreak/>
        <w:t xml:space="preserve">Using the </w:t>
      </w:r>
      <w:r w:rsidRPr="00001F63">
        <w:rPr>
          <w:rStyle w:val="Literal"/>
        </w:rPr>
        <w:t>to_string</w:t>
      </w:r>
      <w:r w:rsidRPr="00001F63">
        <w:t xml:space="preserve"> method to create a </w:t>
      </w:r>
      <w:r w:rsidRPr="00001F63">
        <w:rPr>
          <w:rStyle w:val="Literal"/>
        </w:rPr>
        <w:t>String</w:t>
      </w:r>
      <w:r w:rsidRPr="00001F63">
        <w:rPr>
          <w:lang w:eastAsia="en-GB"/>
        </w:rPr>
        <w:t xml:space="preserve"> from a string</w:t>
      </w:r>
      <w:r>
        <w:rPr>
          <w:lang w:eastAsia="en-GB"/>
        </w:rPr>
        <w:t xml:space="preserve"> </w:t>
      </w:r>
      <w:r w:rsidRPr="00001F63">
        <w:rPr>
          <w:lang w:eastAsia="en-GB"/>
        </w:rPr>
        <w:t>literal</w:t>
      </w:r>
    </w:p>
    <w:p w14:paraId="1D3DD49F" w14:textId="3758179A" w:rsidR="00001F63" w:rsidRPr="00001F63" w:rsidRDefault="00001F63" w:rsidP="007E2EE5">
      <w:pPr>
        <w:pStyle w:val="BodyContinued"/>
        <w:rPr>
          <w:lang w:eastAsia="en-GB"/>
        </w:rPr>
      </w:pPr>
      <w:r w:rsidRPr="00001F63">
        <w:rPr>
          <w:lang w:eastAsia="en-GB"/>
        </w:rPr>
        <w:t xml:space="preserve">This code creates a string containing </w:t>
      </w:r>
      <w:r w:rsidRPr="00001F63">
        <w:rPr>
          <w:rStyle w:val="Literal"/>
        </w:rPr>
        <w:t>initial contents</w:t>
      </w:r>
      <w:r w:rsidRPr="00001F63">
        <w:rPr>
          <w:lang w:eastAsia="en-GB"/>
        </w:rPr>
        <w:t>.</w:t>
      </w:r>
      <w:r w:rsidR="00AE005C">
        <w:fldChar w:fldCharType="begin"/>
      </w:r>
      <w:r w:rsidR="00AE005C">
        <w:instrText xml:space="preserve"> XE "to_string method end</w:instrText>
      </w:r>
      <w:r w:rsidR="00AE005C" w:rsidRPr="00BE574B">
        <w:instrText>Range</w:instrText>
      </w:r>
      <w:r w:rsidR="00AE005C">
        <w:instrText xml:space="preserve">" </w:instrText>
      </w:r>
      <w:r w:rsidR="00AE005C">
        <w:fldChar w:fldCharType="end"/>
      </w:r>
    </w:p>
    <w:p w14:paraId="68128697" w14:textId="7F0B4AD1" w:rsidR="00001F63" w:rsidRPr="00001F63" w:rsidRDefault="00051E99" w:rsidP="00001F63">
      <w:pPr>
        <w:pStyle w:val="Body"/>
        <w:rPr>
          <w:lang w:eastAsia="en-GB"/>
        </w:rPr>
      </w:pPr>
      <w:r>
        <w:fldChar w:fldCharType="begin"/>
      </w:r>
      <w:r>
        <w:instrText xml:space="preserve"> XE "String type:from function on startRange" </w:instrText>
      </w:r>
      <w:r>
        <w:fldChar w:fldCharType="end"/>
      </w:r>
      <w:r>
        <w:fldChar w:fldCharType="begin"/>
      </w:r>
      <w:r>
        <w:instrText xml:space="preserve"> XE "from function:on String startRange" </w:instrText>
      </w:r>
      <w:r>
        <w:fldChar w:fldCharType="end"/>
      </w:r>
      <w:r w:rsidR="00001F63" w:rsidRPr="00001F63">
        <w:rPr>
          <w:lang w:eastAsia="en-GB"/>
        </w:rPr>
        <w:t xml:space="preserve">We can also use the function </w:t>
      </w:r>
      <w:r w:rsidR="00001F63" w:rsidRPr="00001F63">
        <w:rPr>
          <w:rStyle w:val="Literal"/>
        </w:rPr>
        <w:t>String::from</w:t>
      </w:r>
      <w:r w:rsidR="00001F63" w:rsidRPr="00001F63">
        <w:t xml:space="preserve"> to create a </w:t>
      </w:r>
      <w:r w:rsidR="00001F63" w:rsidRPr="00001F63">
        <w:rPr>
          <w:rStyle w:val="Literal"/>
        </w:rPr>
        <w:t>String</w:t>
      </w:r>
      <w:r w:rsidR="00001F63" w:rsidRPr="00001F63">
        <w:t xml:space="preserve"> from a string</w:t>
      </w:r>
      <w:r w:rsidR="00001F63">
        <w:t xml:space="preserve"> </w:t>
      </w:r>
      <w:r w:rsidR="00001F63" w:rsidRPr="00001F63">
        <w:t xml:space="preserve">literal. The code in Listing 8-13 is equivalent to the code </w:t>
      </w:r>
      <w:r w:rsidR="009A19AA">
        <w:t>in</w:t>
      </w:r>
      <w:r w:rsidR="009A19AA" w:rsidRPr="00001F63">
        <w:t xml:space="preserve"> </w:t>
      </w:r>
      <w:r w:rsidR="00001F63" w:rsidRPr="00001F63">
        <w:t>Listing 8-12</w:t>
      </w:r>
      <w:r w:rsidR="00001F63">
        <w:t xml:space="preserve"> </w:t>
      </w:r>
      <w:r w:rsidR="00001F63" w:rsidRPr="00001F63">
        <w:t xml:space="preserve">that uses </w:t>
      </w:r>
      <w:r w:rsidR="00001F63" w:rsidRPr="00001F63">
        <w:rPr>
          <w:rStyle w:val="Literal"/>
        </w:rPr>
        <w:t>to_string</w:t>
      </w:r>
      <w:r w:rsidR="00001F63" w:rsidRPr="00001F63">
        <w:rPr>
          <w:lang w:eastAsia="en-GB"/>
        </w:rPr>
        <w:t>.</w:t>
      </w:r>
    </w:p>
    <w:p w14:paraId="29C23CDA" w14:textId="77777777" w:rsidR="00001F63" w:rsidRPr="00001F63" w:rsidRDefault="00001F63" w:rsidP="00001F63">
      <w:pPr>
        <w:pStyle w:val="Code"/>
        <w:rPr>
          <w:lang w:eastAsia="en-GB"/>
        </w:rPr>
      </w:pPr>
      <w:r w:rsidRPr="00001F63">
        <w:rPr>
          <w:lang w:eastAsia="en-GB"/>
        </w:rPr>
        <w:t>let s = String::from("initial contents");</w:t>
      </w:r>
    </w:p>
    <w:p w14:paraId="1BA5438D" w14:textId="178D7E0B" w:rsidR="00001F63" w:rsidRPr="00001F63" w:rsidRDefault="00001F63" w:rsidP="007E2EE5">
      <w:pPr>
        <w:pStyle w:val="CodeListingCaption"/>
        <w:numPr>
          <w:ilvl w:val="6"/>
          <w:numId w:val="29"/>
        </w:numPr>
        <w:rPr>
          <w:lang w:eastAsia="en-GB"/>
        </w:rPr>
      </w:pPr>
      <w:r w:rsidRPr="00001F63">
        <w:t xml:space="preserve">Using the </w:t>
      </w:r>
      <w:r w:rsidRPr="00001F63">
        <w:rPr>
          <w:rStyle w:val="Literal"/>
        </w:rPr>
        <w:t>String::from</w:t>
      </w:r>
      <w:r w:rsidRPr="00001F63">
        <w:t xml:space="preserve"> function to create a </w:t>
      </w:r>
      <w:r w:rsidRPr="00001F63">
        <w:rPr>
          <w:rStyle w:val="Literal"/>
        </w:rPr>
        <w:t>String</w:t>
      </w:r>
      <w:r w:rsidRPr="00001F63">
        <w:rPr>
          <w:lang w:eastAsia="en-GB"/>
        </w:rPr>
        <w:t xml:space="preserve"> from a</w:t>
      </w:r>
      <w:r>
        <w:rPr>
          <w:lang w:eastAsia="en-GB"/>
        </w:rPr>
        <w:t xml:space="preserve"> </w:t>
      </w:r>
      <w:r w:rsidRPr="00001F63">
        <w:rPr>
          <w:lang w:eastAsia="en-GB"/>
        </w:rPr>
        <w:t>string literal</w:t>
      </w:r>
    </w:p>
    <w:p w14:paraId="2E1D2F39" w14:textId="1EFCC3EC" w:rsidR="00001F63" w:rsidRPr="00001F63" w:rsidRDefault="00001F63" w:rsidP="00001F63">
      <w:pPr>
        <w:pStyle w:val="Body"/>
        <w:rPr>
          <w:lang w:eastAsia="en-GB"/>
        </w:rPr>
      </w:pPr>
      <w:r w:rsidRPr="00001F63">
        <w:rPr>
          <w:lang w:eastAsia="en-GB"/>
        </w:rPr>
        <w:t>Because strings are used for so many things, we can use many different generic</w:t>
      </w:r>
      <w:r>
        <w:rPr>
          <w:lang w:eastAsia="en-GB"/>
        </w:rPr>
        <w:t xml:space="preserve"> </w:t>
      </w:r>
      <w:r w:rsidRPr="00001F63">
        <w:rPr>
          <w:lang w:eastAsia="en-GB"/>
        </w:rPr>
        <w:t>APIs for strings, providing us with a lot of options. Some of them can seem</w:t>
      </w:r>
      <w:r>
        <w:rPr>
          <w:lang w:eastAsia="en-GB"/>
        </w:rPr>
        <w:t xml:space="preserve"> </w:t>
      </w:r>
      <w:r w:rsidRPr="00001F63">
        <w:rPr>
          <w:lang w:eastAsia="en-GB"/>
        </w:rPr>
        <w:t xml:space="preserve">redundant, but they all have their place! In this case, </w:t>
      </w:r>
      <w:r w:rsidRPr="00001F63">
        <w:rPr>
          <w:rStyle w:val="Literal"/>
        </w:rPr>
        <w:t>String::from</w:t>
      </w:r>
      <w:r w:rsidRPr="00001F63">
        <w:t xml:space="preserve"> and</w:t>
      </w:r>
      <w:r>
        <w:t xml:space="preserve"> </w:t>
      </w:r>
      <w:r w:rsidRPr="00001F63">
        <w:rPr>
          <w:rStyle w:val="Literal"/>
        </w:rPr>
        <w:t>to_string</w:t>
      </w:r>
      <w:r w:rsidRPr="00001F63">
        <w:rPr>
          <w:lang w:eastAsia="en-GB"/>
        </w:rPr>
        <w:t xml:space="preserve"> do the same thing, so which </w:t>
      </w:r>
      <w:r w:rsidR="009A19AA">
        <w:rPr>
          <w:lang w:eastAsia="en-GB"/>
        </w:rPr>
        <w:t xml:space="preserve">one </w:t>
      </w:r>
      <w:r w:rsidRPr="00001F63">
        <w:rPr>
          <w:lang w:eastAsia="en-GB"/>
        </w:rPr>
        <w:t>you choose is a matter of style and</w:t>
      </w:r>
      <w:r>
        <w:rPr>
          <w:lang w:eastAsia="en-GB"/>
        </w:rPr>
        <w:t xml:space="preserve"> </w:t>
      </w:r>
      <w:r w:rsidRPr="00001F63">
        <w:rPr>
          <w:lang w:eastAsia="en-GB"/>
        </w:rPr>
        <w:t>readability.</w:t>
      </w:r>
      <w:r w:rsidR="007E3460">
        <w:fldChar w:fldCharType="begin"/>
      </w:r>
      <w:r w:rsidR="007E3460">
        <w:instrText xml:space="preserve"> XE "String type:from function on endRange" </w:instrText>
      </w:r>
      <w:r w:rsidR="007E3460">
        <w:fldChar w:fldCharType="end"/>
      </w:r>
      <w:r w:rsidR="007E3460">
        <w:fldChar w:fldCharType="begin"/>
      </w:r>
      <w:r w:rsidR="007E3460">
        <w:instrText xml:space="preserve"> XE "from function:on String endRange" </w:instrText>
      </w:r>
      <w:r w:rsidR="007E3460">
        <w:fldChar w:fldCharType="end"/>
      </w:r>
    </w:p>
    <w:p w14:paraId="30A95D9F" w14:textId="6F423852" w:rsidR="00001F63" w:rsidRPr="00001F63" w:rsidRDefault="00C10FC0" w:rsidP="00001F63">
      <w:pPr>
        <w:pStyle w:val="Body"/>
        <w:rPr>
          <w:lang w:eastAsia="en-GB"/>
        </w:rPr>
      </w:pPr>
      <w:r>
        <w:fldChar w:fldCharType="begin"/>
      </w:r>
      <w:r>
        <w:instrText xml:space="preserve"> XE "String type:UTF-8 encoding of startRange" </w:instrText>
      </w:r>
      <w:r>
        <w:fldChar w:fldCharType="end"/>
      </w:r>
      <w:r>
        <w:fldChar w:fldCharType="begin"/>
      </w:r>
      <w:r>
        <w:instrText xml:space="preserve"> XE "</w:instrText>
      </w:r>
      <w:r w:rsidR="0055271B">
        <w:instrText>UTF-8 encoding</w:instrText>
      </w:r>
      <w:r>
        <w:instrText xml:space="preserve"> startRange" </w:instrText>
      </w:r>
      <w:r>
        <w:fldChar w:fldCharType="end"/>
      </w:r>
      <w:r w:rsidR="00001F63" w:rsidRPr="00001F63">
        <w:rPr>
          <w:lang w:eastAsia="en-GB"/>
        </w:rPr>
        <w:t>Remember that strings are UTF-8 encoded, so we can include any properly encoded</w:t>
      </w:r>
      <w:r w:rsidR="00001F63">
        <w:rPr>
          <w:lang w:eastAsia="en-GB"/>
        </w:rPr>
        <w:t xml:space="preserve"> </w:t>
      </w:r>
      <w:r w:rsidR="00001F63" w:rsidRPr="00001F63">
        <w:rPr>
          <w:lang w:eastAsia="en-GB"/>
        </w:rPr>
        <w:t>data in them, as shown in Listing 8-1</w:t>
      </w:r>
      <w:r w:rsidR="002E6216">
        <w:rPr>
          <w:lang w:eastAsia="en-GB"/>
        </w:rPr>
        <w:t>4</w:t>
      </w:r>
      <w:r w:rsidR="00001F63" w:rsidRPr="00001F63">
        <w:rPr>
          <w:lang w:eastAsia="en-GB"/>
        </w:rPr>
        <w:t>.</w:t>
      </w:r>
    </w:p>
    <w:p w14:paraId="6C797447" w14:textId="77777777" w:rsidR="00001F63" w:rsidRPr="00001F63" w:rsidRDefault="00001F63" w:rsidP="00001F63">
      <w:pPr>
        <w:pStyle w:val="Code"/>
        <w:rPr>
          <w:lang w:eastAsia="en-GB"/>
        </w:rPr>
      </w:pPr>
      <w:r w:rsidRPr="00001F63">
        <w:rPr>
          <w:lang w:eastAsia="en-GB"/>
        </w:rPr>
        <w:t>let hello = String::from("السلام عليكم");</w:t>
      </w:r>
    </w:p>
    <w:p w14:paraId="0A6EA7A1" w14:textId="77777777" w:rsidR="00001F63" w:rsidRPr="00001F63" w:rsidRDefault="00001F63" w:rsidP="00001F63">
      <w:pPr>
        <w:pStyle w:val="Code"/>
        <w:rPr>
          <w:lang w:eastAsia="en-GB"/>
        </w:rPr>
      </w:pPr>
      <w:r w:rsidRPr="00001F63">
        <w:rPr>
          <w:lang w:eastAsia="en-GB"/>
        </w:rPr>
        <w:t>let hello = String::from("Dobrý den");</w:t>
      </w:r>
    </w:p>
    <w:p w14:paraId="52218B40" w14:textId="77777777" w:rsidR="00001F63" w:rsidRPr="00001F63" w:rsidRDefault="00001F63" w:rsidP="00001F63">
      <w:pPr>
        <w:pStyle w:val="Code"/>
        <w:rPr>
          <w:lang w:eastAsia="en-GB"/>
        </w:rPr>
      </w:pPr>
      <w:r w:rsidRPr="00001F63">
        <w:rPr>
          <w:lang w:eastAsia="en-GB"/>
        </w:rPr>
        <w:t>let hello = String::from("Hello");</w:t>
      </w:r>
    </w:p>
    <w:p w14:paraId="6BE80631" w14:textId="77777777" w:rsidR="00001F63" w:rsidRPr="00001F63" w:rsidRDefault="00001F63" w:rsidP="00001F63">
      <w:pPr>
        <w:pStyle w:val="Code"/>
        <w:rPr>
          <w:lang w:eastAsia="en-GB"/>
        </w:rPr>
      </w:pPr>
      <w:r w:rsidRPr="00001F63">
        <w:rPr>
          <w:lang w:eastAsia="en-GB"/>
        </w:rPr>
        <w:t>let hello = String::from("שָׁלוֹם");</w:t>
      </w:r>
    </w:p>
    <w:p w14:paraId="3F426DE0" w14:textId="77777777" w:rsidR="00001F63" w:rsidRPr="00001F63" w:rsidRDefault="00001F63" w:rsidP="00001F63">
      <w:pPr>
        <w:pStyle w:val="Code"/>
        <w:rPr>
          <w:lang w:eastAsia="en-GB"/>
        </w:rPr>
      </w:pPr>
      <w:r w:rsidRPr="00001F63">
        <w:rPr>
          <w:lang w:eastAsia="en-GB"/>
        </w:rPr>
        <w:t>let hello = String::from("</w:t>
      </w:r>
      <w:r w:rsidRPr="00001F63">
        <w:rPr>
          <w:rFonts w:ascii="Nirmala UI" w:hAnsi="Nirmala UI" w:cs="Nirmala UI"/>
          <w:lang w:eastAsia="en-GB"/>
        </w:rPr>
        <w:t>नमस्ते</w:t>
      </w:r>
      <w:r w:rsidRPr="00001F63">
        <w:rPr>
          <w:lang w:eastAsia="en-GB"/>
        </w:rPr>
        <w:t>");</w:t>
      </w:r>
    </w:p>
    <w:p w14:paraId="727E0FC0" w14:textId="77777777" w:rsidR="00001F63" w:rsidRPr="00001F63" w:rsidRDefault="00001F63" w:rsidP="00001F63">
      <w:pPr>
        <w:pStyle w:val="Code"/>
        <w:rPr>
          <w:lang w:eastAsia="en-GB"/>
        </w:rPr>
      </w:pPr>
      <w:r w:rsidRPr="00001F63">
        <w:rPr>
          <w:lang w:eastAsia="en-GB"/>
        </w:rPr>
        <w:t>let hello = String::from("</w:t>
      </w:r>
      <w:r w:rsidRPr="00001F63">
        <w:rPr>
          <w:rFonts w:ascii="MS Mincho" w:eastAsia="MS Mincho" w:hAnsi="MS Mincho" w:cs="MS Mincho" w:hint="eastAsia"/>
          <w:lang w:eastAsia="en-GB"/>
        </w:rPr>
        <w:t>こんにちは</w:t>
      </w:r>
      <w:r w:rsidRPr="00001F63">
        <w:rPr>
          <w:lang w:eastAsia="en-GB"/>
        </w:rPr>
        <w:t>");</w:t>
      </w:r>
    </w:p>
    <w:p w14:paraId="692F2FBC" w14:textId="77777777" w:rsidR="00001F63" w:rsidRPr="00001F63" w:rsidRDefault="00001F63" w:rsidP="00001F63">
      <w:pPr>
        <w:pStyle w:val="Code"/>
        <w:rPr>
          <w:lang w:eastAsia="en-GB"/>
        </w:rPr>
      </w:pPr>
      <w:r w:rsidRPr="00001F63">
        <w:rPr>
          <w:lang w:eastAsia="en-GB"/>
        </w:rPr>
        <w:t>let hello = String::from("</w:t>
      </w:r>
      <w:r w:rsidRPr="00001F63">
        <w:rPr>
          <w:rFonts w:ascii="Malgun Gothic" w:eastAsia="Malgun Gothic" w:hAnsi="Malgun Gothic" w:cs="Malgun Gothic" w:hint="eastAsia"/>
          <w:lang w:eastAsia="en-GB"/>
        </w:rPr>
        <w:t>안녕하세요</w:t>
      </w:r>
      <w:r w:rsidRPr="00001F63">
        <w:rPr>
          <w:lang w:eastAsia="en-GB"/>
        </w:rPr>
        <w:t>");</w:t>
      </w:r>
    </w:p>
    <w:p w14:paraId="52472A38" w14:textId="77777777" w:rsidR="00001F63" w:rsidRPr="00001F63" w:rsidRDefault="00001F63" w:rsidP="00001F63">
      <w:pPr>
        <w:pStyle w:val="Code"/>
        <w:rPr>
          <w:lang w:eastAsia="en-GB"/>
        </w:rPr>
      </w:pPr>
      <w:r w:rsidRPr="00001F63">
        <w:rPr>
          <w:lang w:eastAsia="en-GB"/>
        </w:rPr>
        <w:t>let hello = String::from("</w:t>
      </w:r>
      <w:r w:rsidRPr="00001F63">
        <w:rPr>
          <w:rFonts w:ascii="MS Mincho" w:eastAsia="MS Mincho" w:hAnsi="MS Mincho" w:cs="MS Mincho" w:hint="eastAsia"/>
          <w:lang w:eastAsia="en-GB"/>
        </w:rPr>
        <w:t>你好</w:t>
      </w:r>
      <w:r w:rsidRPr="00001F63">
        <w:rPr>
          <w:lang w:eastAsia="en-GB"/>
        </w:rPr>
        <w:t>");</w:t>
      </w:r>
    </w:p>
    <w:p w14:paraId="0F2B87E7" w14:textId="77777777" w:rsidR="00001F63" w:rsidRPr="00001F63" w:rsidRDefault="00001F63" w:rsidP="00001F63">
      <w:pPr>
        <w:pStyle w:val="Code"/>
        <w:rPr>
          <w:lang w:eastAsia="en-GB"/>
        </w:rPr>
      </w:pPr>
      <w:r w:rsidRPr="00001F63">
        <w:rPr>
          <w:lang w:eastAsia="en-GB"/>
        </w:rPr>
        <w:t>let hello = String::from("Olá");</w:t>
      </w:r>
    </w:p>
    <w:p w14:paraId="14096F6E" w14:textId="77777777" w:rsidR="00001F63" w:rsidRPr="00001F63" w:rsidRDefault="00001F63" w:rsidP="00001F63">
      <w:pPr>
        <w:pStyle w:val="Code"/>
        <w:rPr>
          <w:lang w:eastAsia="en-GB"/>
        </w:rPr>
      </w:pPr>
      <w:r w:rsidRPr="00001F63">
        <w:rPr>
          <w:lang w:eastAsia="en-GB"/>
        </w:rPr>
        <w:t>let hello = String::from("Здравствуйте");</w:t>
      </w:r>
    </w:p>
    <w:p w14:paraId="49047F84" w14:textId="77777777" w:rsidR="00001F63" w:rsidRPr="00001F63" w:rsidRDefault="00001F63" w:rsidP="00001F63">
      <w:pPr>
        <w:pStyle w:val="Code"/>
        <w:rPr>
          <w:lang w:eastAsia="en-GB"/>
        </w:rPr>
      </w:pPr>
      <w:r w:rsidRPr="00001F63">
        <w:rPr>
          <w:lang w:eastAsia="en-GB"/>
        </w:rPr>
        <w:t>let hello = String::from("Hola");</w:t>
      </w:r>
    </w:p>
    <w:p w14:paraId="4C9CB967" w14:textId="0831E678" w:rsidR="00001F63" w:rsidRPr="00001F63" w:rsidRDefault="00001F63" w:rsidP="004A2D02">
      <w:pPr>
        <w:pStyle w:val="CodeListingCaption"/>
        <w:rPr>
          <w:lang w:eastAsia="en-GB"/>
        </w:rPr>
      </w:pPr>
      <w:r w:rsidRPr="00001F63">
        <w:rPr>
          <w:lang w:eastAsia="en-GB"/>
        </w:rPr>
        <w:t>Storing greetings in different languages in strings</w:t>
      </w:r>
    </w:p>
    <w:p w14:paraId="33818514" w14:textId="40B04C83" w:rsidR="00001F63" w:rsidRPr="00001F63" w:rsidRDefault="00001F63" w:rsidP="007E2EE5">
      <w:pPr>
        <w:pStyle w:val="BodyContinued"/>
        <w:rPr>
          <w:lang w:eastAsia="en-GB"/>
        </w:rPr>
      </w:pPr>
      <w:r w:rsidRPr="00001F63">
        <w:t xml:space="preserve">All of these are valid </w:t>
      </w:r>
      <w:r w:rsidRPr="00001F63">
        <w:rPr>
          <w:rStyle w:val="Literal"/>
        </w:rPr>
        <w:t>String</w:t>
      </w:r>
      <w:r w:rsidRPr="00001F63">
        <w:rPr>
          <w:lang w:eastAsia="en-GB"/>
        </w:rPr>
        <w:t xml:space="preserve"> values.</w:t>
      </w:r>
      <w:r w:rsidR="0055271B">
        <w:fldChar w:fldCharType="begin"/>
      </w:r>
      <w:r w:rsidR="0055271B">
        <w:instrText xml:space="preserve"> XE "String type:UTF-8 encoding of endRange" </w:instrText>
      </w:r>
      <w:r w:rsidR="0055271B">
        <w:fldChar w:fldCharType="end"/>
      </w:r>
      <w:r w:rsidR="0055271B">
        <w:fldChar w:fldCharType="begin"/>
      </w:r>
      <w:r w:rsidR="0055271B">
        <w:instrText xml:space="preserve"> XE "UTF-8 encoding endRange" </w:instrText>
      </w:r>
      <w:r w:rsidR="0055271B">
        <w:fldChar w:fldCharType="end"/>
      </w:r>
    </w:p>
    <w:p w14:paraId="0ADB0FE2" w14:textId="77777777" w:rsidR="00001F63" w:rsidRPr="00001F63" w:rsidRDefault="00001F63" w:rsidP="00001F63">
      <w:pPr>
        <w:pStyle w:val="HeadB"/>
        <w:rPr>
          <w:lang w:eastAsia="en-GB"/>
        </w:rPr>
      </w:pPr>
      <w:bookmarkStart w:id="21" w:name="updating-a-string"/>
      <w:bookmarkStart w:id="22" w:name="_Toc106363826"/>
      <w:bookmarkEnd w:id="21"/>
      <w:r w:rsidRPr="00001F63">
        <w:rPr>
          <w:lang w:eastAsia="en-GB"/>
        </w:rPr>
        <w:t>Updating a String</w:t>
      </w:r>
      <w:bookmarkEnd w:id="22"/>
    </w:p>
    <w:p w14:paraId="10FD0CBF" w14:textId="4C81E514" w:rsidR="00001F63" w:rsidRPr="00001F63" w:rsidRDefault="00001F63" w:rsidP="00001F63">
      <w:pPr>
        <w:pStyle w:val="Body"/>
        <w:rPr>
          <w:lang w:eastAsia="en-GB"/>
        </w:rPr>
      </w:pPr>
      <w:r w:rsidRPr="00001F63">
        <w:t xml:space="preserve">A </w:t>
      </w:r>
      <w:r w:rsidRPr="00001F63">
        <w:rPr>
          <w:rStyle w:val="Literal"/>
        </w:rPr>
        <w:t>String</w:t>
      </w:r>
      <w:r w:rsidRPr="00001F63">
        <w:t xml:space="preserve"> can grow in size and its contents can change, just like the contents</w:t>
      </w:r>
      <w:r>
        <w:t xml:space="preserve"> </w:t>
      </w:r>
      <w:r w:rsidRPr="00001F63">
        <w:t xml:space="preserve">of a </w:t>
      </w:r>
      <w:r w:rsidRPr="00001F63">
        <w:rPr>
          <w:rStyle w:val="Literal"/>
        </w:rPr>
        <w:t>Vec&lt;T&gt;</w:t>
      </w:r>
      <w:r w:rsidRPr="00001F63">
        <w:t>, if you push more data into it. In addition, you can conveniently</w:t>
      </w:r>
      <w:r>
        <w:t xml:space="preserve"> </w:t>
      </w:r>
      <w:r w:rsidRPr="00001F63">
        <w:t xml:space="preserve">use the </w:t>
      </w:r>
      <w:r w:rsidRPr="00001F63">
        <w:rPr>
          <w:rStyle w:val="Literal"/>
        </w:rPr>
        <w:t>+</w:t>
      </w:r>
      <w:r w:rsidRPr="00001F63">
        <w:t xml:space="preserve"> operator or the </w:t>
      </w:r>
      <w:r w:rsidRPr="00001F63">
        <w:rPr>
          <w:rStyle w:val="Literal"/>
        </w:rPr>
        <w:t>format!</w:t>
      </w:r>
      <w:r w:rsidRPr="00001F63">
        <w:t xml:space="preserve"> macro to concatenate </w:t>
      </w:r>
      <w:r w:rsidRPr="00001F63">
        <w:rPr>
          <w:rStyle w:val="Literal"/>
        </w:rPr>
        <w:t>String</w:t>
      </w:r>
      <w:r w:rsidRPr="00001F63">
        <w:rPr>
          <w:lang w:eastAsia="en-GB"/>
        </w:rPr>
        <w:t xml:space="preserve"> values.</w:t>
      </w:r>
    </w:p>
    <w:p w14:paraId="56DEC557" w14:textId="6B9A82C3" w:rsidR="00001F63" w:rsidRPr="00001F63" w:rsidRDefault="00001F63" w:rsidP="00001F63">
      <w:pPr>
        <w:pStyle w:val="HeadC"/>
        <w:rPr>
          <w:lang w:eastAsia="en-GB"/>
        </w:rPr>
      </w:pPr>
      <w:bookmarkStart w:id="23" w:name="appending-to-a-string-with-`push_str`-an"/>
      <w:bookmarkStart w:id="24" w:name="_Toc106363827"/>
      <w:bookmarkEnd w:id="23"/>
      <w:r w:rsidRPr="00001F63">
        <w:t xml:space="preserve">Appending to a String with </w:t>
      </w:r>
      <w:r w:rsidRPr="003C138E">
        <w:t>push_str</w:t>
      </w:r>
      <w:r w:rsidRPr="00001F63">
        <w:t xml:space="preserve"> and </w:t>
      </w:r>
      <w:r w:rsidRPr="003C138E">
        <w:t>push</w:t>
      </w:r>
      <w:bookmarkEnd w:id="24"/>
    </w:p>
    <w:p w14:paraId="3B457F29" w14:textId="2BA83DE4" w:rsidR="00001F63" w:rsidRPr="00001F63" w:rsidRDefault="00D66D24" w:rsidP="00001F63">
      <w:pPr>
        <w:pStyle w:val="Body"/>
        <w:rPr>
          <w:lang w:eastAsia="en-GB"/>
        </w:rPr>
      </w:pPr>
      <w:r>
        <w:fldChar w:fldCharType="begin"/>
      </w:r>
      <w:r>
        <w:instrText xml:space="preserve"> XE "String type:push_str method on startRange" </w:instrText>
      </w:r>
      <w:r>
        <w:fldChar w:fldCharType="end"/>
      </w:r>
      <w:r>
        <w:fldChar w:fldCharType="begin"/>
      </w:r>
      <w:r>
        <w:instrText xml:space="preserve"> XE "push_str method startRange" </w:instrText>
      </w:r>
      <w:r>
        <w:fldChar w:fldCharType="end"/>
      </w:r>
      <w:r w:rsidR="00001F63" w:rsidRPr="00001F63">
        <w:t xml:space="preserve">We can grow a </w:t>
      </w:r>
      <w:r w:rsidR="00001F63" w:rsidRPr="00001F63">
        <w:rPr>
          <w:rStyle w:val="Literal"/>
        </w:rPr>
        <w:t>String</w:t>
      </w:r>
      <w:r w:rsidR="00001F63" w:rsidRPr="00001F63">
        <w:t xml:space="preserve"> by using the </w:t>
      </w:r>
      <w:r w:rsidR="00001F63" w:rsidRPr="00001F63">
        <w:rPr>
          <w:rStyle w:val="Literal"/>
        </w:rPr>
        <w:t>push_str</w:t>
      </w:r>
      <w:r w:rsidR="00001F63" w:rsidRPr="00001F63">
        <w:rPr>
          <w:lang w:eastAsia="en-GB"/>
        </w:rPr>
        <w:t xml:space="preserve"> method to append a string slice,</w:t>
      </w:r>
      <w:r w:rsidR="00001F63">
        <w:rPr>
          <w:lang w:eastAsia="en-GB"/>
        </w:rPr>
        <w:t xml:space="preserve"> </w:t>
      </w:r>
      <w:r w:rsidR="00001F63" w:rsidRPr="00001F63">
        <w:rPr>
          <w:lang w:eastAsia="en-GB"/>
        </w:rPr>
        <w:t>as shown in Listing 8-1</w:t>
      </w:r>
      <w:r w:rsidR="002E6216">
        <w:rPr>
          <w:lang w:eastAsia="en-GB"/>
        </w:rPr>
        <w:t>5</w:t>
      </w:r>
      <w:r w:rsidR="00001F63" w:rsidRPr="00001F63">
        <w:rPr>
          <w:lang w:eastAsia="en-GB"/>
        </w:rPr>
        <w:t>.</w:t>
      </w:r>
    </w:p>
    <w:p w14:paraId="742C1897" w14:textId="77777777" w:rsidR="00001F63" w:rsidRPr="00001F63" w:rsidRDefault="00001F63" w:rsidP="00001F63">
      <w:pPr>
        <w:pStyle w:val="Code"/>
        <w:rPr>
          <w:lang w:eastAsia="en-GB"/>
        </w:rPr>
      </w:pPr>
      <w:r w:rsidRPr="00001F63">
        <w:rPr>
          <w:lang w:eastAsia="en-GB"/>
        </w:rPr>
        <w:lastRenderedPageBreak/>
        <w:t>let mut s = String::from("foo");</w:t>
      </w:r>
    </w:p>
    <w:p w14:paraId="5AB84ABF" w14:textId="77777777" w:rsidR="00001F63" w:rsidRPr="00001F63" w:rsidRDefault="00001F63" w:rsidP="00001F63">
      <w:pPr>
        <w:pStyle w:val="Code"/>
        <w:rPr>
          <w:lang w:eastAsia="en-GB"/>
        </w:rPr>
      </w:pPr>
      <w:r w:rsidRPr="00001F63">
        <w:rPr>
          <w:lang w:eastAsia="en-GB"/>
        </w:rPr>
        <w:t>s.push_str("bar");</w:t>
      </w:r>
    </w:p>
    <w:p w14:paraId="6B185ED2" w14:textId="18B22D01" w:rsidR="00001F63" w:rsidRPr="00001F63" w:rsidRDefault="00001F63" w:rsidP="004A2D02">
      <w:pPr>
        <w:pStyle w:val="CodeListingCaption"/>
        <w:rPr>
          <w:lang w:eastAsia="en-GB"/>
        </w:rPr>
      </w:pPr>
      <w:r w:rsidRPr="00001F63">
        <w:t xml:space="preserve">Appending a string slice to a </w:t>
      </w:r>
      <w:r w:rsidRPr="00001F63">
        <w:rPr>
          <w:rStyle w:val="Literal"/>
        </w:rPr>
        <w:t>String</w:t>
      </w:r>
      <w:r w:rsidRPr="00001F63">
        <w:t xml:space="preserve"> using the </w:t>
      </w:r>
      <w:r w:rsidRPr="00001F63">
        <w:rPr>
          <w:rStyle w:val="Literal"/>
        </w:rPr>
        <w:t>push_str</w:t>
      </w:r>
      <w:r w:rsidRPr="00001F63">
        <w:rPr>
          <w:lang w:eastAsia="en-GB"/>
        </w:rPr>
        <w:t xml:space="preserve"> method</w:t>
      </w:r>
    </w:p>
    <w:p w14:paraId="20FA8B89" w14:textId="705B1264" w:rsidR="00001F63" w:rsidRPr="00001F63" w:rsidRDefault="00001F63" w:rsidP="00001F63">
      <w:pPr>
        <w:pStyle w:val="Body"/>
        <w:rPr>
          <w:lang w:eastAsia="en-GB"/>
        </w:rPr>
      </w:pPr>
      <w:r w:rsidRPr="00001F63">
        <w:rPr>
          <w:lang w:eastAsia="en-GB"/>
        </w:rPr>
        <w:t xml:space="preserve">After these two lines, </w:t>
      </w:r>
      <w:r w:rsidRPr="00001F63">
        <w:rPr>
          <w:rStyle w:val="Literal"/>
        </w:rPr>
        <w:t>s</w:t>
      </w:r>
      <w:r w:rsidRPr="00001F63">
        <w:t xml:space="preserve"> will contain </w:t>
      </w:r>
      <w:r w:rsidRPr="00001F63">
        <w:rPr>
          <w:rStyle w:val="Literal"/>
        </w:rPr>
        <w:t>foobar</w:t>
      </w:r>
      <w:r w:rsidRPr="00001F63">
        <w:t xml:space="preserve">. The </w:t>
      </w:r>
      <w:r w:rsidRPr="00001F63">
        <w:rPr>
          <w:rStyle w:val="Literal"/>
        </w:rPr>
        <w:t>push_str</w:t>
      </w:r>
      <w:r w:rsidRPr="00001F63">
        <w:t xml:space="preserve"> method takes a</w:t>
      </w:r>
      <w:r>
        <w:t xml:space="preserve"> </w:t>
      </w:r>
      <w:r w:rsidRPr="00001F63">
        <w:t>string slice because we don’t necessarily want to take ownership of the</w:t>
      </w:r>
      <w:r>
        <w:t xml:space="preserve"> </w:t>
      </w:r>
      <w:r w:rsidRPr="00001F63">
        <w:t>parameter. For example, in the code in Listing 8-1</w:t>
      </w:r>
      <w:r w:rsidR="002E6216">
        <w:t>6</w:t>
      </w:r>
      <w:r w:rsidRPr="00001F63">
        <w:t>, we want to be able to use</w:t>
      </w:r>
      <w:r>
        <w:t xml:space="preserve"> </w:t>
      </w:r>
      <w:r w:rsidRPr="00001F63">
        <w:rPr>
          <w:rStyle w:val="Literal"/>
        </w:rPr>
        <w:t>s2</w:t>
      </w:r>
      <w:r w:rsidRPr="00001F63">
        <w:t xml:space="preserve"> after appending its contents to </w:t>
      </w:r>
      <w:r w:rsidRPr="00001F63">
        <w:rPr>
          <w:rStyle w:val="Literal"/>
        </w:rPr>
        <w:t>s1</w:t>
      </w:r>
      <w:r w:rsidRPr="00001F63">
        <w:rPr>
          <w:lang w:eastAsia="en-GB"/>
        </w:rPr>
        <w:t>.</w:t>
      </w:r>
    </w:p>
    <w:p w14:paraId="46C7DA51" w14:textId="77777777" w:rsidR="00001F63" w:rsidRPr="00001F63" w:rsidRDefault="00001F63" w:rsidP="00001F63">
      <w:pPr>
        <w:pStyle w:val="Code"/>
        <w:rPr>
          <w:lang w:eastAsia="en-GB"/>
        </w:rPr>
      </w:pPr>
      <w:r w:rsidRPr="00001F63">
        <w:rPr>
          <w:lang w:eastAsia="en-GB"/>
        </w:rPr>
        <w:t>let mut s1 = String::from("foo");</w:t>
      </w:r>
    </w:p>
    <w:p w14:paraId="7C0F1D34" w14:textId="77777777" w:rsidR="00001F63" w:rsidRPr="00001F63" w:rsidRDefault="00001F63" w:rsidP="00001F63">
      <w:pPr>
        <w:pStyle w:val="Code"/>
        <w:rPr>
          <w:lang w:eastAsia="en-GB"/>
        </w:rPr>
      </w:pPr>
      <w:r w:rsidRPr="00001F63">
        <w:rPr>
          <w:lang w:eastAsia="en-GB"/>
        </w:rPr>
        <w:t>let s2 = "bar";</w:t>
      </w:r>
    </w:p>
    <w:p w14:paraId="6AE0548A" w14:textId="77777777" w:rsidR="00001F63" w:rsidRPr="00001F63" w:rsidRDefault="00001F63" w:rsidP="00001F63">
      <w:pPr>
        <w:pStyle w:val="Code"/>
        <w:rPr>
          <w:lang w:eastAsia="en-GB"/>
        </w:rPr>
      </w:pPr>
      <w:r w:rsidRPr="00001F63">
        <w:rPr>
          <w:lang w:eastAsia="en-GB"/>
        </w:rPr>
        <w:t>s1.push_str(s2);</w:t>
      </w:r>
    </w:p>
    <w:p w14:paraId="3B182DB1" w14:textId="7B991715" w:rsidR="00001F63" w:rsidRPr="00001F63" w:rsidRDefault="00001F63" w:rsidP="00001F63">
      <w:pPr>
        <w:pStyle w:val="Code"/>
        <w:rPr>
          <w:lang w:eastAsia="en-GB"/>
        </w:rPr>
      </w:pPr>
      <w:r w:rsidRPr="00001F63">
        <w:rPr>
          <w:lang w:eastAsia="en-GB"/>
        </w:rPr>
        <w:t>println!("s2 is {</w:t>
      </w:r>
      <w:r w:rsidR="00A22923">
        <w:rPr>
          <w:lang w:eastAsia="en-GB"/>
        </w:rPr>
        <w:t>s2</w:t>
      </w:r>
      <w:r w:rsidRPr="00001F63">
        <w:rPr>
          <w:lang w:eastAsia="en-GB"/>
        </w:rPr>
        <w:t>}");</w:t>
      </w:r>
    </w:p>
    <w:p w14:paraId="299DA702" w14:textId="122D94C5" w:rsidR="00001F63" w:rsidRPr="00001F63" w:rsidRDefault="00001F63" w:rsidP="004A2D02">
      <w:pPr>
        <w:pStyle w:val="CodeListingCaption"/>
        <w:rPr>
          <w:lang w:eastAsia="en-GB"/>
        </w:rPr>
      </w:pPr>
      <w:r w:rsidRPr="00001F63">
        <w:t xml:space="preserve">Using a string slice after appending its contents to a </w:t>
      </w:r>
      <w:r w:rsidRPr="00001F63">
        <w:rPr>
          <w:rStyle w:val="Literal"/>
        </w:rPr>
        <w:t>String</w:t>
      </w:r>
    </w:p>
    <w:p w14:paraId="201CCB0D" w14:textId="193A9F25" w:rsidR="00001F63" w:rsidRPr="00001F63" w:rsidRDefault="00001F63" w:rsidP="00001F63">
      <w:pPr>
        <w:pStyle w:val="Body"/>
        <w:rPr>
          <w:lang w:eastAsia="en-GB"/>
        </w:rPr>
      </w:pPr>
      <w:r w:rsidRPr="00001F63">
        <w:rPr>
          <w:lang w:eastAsia="en-GB"/>
        </w:rPr>
        <w:t xml:space="preserve">If the </w:t>
      </w:r>
      <w:r w:rsidRPr="00001F63">
        <w:rPr>
          <w:rStyle w:val="Literal"/>
        </w:rPr>
        <w:t>push_str</w:t>
      </w:r>
      <w:r w:rsidRPr="00001F63">
        <w:t xml:space="preserve"> method took ownership of </w:t>
      </w:r>
      <w:r w:rsidRPr="00001F63">
        <w:rPr>
          <w:rStyle w:val="Literal"/>
        </w:rPr>
        <w:t>s2</w:t>
      </w:r>
      <w:r w:rsidRPr="00001F63">
        <w:rPr>
          <w:lang w:eastAsia="en-GB"/>
        </w:rPr>
        <w:t>, we wouldn’t be able to print</w:t>
      </w:r>
      <w:r>
        <w:rPr>
          <w:lang w:eastAsia="en-GB"/>
        </w:rPr>
        <w:t xml:space="preserve"> </w:t>
      </w:r>
      <w:r w:rsidRPr="00001F63">
        <w:rPr>
          <w:lang w:eastAsia="en-GB"/>
        </w:rPr>
        <w:t>its value on the last line. However, this code works as we’d expect!</w:t>
      </w:r>
      <w:r w:rsidR="00D66D24">
        <w:fldChar w:fldCharType="begin"/>
      </w:r>
      <w:r w:rsidR="00D66D24">
        <w:instrText xml:space="preserve"> XE "String type:push_str method on endRange" </w:instrText>
      </w:r>
      <w:r w:rsidR="00D66D24">
        <w:fldChar w:fldCharType="end"/>
      </w:r>
      <w:r w:rsidR="00D66D24">
        <w:fldChar w:fldCharType="begin"/>
      </w:r>
      <w:r w:rsidR="00D66D24">
        <w:instrText xml:space="preserve"> XE "push_str method endRange" </w:instrText>
      </w:r>
      <w:r w:rsidR="00D66D24">
        <w:fldChar w:fldCharType="end"/>
      </w:r>
    </w:p>
    <w:p w14:paraId="0BA6649A" w14:textId="66A66324" w:rsidR="00001F63" w:rsidRPr="00001F63" w:rsidRDefault="003464D2" w:rsidP="00001F63">
      <w:pPr>
        <w:pStyle w:val="Body"/>
        <w:rPr>
          <w:lang w:eastAsia="en-GB"/>
        </w:rPr>
      </w:pPr>
      <w:r>
        <w:fldChar w:fldCharType="begin"/>
      </w:r>
      <w:r>
        <w:instrText xml:space="preserve"> XE "String type:push method on startRange" </w:instrText>
      </w:r>
      <w:r>
        <w:fldChar w:fldCharType="end"/>
      </w:r>
      <w:r>
        <w:fldChar w:fldCharType="begin"/>
      </w:r>
      <w:r>
        <w:instrText xml:space="preserve"> XE "push method startRange" </w:instrText>
      </w:r>
      <w:r>
        <w:fldChar w:fldCharType="end"/>
      </w:r>
      <w:r w:rsidR="00001F63" w:rsidRPr="00001F63">
        <w:rPr>
          <w:lang w:eastAsia="en-GB"/>
        </w:rPr>
        <w:t xml:space="preserve">The </w:t>
      </w:r>
      <w:r w:rsidR="00001F63" w:rsidRPr="00001F63">
        <w:rPr>
          <w:rStyle w:val="Literal"/>
        </w:rPr>
        <w:t>push</w:t>
      </w:r>
      <w:r w:rsidR="00001F63" w:rsidRPr="00001F63">
        <w:t xml:space="preserve"> method takes a single character as a parameter and adds it to the</w:t>
      </w:r>
      <w:r w:rsidR="00001F63">
        <w:t xml:space="preserve"> </w:t>
      </w:r>
      <w:r w:rsidR="00001F63" w:rsidRPr="00001F63">
        <w:rPr>
          <w:rStyle w:val="Literal"/>
        </w:rPr>
        <w:t>String</w:t>
      </w:r>
      <w:r w:rsidR="00001F63" w:rsidRPr="00001F63">
        <w:t>. Listing 8-1</w:t>
      </w:r>
      <w:r w:rsidR="002E6216">
        <w:t>7</w:t>
      </w:r>
      <w:r w:rsidR="00001F63" w:rsidRPr="00001F63">
        <w:t xml:space="preserve"> adds the letter </w:t>
      </w:r>
      <w:r w:rsidR="00001F63" w:rsidRPr="00785D7D">
        <w:rPr>
          <w:rStyle w:val="Italic"/>
        </w:rPr>
        <w:t>l</w:t>
      </w:r>
      <w:r w:rsidR="00001F63" w:rsidRPr="00001F63">
        <w:t xml:space="preserve"> to a </w:t>
      </w:r>
      <w:r w:rsidR="00001F63" w:rsidRPr="00001F63">
        <w:rPr>
          <w:rStyle w:val="Literal"/>
        </w:rPr>
        <w:t>String</w:t>
      </w:r>
      <w:r w:rsidR="00001F63" w:rsidRPr="00001F63">
        <w:t xml:space="preserve"> using the </w:t>
      </w:r>
      <w:r w:rsidR="00001F63" w:rsidRPr="00001F63">
        <w:rPr>
          <w:rStyle w:val="Literal"/>
        </w:rPr>
        <w:t>push</w:t>
      </w:r>
      <w:r w:rsidR="00001F63">
        <w:rPr>
          <w:lang w:eastAsia="en-GB"/>
        </w:rPr>
        <w:t xml:space="preserve"> </w:t>
      </w:r>
      <w:r w:rsidR="00001F63" w:rsidRPr="00001F63">
        <w:rPr>
          <w:lang w:eastAsia="en-GB"/>
        </w:rPr>
        <w:t>method.</w:t>
      </w:r>
    </w:p>
    <w:p w14:paraId="096E283D" w14:textId="77777777" w:rsidR="00001F63" w:rsidRPr="00001F63" w:rsidRDefault="00001F63" w:rsidP="00001F63">
      <w:pPr>
        <w:pStyle w:val="Code"/>
        <w:rPr>
          <w:lang w:eastAsia="en-GB"/>
        </w:rPr>
      </w:pPr>
      <w:r w:rsidRPr="00001F63">
        <w:rPr>
          <w:lang w:eastAsia="en-GB"/>
        </w:rPr>
        <w:t>let mut s = String::from("lo");</w:t>
      </w:r>
    </w:p>
    <w:p w14:paraId="620A59CA" w14:textId="77777777" w:rsidR="00001F63" w:rsidRPr="00001F63" w:rsidRDefault="00001F63" w:rsidP="00001F63">
      <w:pPr>
        <w:pStyle w:val="Code"/>
        <w:rPr>
          <w:lang w:eastAsia="en-GB"/>
        </w:rPr>
      </w:pPr>
      <w:r w:rsidRPr="00001F63">
        <w:rPr>
          <w:lang w:eastAsia="en-GB"/>
        </w:rPr>
        <w:t>s.push('l');</w:t>
      </w:r>
    </w:p>
    <w:p w14:paraId="42238BF9" w14:textId="0DD25C79" w:rsidR="00001F63" w:rsidRPr="00001F63" w:rsidRDefault="00001F63" w:rsidP="004A2D02">
      <w:pPr>
        <w:pStyle w:val="CodeListingCaption"/>
        <w:rPr>
          <w:lang w:eastAsia="en-GB"/>
        </w:rPr>
      </w:pPr>
      <w:r w:rsidRPr="00001F63">
        <w:t xml:space="preserve">Adding one character to a </w:t>
      </w:r>
      <w:r w:rsidRPr="00001F63">
        <w:rPr>
          <w:rStyle w:val="Literal"/>
        </w:rPr>
        <w:t>String</w:t>
      </w:r>
      <w:r w:rsidRPr="00001F63">
        <w:t xml:space="preserve"> value using </w:t>
      </w:r>
      <w:r w:rsidRPr="00001F63">
        <w:rPr>
          <w:rStyle w:val="Literal"/>
        </w:rPr>
        <w:t>push</w:t>
      </w:r>
    </w:p>
    <w:p w14:paraId="68BDB761" w14:textId="4ECA3149" w:rsidR="00001F63" w:rsidRPr="00001F63" w:rsidRDefault="00001F63" w:rsidP="007E2EE5">
      <w:pPr>
        <w:pStyle w:val="BodyContinued"/>
        <w:rPr>
          <w:lang w:eastAsia="en-GB"/>
        </w:rPr>
      </w:pPr>
      <w:r w:rsidRPr="00001F63">
        <w:rPr>
          <w:lang w:eastAsia="en-GB"/>
        </w:rPr>
        <w:t xml:space="preserve">As a result, </w:t>
      </w:r>
      <w:r w:rsidRPr="00001F63">
        <w:rPr>
          <w:rStyle w:val="Literal"/>
        </w:rPr>
        <w:t>s</w:t>
      </w:r>
      <w:r w:rsidRPr="00001F63">
        <w:t xml:space="preserve"> will contain </w:t>
      </w:r>
      <w:r w:rsidRPr="00001F63">
        <w:rPr>
          <w:rStyle w:val="Literal"/>
        </w:rPr>
        <w:t>lol</w:t>
      </w:r>
      <w:r w:rsidRPr="00001F63">
        <w:rPr>
          <w:lang w:eastAsia="en-GB"/>
        </w:rPr>
        <w:t>.</w:t>
      </w:r>
      <w:r w:rsidR="00834427">
        <w:fldChar w:fldCharType="begin"/>
      </w:r>
      <w:r w:rsidR="00834427">
        <w:instrText xml:space="preserve"> XE "String type:push method on endRange" </w:instrText>
      </w:r>
      <w:r w:rsidR="00834427">
        <w:fldChar w:fldCharType="end"/>
      </w:r>
      <w:r w:rsidR="00834427">
        <w:fldChar w:fldCharType="begin"/>
      </w:r>
      <w:r w:rsidR="00834427">
        <w:instrText xml:space="preserve"> XE "push method endRange" </w:instrText>
      </w:r>
      <w:r w:rsidR="00834427">
        <w:fldChar w:fldCharType="end"/>
      </w:r>
    </w:p>
    <w:p w14:paraId="513101F8" w14:textId="77777777" w:rsidR="00001F63" w:rsidRPr="00001F63" w:rsidRDefault="00001F63" w:rsidP="00001F63">
      <w:pPr>
        <w:pStyle w:val="HeadC"/>
        <w:rPr>
          <w:lang w:eastAsia="en-GB"/>
        </w:rPr>
      </w:pPr>
      <w:bookmarkStart w:id="25" w:name="concatenation-with-the-`+`-operator-or-t"/>
      <w:bookmarkStart w:id="26" w:name="_Toc106363828"/>
      <w:bookmarkEnd w:id="25"/>
      <w:r w:rsidRPr="00001F63">
        <w:t xml:space="preserve">Concatenation with the </w:t>
      </w:r>
      <w:r w:rsidRPr="003C138E">
        <w:t>+</w:t>
      </w:r>
      <w:r w:rsidRPr="00001F63">
        <w:t xml:space="preserve"> Operator or the </w:t>
      </w:r>
      <w:r w:rsidRPr="003C138E">
        <w:t>format!</w:t>
      </w:r>
      <w:r w:rsidRPr="00001F63">
        <w:rPr>
          <w:lang w:eastAsia="en-GB"/>
        </w:rPr>
        <w:t xml:space="preserve"> Macro</w:t>
      </w:r>
      <w:bookmarkEnd w:id="26"/>
    </w:p>
    <w:p w14:paraId="602558FD" w14:textId="3C77A124" w:rsidR="00001F63" w:rsidRPr="00001F63" w:rsidRDefault="000A07BA" w:rsidP="00001F63">
      <w:pPr>
        <w:pStyle w:val="Body"/>
        <w:rPr>
          <w:lang w:eastAsia="en-GB"/>
        </w:rPr>
      </w:pPr>
      <w:r>
        <w:fldChar w:fldCharType="begin"/>
      </w:r>
      <w:r>
        <w:instrText xml:space="preserve"> XE "String type:concatenation with + startRange" </w:instrText>
      </w:r>
      <w:r>
        <w:fldChar w:fldCharType="end"/>
      </w:r>
      <w:r>
        <w:fldChar w:fldCharType="begin"/>
      </w:r>
      <w:r>
        <w:instrText xml:space="preserve"> XE "+ (addition operator) startRange" </w:instrText>
      </w:r>
      <w:r>
        <w:fldChar w:fldCharType="end"/>
      </w:r>
      <w:r>
        <w:fldChar w:fldCharType="begin"/>
      </w:r>
      <w:r>
        <w:instrText xml:space="preserve"> XE "addition operator (+) startRange" </w:instrText>
      </w:r>
      <w:r>
        <w:fldChar w:fldCharType="end"/>
      </w:r>
      <w:r>
        <w:fldChar w:fldCharType="begin"/>
      </w:r>
      <w:r>
        <w:instrText xml:space="preserve"> XE "addition:of strings startRange" </w:instrText>
      </w:r>
      <w:r>
        <w:fldChar w:fldCharType="end"/>
      </w:r>
      <w:r w:rsidR="00001F63" w:rsidRPr="00001F63">
        <w:t>Often, you’ll want to combine two existing strings. One way to do so is to use</w:t>
      </w:r>
      <w:r w:rsidR="00001F63">
        <w:t xml:space="preserve"> </w:t>
      </w:r>
      <w:r w:rsidR="00001F63" w:rsidRPr="00001F63">
        <w:t xml:space="preserve">the </w:t>
      </w:r>
      <w:r w:rsidR="00001F63" w:rsidRPr="00001F63">
        <w:rPr>
          <w:rStyle w:val="Literal"/>
        </w:rPr>
        <w:t>+</w:t>
      </w:r>
      <w:r w:rsidR="00001F63" w:rsidRPr="00001F63">
        <w:rPr>
          <w:lang w:eastAsia="en-GB"/>
        </w:rPr>
        <w:t xml:space="preserve"> operator, as shown in Listing 8-1</w:t>
      </w:r>
      <w:r w:rsidR="002E6216">
        <w:rPr>
          <w:lang w:eastAsia="en-GB"/>
        </w:rPr>
        <w:t>8</w:t>
      </w:r>
      <w:r w:rsidR="00001F63" w:rsidRPr="00001F63">
        <w:rPr>
          <w:lang w:eastAsia="en-GB"/>
        </w:rPr>
        <w:t>.</w:t>
      </w:r>
    </w:p>
    <w:p w14:paraId="13D3D035" w14:textId="77777777" w:rsidR="00001F63" w:rsidRPr="00001F63" w:rsidRDefault="00001F63" w:rsidP="007E2EE5">
      <w:pPr>
        <w:pStyle w:val="CodeWide"/>
        <w:rPr>
          <w:lang w:eastAsia="en-GB"/>
        </w:rPr>
      </w:pPr>
      <w:r w:rsidRPr="00001F63">
        <w:rPr>
          <w:lang w:eastAsia="en-GB"/>
        </w:rPr>
        <w:t>let s1 = String::from("Hello, ");</w:t>
      </w:r>
    </w:p>
    <w:p w14:paraId="3FE7431E" w14:textId="77777777" w:rsidR="00001F63" w:rsidRPr="00001F63" w:rsidRDefault="00001F63" w:rsidP="007E2EE5">
      <w:pPr>
        <w:pStyle w:val="CodeWide"/>
        <w:rPr>
          <w:lang w:eastAsia="en-GB"/>
        </w:rPr>
      </w:pPr>
      <w:r w:rsidRPr="00001F63">
        <w:rPr>
          <w:lang w:eastAsia="en-GB"/>
        </w:rPr>
        <w:t>let s2 = String::from("world!");</w:t>
      </w:r>
    </w:p>
    <w:p w14:paraId="2606A2C7" w14:textId="77777777" w:rsidR="00001F63" w:rsidRPr="00001F63" w:rsidRDefault="00001F63" w:rsidP="007E2EE5">
      <w:pPr>
        <w:pStyle w:val="CodeWide"/>
        <w:rPr>
          <w:lang w:eastAsia="en-GB"/>
        </w:rPr>
      </w:pPr>
      <w:r w:rsidRPr="00001F63">
        <w:rPr>
          <w:lang w:eastAsia="en-GB"/>
        </w:rPr>
        <w:t>let s3 = s1 + &amp;s2; // note s1 has been moved here and can no longer be used</w:t>
      </w:r>
    </w:p>
    <w:p w14:paraId="679F6DB4" w14:textId="7BD32892" w:rsidR="00001F63" w:rsidRPr="00001F63" w:rsidRDefault="00001F63" w:rsidP="004A2D02">
      <w:pPr>
        <w:pStyle w:val="CodeListingCaption"/>
        <w:rPr>
          <w:lang w:eastAsia="en-GB"/>
        </w:rPr>
      </w:pPr>
      <w:r w:rsidRPr="00001F63">
        <w:t xml:space="preserve">Using the </w:t>
      </w:r>
      <w:r w:rsidRPr="00001F63">
        <w:rPr>
          <w:rStyle w:val="Literal"/>
        </w:rPr>
        <w:t>+</w:t>
      </w:r>
      <w:r w:rsidRPr="00001F63">
        <w:t xml:space="preserve"> operator to combine two </w:t>
      </w:r>
      <w:r w:rsidRPr="00001F63">
        <w:rPr>
          <w:rStyle w:val="Literal"/>
        </w:rPr>
        <w:t>String</w:t>
      </w:r>
      <w:r w:rsidRPr="00001F63">
        <w:t xml:space="preserve"> values into a new</w:t>
      </w:r>
      <w:r>
        <w:t xml:space="preserve"> </w:t>
      </w:r>
      <w:r w:rsidRPr="00001F63">
        <w:rPr>
          <w:rStyle w:val="Literal"/>
        </w:rPr>
        <w:t>String</w:t>
      </w:r>
      <w:r w:rsidRPr="00001F63">
        <w:rPr>
          <w:lang w:eastAsia="en-GB"/>
        </w:rPr>
        <w:t xml:space="preserve"> value</w:t>
      </w:r>
    </w:p>
    <w:p w14:paraId="6A40822E" w14:textId="6AB58077" w:rsidR="00001F63" w:rsidRPr="00001F63" w:rsidRDefault="00001F63" w:rsidP="00001F63">
      <w:pPr>
        <w:pStyle w:val="Body"/>
        <w:rPr>
          <w:lang w:eastAsia="en-GB"/>
        </w:rPr>
      </w:pPr>
      <w:r w:rsidRPr="00001F63">
        <w:rPr>
          <w:lang w:eastAsia="en-GB"/>
        </w:rPr>
        <w:t xml:space="preserve">The string </w:t>
      </w:r>
      <w:r w:rsidRPr="00001F63">
        <w:rPr>
          <w:rStyle w:val="Literal"/>
        </w:rPr>
        <w:t>s3</w:t>
      </w:r>
      <w:r w:rsidRPr="00001F63">
        <w:t xml:space="preserve"> will contain </w:t>
      </w:r>
      <w:r w:rsidRPr="00001F63">
        <w:rPr>
          <w:rStyle w:val="Literal"/>
        </w:rPr>
        <w:t>Hello, world!</w:t>
      </w:r>
      <w:r w:rsidRPr="00001F63">
        <w:t xml:space="preserve">. The reason </w:t>
      </w:r>
      <w:r w:rsidRPr="00001F63">
        <w:rPr>
          <w:rStyle w:val="Literal"/>
        </w:rPr>
        <w:t>s1</w:t>
      </w:r>
      <w:r w:rsidRPr="00001F63">
        <w:t xml:space="preserve"> is no longer</w:t>
      </w:r>
      <w:r>
        <w:t xml:space="preserve"> </w:t>
      </w:r>
      <w:r w:rsidRPr="00001F63">
        <w:t xml:space="preserve">valid after the addition, and the reason we used a reference to </w:t>
      </w:r>
      <w:r w:rsidRPr="00001F63">
        <w:rPr>
          <w:rStyle w:val="Literal"/>
        </w:rPr>
        <w:t>s2</w:t>
      </w:r>
      <w:r w:rsidRPr="00001F63">
        <w:t>, has to do</w:t>
      </w:r>
      <w:r>
        <w:t xml:space="preserve"> </w:t>
      </w:r>
      <w:r w:rsidRPr="00001F63">
        <w:t xml:space="preserve">with the signature of the method that’s called when we use the </w:t>
      </w:r>
      <w:r w:rsidRPr="00001F63">
        <w:rPr>
          <w:rStyle w:val="Literal"/>
        </w:rPr>
        <w:t>+</w:t>
      </w:r>
      <w:r w:rsidRPr="00001F63">
        <w:t xml:space="preserve"> operator.</w:t>
      </w:r>
      <w:r>
        <w:t xml:space="preserve"> </w:t>
      </w:r>
      <w:r w:rsidRPr="00001F63">
        <w:t xml:space="preserve">The </w:t>
      </w:r>
      <w:r w:rsidRPr="00001F63">
        <w:rPr>
          <w:rStyle w:val="Literal"/>
        </w:rPr>
        <w:t>+</w:t>
      </w:r>
      <w:r w:rsidRPr="00001F63">
        <w:t xml:space="preserve"> operator uses the </w:t>
      </w:r>
      <w:r w:rsidRPr="00001F63">
        <w:rPr>
          <w:rStyle w:val="Literal"/>
        </w:rPr>
        <w:t>add</w:t>
      </w:r>
      <w:r w:rsidRPr="00001F63">
        <w:rPr>
          <w:lang w:eastAsia="en-GB"/>
        </w:rPr>
        <w:t xml:space="preserve"> method, whose signature looks something like</w:t>
      </w:r>
      <w:r>
        <w:rPr>
          <w:lang w:eastAsia="en-GB"/>
        </w:rPr>
        <w:t xml:space="preserve"> </w:t>
      </w:r>
      <w:r w:rsidRPr="00001F63">
        <w:rPr>
          <w:lang w:eastAsia="en-GB"/>
        </w:rPr>
        <w:t>this:</w:t>
      </w:r>
    </w:p>
    <w:p w14:paraId="47CF1F36" w14:textId="77777777" w:rsidR="00001F63" w:rsidRPr="00001F63" w:rsidRDefault="00001F63" w:rsidP="00001F63">
      <w:pPr>
        <w:pStyle w:val="Code"/>
        <w:rPr>
          <w:lang w:eastAsia="en-GB"/>
        </w:rPr>
      </w:pPr>
      <w:r w:rsidRPr="00001F63">
        <w:rPr>
          <w:lang w:eastAsia="en-GB"/>
        </w:rPr>
        <w:t>fn add(self, s: &amp;str) -&gt; String {</w:t>
      </w:r>
    </w:p>
    <w:p w14:paraId="6FED4829" w14:textId="2103D534" w:rsidR="00001F63" w:rsidRPr="00001F63" w:rsidRDefault="00001F63" w:rsidP="00001F63">
      <w:pPr>
        <w:pStyle w:val="Body"/>
        <w:rPr>
          <w:lang w:eastAsia="en-GB"/>
        </w:rPr>
      </w:pPr>
      <w:r w:rsidRPr="00001F63">
        <w:t xml:space="preserve">In the standard library, you’ll see </w:t>
      </w:r>
      <w:r w:rsidRPr="00001F63">
        <w:rPr>
          <w:rStyle w:val="Literal"/>
        </w:rPr>
        <w:t>add</w:t>
      </w:r>
      <w:r w:rsidRPr="00001F63">
        <w:t xml:space="preserve"> defined using generics and associated</w:t>
      </w:r>
      <w:r>
        <w:t xml:space="preserve"> </w:t>
      </w:r>
      <w:r w:rsidRPr="00001F63">
        <w:lastRenderedPageBreak/>
        <w:t>types. Here, we’ve substituted in concrete types, which is what happens when we</w:t>
      </w:r>
      <w:r>
        <w:t xml:space="preserve"> </w:t>
      </w:r>
      <w:r w:rsidRPr="00001F63">
        <w:t xml:space="preserve">call this method with </w:t>
      </w:r>
      <w:r w:rsidRPr="00001F63">
        <w:rPr>
          <w:rStyle w:val="Literal"/>
        </w:rPr>
        <w:t>String</w:t>
      </w:r>
      <w:r w:rsidRPr="00001F63">
        <w:t xml:space="preserve"> values. We’ll discuss generics in </w:t>
      </w:r>
      <w:r w:rsidR="003C138E" w:rsidRPr="00192FAA">
        <w:rPr>
          <w:rStyle w:val="Xref"/>
        </w:rPr>
        <w:t>Chapter</w:t>
      </w:r>
      <w:r w:rsidRPr="00192FAA">
        <w:rPr>
          <w:rStyle w:val="Xref"/>
        </w:rPr>
        <w:t xml:space="preserve"> 10</w:t>
      </w:r>
      <w:r w:rsidRPr="00001F63">
        <w:t>.</w:t>
      </w:r>
      <w:r>
        <w:t xml:space="preserve"> </w:t>
      </w:r>
      <w:r w:rsidRPr="00001F63">
        <w:t xml:space="preserve">This signature gives us the clues we need </w:t>
      </w:r>
      <w:r w:rsidR="004852DC">
        <w:t xml:space="preserve">in order </w:t>
      </w:r>
      <w:r w:rsidRPr="00001F63">
        <w:t>to understand the tricky bits of the</w:t>
      </w:r>
      <w:r>
        <w:t xml:space="preserve"> </w:t>
      </w:r>
      <w:r w:rsidRPr="00001F63">
        <w:rPr>
          <w:rStyle w:val="Literal"/>
        </w:rPr>
        <w:t>+</w:t>
      </w:r>
      <w:r w:rsidRPr="00001F63">
        <w:rPr>
          <w:lang w:eastAsia="en-GB"/>
        </w:rPr>
        <w:t xml:space="preserve"> operator.</w:t>
      </w:r>
    </w:p>
    <w:p w14:paraId="7CF63C29" w14:textId="48D89FF3" w:rsidR="00001F63" w:rsidRPr="00001F63" w:rsidRDefault="00001F63" w:rsidP="00001F63">
      <w:pPr>
        <w:pStyle w:val="Body"/>
        <w:rPr>
          <w:lang w:eastAsia="en-GB"/>
        </w:rPr>
      </w:pPr>
      <w:r w:rsidRPr="00001F63">
        <w:rPr>
          <w:lang w:eastAsia="en-GB"/>
        </w:rPr>
        <w:t xml:space="preserve">First, </w:t>
      </w:r>
      <w:r w:rsidRPr="00001F63">
        <w:rPr>
          <w:rStyle w:val="Literal"/>
        </w:rPr>
        <w:t>s2</w:t>
      </w:r>
      <w:r w:rsidRPr="00001F63">
        <w:t xml:space="preserve"> has </w:t>
      </w:r>
      <w:bookmarkStart w:id="27" w:name="_Hlk112164298"/>
      <w:r w:rsidRPr="00001F63">
        <w:t>a</w:t>
      </w:r>
      <w:r w:rsidR="00C41F49">
        <w:t>n</w:t>
      </w:r>
      <w:r w:rsidRPr="00001F63">
        <w:t xml:space="preserve"> </w:t>
      </w:r>
      <w:r w:rsidRPr="00001F63">
        <w:rPr>
          <w:rStyle w:val="Literal"/>
        </w:rPr>
        <w:t>&amp;</w:t>
      </w:r>
      <w:bookmarkEnd w:id="27"/>
      <w:r w:rsidRPr="00001F63">
        <w:t xml:space="preserve">, meaning that we’re adding a </w:t>
      </w:r>
      <w:r w:rsidRPr="003C138E">
        <w:rPr>
          <w:rStyle w:val="Italic"/>
        </w:rPr>
        <w:t>reference</w:t>
      </w:r>
      <w:r w:rsidRPr="00001F63">
        <w:t xml:space="preserve"> of the second</w:t>
      </w:r>
      <w:r>
        <w:t xml:space="preserve"> </w:t>
      </w:r>
      <w:r w:rsidRPr="00001F63">
        <w:t xml:space="preserve">string to the first string. This is because of the </w:t>
      </w:r>
      <w:r w:rsidRPr="00001F63">
        <w:rPr>
          <w:rStyle w:val="Literal"/>
        </w:rPr>
        <w:t>s</w:t>
      </w:r>
      <w:r w:rsidRPr="00001F63">
        <w:t xml:space="preserve"> parameter in the </w:t>
      </w:r>
      <w:r w:rsidRPr="00001F63">
        <w:rPr>
          <w:rStyle w:val="Literal"/>
        </w:rPr>
        <w:t>add</w:t>
      </w:r>
      <w:r>
        <w:t xml:space="preserve"> </w:t>
      </w:r>
      <w:r w:rsidRPr="00001F63">
        <w:t xml:space="preserve">function: we can only add </w:t>
      </w:r>
      <w:commentRangeStart w:id="28"/>
      <w:r w:rsidRPr="00A13A55">
        <w:t>a</w:t>
      </w:r>
      <w:del w:id="29" w:author="Carol Nichols" w:date="2022-08-24T19:55:00Z">
        <w:r w:rsidR="00A13A55" w:rsidRPr="00A13A55" w:rsidDel="004A066D">
          <w:delText>n</w:delText>
        </w:r>
      </w:del>
      <w:r w:rsidRPr="00A13A55">
        <w:t xml:space="preserve"> </w:t>
      </w:r>
      <w:r w:rsidRPr="00A13A55">
        <w:rPr>
          <w:rStyle w:val="Literal"/>
        </w:rPr>
        <w:t>&amp;</w:t>
      </w:r>
      <w:r w:rsidRPr="00001F63">
        <w:rPr>
          <w:rStyle w:val="Literal"/>
        </w:rPr>
        <w:t>str</w:t>
      </w:r>
      <w:commentRangeEnd w:id="28"/>
      <w:r w:rsidR="004A066D">
        <w:rPr>
          <w:rStyle w:val="CommentReference"/>
          <w:rFonts w:ascii="Times New Roman" w:hAnsi="Times New Roman" w:cs="Times New Roman"/>
          <w:color w:val="auto"/>
          <w:lang w:val="en-CA"/>
        </w:rPr>
        <w:commentReference w:id="28"/>
      </w:r>
      <w:r w:rsidRPr="00001F63">
        <w:t xml:space="preserve"> to a </w:t>
      </w:r>
      <w:r w:rsidRPr="00001F63">
        <w:rPr>
          <w:rStyle w:val="Literal"/>
        </w:rPr>
        <w:t>String</w:t>
      </w:r>
      <w:r w:rsidRPr="00001F63">
        <w:t xml:space="preserve">; we can’t add two </w:t>
      </w:r>
      <w:r w:rsidRPr="00001F63">
        <w:rPr>
          <w:rStyle w:val="Literal"/>
        </w:rPr>
        <w:t>String</w:t>
      </w:r>
      <w:r>
        <w:t xml:space="preserve"> </w:t>
      </w:r>
      <w:r w:rsidRPr="00001F63">
        <w:t xml:space="preserve">values together. But wait—the type of </w:t>
      </w:r>
      <w:r w:rsidRPr="00001F63">
        <w:rPr>
          <w:rStyle w:val="Literal"/>
        </w:rPr>
        <w:t>&amp;s2</w:t>
      </w:r>
      <w:r w:rsidRPr="00001F63">
        <w:t xml:space="preserve"> is </w:t>
      </w:r>
      <w:r w:rsidRPr="00001F63">
        <w:rPr>
          <w:rStyle w:val="Literal"/>
        </w:rPr>
        <w:t>&amp;String</w:t>
      </w:r>
      <w:r w:rsidRPr="00001F63">
        <w:t xml:space="preserve">, not </w:t>
      </w:r>
      <w:r w:rsidRPr="00001F63">
        <w:rPr>
          <w:rStyle w:val="Literal"/>
        </w:rPr>
        <w:t>&amp;str</w:t>
      </w:r>
      <w:r w:rsidRPr="00001F63">
        <w:t>, as</w:t>
      </w:r>
      <w:r>
        <w:t xml:space="preserve"> </w:t>
      </w:r>
      <w:r w:rsidRPr="00001F63">
        <w:t xml:space="preserve">specified in the second parameter to </w:t>
      </w:r>
      <w:r w:rsidRPr="00001F63">
        <w:rPr>
          <w:rStyle w:val="Literal"/>
        </w:rPr>
        <w:t>add</w:t>
      </w:r>
      <w:r w:rsidRPr="00001F63">
        <w:rPr>
          <w:lang w:eastAsia="en-GB"/>
        </w:rPr>
        <w:t>. So why does Listing 8-18 compile?</w:t>
      </w:r>
    </w:p>
    <w:p w14:paraId="72A2EF28" w14:textId="35295887" w:rsidR="00001F63" w:rsidRPr="00001F63" w:rsidRDefault="00C66590" w:rsidP="00001F63">
      <w:pPr>
        <w:pStyle w:val="Body"/>
        <w:rPr>
          <w:lang w:eastAsia="en-GB"/>
        </w:rPr>
      </w:pPr>
      <w:r>
        <w:fldChar w:fldCharType="begin"/>
      </w:r>
      <w:r>
        <w:instrText xml:space="preserve"> XE "deref coercion startRange" </w:instrText>
      </w:r>
      <w:r>
        <w:fldChar w:fldCharType="end"/>
      </w:r>
      <w:r w:rsidR="00001F63" w:rsidRPr="00001F63">
        <w:t xml:space="preserve">The reason we’re able to use </w:t>
      </w:r>
      <w:r w:rsidR="00001F63" w:rsidRPr="00001F63">
        <w:rPr>
          <w:rStyle w:val="Literal"/>
        </w:rPr>
        <w:t>&amp;s2</w:t>
      </w:r>
      <w:r w:rsidR="00001F63" w:rsidRPr="00001F63">
        <w:t xml:space="preserve"> in the call to </w:t>
      </w:r>
      <w:r w:rsidR="00001F63" w:rsidRPr="00001F63">
        <w:rPr>
          <w:rStyle w:val="Literal"/>
        </w:rPr>
        <w:t>add</w:t>
      </w:r>
      <w:r w:rsidR="00001F63" w:rsidRPr="00001F63">
        <w:t xml:space="preserve"> is that the compiler</w:t>
      </w:r>
      <w:r w:rsidR="00001F63">
        <w:t xml:space="preserve"> </w:t>
      </w:r>
      <w:r w:rsidR="00001F63" w:rsidRPr="00001F63">
        <w:t xml:space="preserve">can </w:t>
      </w:r>
      <w:r w:rsidR="00001F63" w:rsidRPr="003C138E">
        <w:rPr>
          <w:rStyle w:val="Italic"/>
        </w:rPr>
        <w:t>coerce</w:t>
      </w:r>
      <w:r w:rsidR="00001F63" w:rsidRPr="00001F63">
        <w:t xml:space="preserve"> the </w:t>
      </w:r>
      <w:r w:rsidR="00001F63" w:rsidRPr="00001F63">
        <w:rPr>
          <w:rStyle w:val="Literal"/>
        </w:rPr>
        <w:t>&amp;String</w:t>
      </w:r>
      <w:r w:rsidR="00001F63" w:rsidRPr="00001F63">
        <w:t xml:space="preserve"> argument into a</w:t>
      </w:r>
      <w:del w:id="30" w:author="Carol Nichols" w:date="2022-08-24T19:56:00Z">
        <w:r w:rsidR="00A13A55" w:rsidDel="008433BD">
          <w:delText>n</w:delText>
        </w:r>
      </w:del>
      <w:r w:rsidR="00001F63" w:rsidRPr="00001F63">
        <w:t xml:space="preserve"> </w:t>
      </w:r>
      <w:r w:rsidR="00001F63" w:rsidRPr="00001F63">
        <w:rPr>
          <w:rStyle w:val="Literal"/>
        </w:rPr>
        <w:t>&amp;str</w:t>
      </w:r>
      <w:r w:rsidR="00001F63" w:rsidRPr="00001F63">
        <w:t xml:space="preserve">. When we call the </w:t>
      </w:r>
      <w:r w:rsidR="00001F63" w:rsidRPr="00001F63">
        <w:rPr>
          <w:rStyle w:val="Literal"/>
        </w:rPr>
        <w:t>add</w:t>
      </w:r>
      <w:r w:rsidR="00001F63">
        <w:t xml:space="preserve"> </w:t>
      </w:r>
      <w:r w:rsidR="00001F63" w:rsidRPr="00001F63">
        <w:t xml:space="preserve">method, Rust uses a </w:t>
      </w:r>
      <w:r w:rsidR="00001F63" w:rsidRPr="003C138E">
        <w:rPr>
          <w:rStyle w:val="Italic"/>
        </w:rPr>
        <w:t>deref coercion</w:t>
      </w:r>
      <w:r w:rsidR="00001F63" w:rsidRPr="00001F63">
        <w:t xml:space="preserve">, which here turns </w:t>
      </w:r>
      <w:r w:rsidR="00001F63" w:rsidRPr="00001F63">
        <w:rPr>
          <w:rStyle w:val="Literal"/>
        </w:rPr>
        <w:t>&amp;s2</w:t>
      </w:r>
      <w:r w:rsidR="00001F63" w:rsidRPr="00001F63">
        <w:t xml:space="preserve"> into </w:t>
      </w:r>
      <w:r w:rsidR="00001F63" w:rsidRPr="00001F63">
        <w:rPr>
          <w:rStyle w:val="Literal"/>
        </w:rPr>
        <w:t>&amp;s2[..]</w:t>
      </w:r>
      <w:r w:rsidR="00001F63" w:rsidRPr="00001F63">
        <w:t>.</w:t>
      </w:r>
      <w:r w:rsidR="00001F63">
        <w:t xml:space="preserve"> </w:t>
      </w:r>
      <w:r w:rsidR="00001F63" w:rsidRPr="00001F63">
        <w:t xml:space="preserve">We’ll discuss deref coercion in more depth in </w:t>
      </w:r>
      <w:r w:rsidR="003C138E" w:rsidRPr="00192FAA">
        <w:rPr>
          <w:rStyle w:val="Xref"/>
        </w:rPr>
        <w:t>Chapter</w:t>
      </w:r>
      <w:r w:rsidR="00001F63" w:rsidRPr="00192FAA">
        <w:rPr>
          <w:rStyle w:val="Xref"/>
        </w:rPr>
        <w:t xml:space="preserve"> 15</w:t>
      </w:r>
      <w:r w:rsidR="00001F63" w:rsidRPr="00001F63">
        <w:t>.</w:t>
      </w:r>
      <w:r>
        <w:fldChar w:fldCharType="begin"/>
      </w:r>
      <w:r>
        <w:instrText xml:space="preserve"> XE "deref coercion endRange" </w:instrText>
      </w:r>
      <w:r>
        <w:fldChar w:fldCharType="end"/>
      </w:r>
      <w:r w:rsidR="00001F63" w:rsidRPr="00001F63">
        <w:t xml:space="preserve"> Because </w:t>
      </w:r>
      <w:r w:rsidR="00001F63" w:rsidRPr="00001F63">
        <w:rPr>
          <w:rStyle w:val="Literal"/>
        </w:rPr>
        <w:t>add</w:t>
      </w:r>
      <w:r w:rsidR="00001F63" w:rsidRPr="00001F63">
        <w:t xml:space="preserve"> does</w:t>
      </w:r>
      <w:r w:rsidR="00001F63">
        <w:t xml:space="preserve"> </w:t>
      </w:r>
      <w:r w:rsidR="00001F63" w:rsidRPr="00001F63">
        <w:t xml:space="preserve">not take ownership of the </w:t>
      </w:r>
      <w:r w:rsidR="00001F63" w:rsidRPr="00001F63">
        <w:rPr>
          <w:rStyle w:val="Literal"/>
        </w:rPr>
        <w:t>s</w:t>
      </w:r>
      <w:r w:rsidR="00001F63" w:rsidRPr="00001F63">
        <w:t xml:space="preserve"> parameter, </w:t>
      </w:r>
      <w:r w:rsidR="00001F63" w:rsidRPr="00001F63">
        <w:rPr>
          <w:rStyle w:val="Literal"/>
        </w:rPr>
        <w:t>s2</w:t>
      </w:r>
      <w:r w:rsidR="00001F63" w:rsidRPr="00001F63">
        <w:t xml:space="preserve"> will still be a valid </w:t>
      </w:r>
      <w:r w:rsidR="00001F63" w:rsidRPr="00001F63">
        <w:rPr>
          <w:rStyle w:val="Literal"/>
        </w:rPr>
        <w:t>String</w:t>
      </w:r>
      <w:r w:rsidR="00001F63">
        <w:rPr>
          <w:lang w:eastAsia="en-GB"/>
        </w:rPr>
        <w:t xml:space="preserve"> </w:t>
      </w:r>
      <w:r w:rsidR="00001F63" w:rsidRPr="00001F63">
        <w:rPr>
          <w:lang w:eastAsia="en-GB"/>
        </w:rPr>
        <w:t>after this operation.</w:t>
      </w:r>
    </w:p>
    <w:p w14:paraId="6FBDC106" w14:textId="5130FA40" w:rsidR="00001F63" w:rsidRPr="00001F63" w:rsidRDefault="00001F63" w:rsidP="00001F63">
      <w:pPr>
        <w:pStyle w:val="Body"/>
        <w:rPr>
          <w:lang w:eastAsia="en-GB"/>
        </w:rPr>
      </w:pPr>
      <w:r w:rsidRPr="00001F63">
        <w:rPr>
          <w:lang w:eastAsia="en-GB"/>
        </w:rPr>
        <w:t xml:space="preserve">Second, we can see in the signature that </w:t>
      </w:r>
      <w:r w:rsidRPr="00001F63">
        <w:rPr>
          <w:rStyle w:val="Literal"/>
        </w:rPr>
        <w:t>add</w:t>
      </w:r>
      <w:r w:rsidRPr="00001F63">
        <w:t xml:space="preserve"> takes ownership of </w:t>
      </w:r>
      <w:r w:rsidRPr="00001F63">
        <w:rPr>
          <w:rStyle w:val="Literal"/>
        </w:rPr>
        <w:t>self</w:t>
      </w:r>
      <w:r>
        <w:t xml:space="preserve"> </w:t>
      </w:r>
      <w:r w:rsidRPr="00001F63">
        <w:t xml:space="preserve">because </w:t>
      </w:r>
      <w:r w:rsidRPr="00001F63">
        <w:rPr>
          <w:rStyle w:val="Literal"/>
        </w:rPr>
        <w:t>self</w:t>
      </w:r>
      <w:r w:rsidRPr="00001F63">
        <w:t xml:space="preserve"> does </w:t>
      </w:r>
      <w:r w:rsidRPr="003C138E">
        <w:rPr>
          <w:rStyle w:val="Italic"/>
        </w:rPr>
        <w:t>not</w:t>
      </w:r>
      <w:r w:rsidRPr="00001F63">
        <w:t xml:space="preserve"> have a</w:t>
      </w:r>
      <w:r w:rsidR="008E0484">
        <w:t>n</w:t>
      </w:r>
      <w:r w:rsidRPr="00001F63">
        <w:t xml:space="preserve"> </w:t>
      </w:r>
      <w:r w:rsidRPr="00001F63">
        <w:rPr>
          <w:rStyle w:val="Literal"/>
        </w:rPr>
        <w:t>&amp;</w:t>
      </w:r>
      <w:r w:rsidRPr="00001F63">
        <w:t xml:space="preserve">. This means </w:t>
      </w:r>
      <w:r w:rsidRPr="00001F63">
        <w:rPr>
          <w:rStyle w:val="Literal"/>
        </w:rPr>
        <w:t>s1</w:t>
      </w:r>
      <w:r w:rsidRPr="00001F63">
        <w:t xml:space="preserve"> in Listing 8-18 will be</w:t>
      </w:r>
      <w:r>
        <w:t xml:space="preserve"> </w:t>
      </w:r>
      <w:r w:rsidRPr="00001F63">
        <w:t xml:space="preserve">moved into the </w:t>
      </w:r>
      <w:r w:rsidRPr="00001F63">
        <w:rPr>
          <w:rStyle w:val="Literal"/>
        </w:rPr>
        <w:t>add</w:t>
      </w:r>
      <w:r w:rsidRPr="00001F63">
        <w:t xml:space="preserve"> call and will no longer be valid after that. So</w:t>
      </w:r>
      <w:r w:rsidR="00275475">
        <w:t>,</w:t>
      </w:r>
      <w:r w:rsidRPr="00001F63">
        <w:t xml:space="preserve"> although</w:t>
      </w:r>
      <w:r>
        <w:t xml:space="preserve"> </w:t>
      </w:r>
      <w:r w:rsidRPr="00001F63">
        <w:rPr>
          <w:rStyle w:val="Literal"/>
        </w:rPr>
        <w:t>let s3 = s1 + &amp;s2;</w:t>
      </w:r>
      <w:r w:rsidRPr="00001F63">
        <w:t xml:space="preserve"> looks like it will copy both strings and create a new one,</w:t>
      </w:r>
      <w:r>
        <w:t xml:space="preserve"> </w:t>
      </w:r>
      <w:r w:rsidRPr="00001F63">
        <w:t xml:space="preserve">this statement actually takes ownership of </w:t>
      </w:r>
      <w:r w:rsidRPr="00001F63">
        <w:rPr>
          <w:rStyle w:val="Literal"/>
        </w:rPr>
        <w:t>s1</w:t>
      </w:r>
      <w:r w:rsidRPr="00001F63">
        <w:t>, appends a copy of the contents</w:t>
      </w:r>
      <w:r>
        <w:t xml:space="preserve"> </w:t>
      </w:r>
      <w:r w:rsidRPr="00001F63">
        <w:t xml:space="preserve">of </w:t>
      </w:r>
      <w:r w:rsidRPr="00001F63">
        <w:rPr>
          <w:rStyle w:val="Literal"/>
        </w:rPr>
        <w:t>s2</w:t>
      </w:r>
      <w:r w:rsidRPr="00001F63">
        <w:rPr>
          <w:lang w:eastAsia="en-GB"/>
        </w:rPr>
        <w:t>, and then returns ownership of the result. In other words, it looks</w:t>
      </w:r>
      <w:r>
        <w:rPr>
          <w:lang w:eastAsia="en-GB"/>
        </w:rPr>
        <w:t xml:space="preserve"> </w:t>
      </w:r>
      <w:r w:rsidRPr="00001F63">
        <w:rPr>
          <w:lang w:eastAsia="en-GB"/>
        </w:rPr>
        <w:t>like it’s making a lot of copies</w:t>
      </w:r>
      <w:r w:rsidR="00275475">
        <w:rPr>
          <w:lang w:eastAsia="en-GB"/>
        </w:rPr>
        <w:t>,</w:t>
      </w:r>
      <w:r w:rsidRPr="00001F63">
        <w:rPr>
          <w:lang w:eastAsia="en-GB"/>
        </w:rPr>
        <w:t xml:space="preserve"> but </w:t>
      </w:r>
      <w:r w:rsidR="0034744F">
        <w:rPr>
          <w:lang w:eastAsia="en-GB"/>
        </w:rPr>
        <w:t xml:space="preserve">it </w:t>
      </w:r>
      <w:r w:rsidRPr="00001F63">
        <w:rPr>
          <w:lang w:eastAsia="en-GB"/>
        </w:rPr>
        <w:t>isn’t; the implementation is more</w:t>
      </w:r>
      <w:r>
        <w:rPr>
          <w:lang w:eastAsia="en-GB"/>
        </w:rPr>
        <w:t xml:space="preserve"> </w:t>
      </w:r>
      <w:r w:rsidRPr="00001F63">
        <w:rPr>
          <w:lang w:eastAsia="en-GB"/>
        </w:rPr>
        <w:t>efficient than copying.</w:t>
      </w:r>
    </w:p>
    <w:p w14:paraId="5DA2E7CF" w14:textId="7F34E507" w:rsidR="00001F63" w:rsidRPr="00001F63" w:rsidRDefault="00001F63" w:rsidP="00001F63">
      <w:pPr>
        <w:pStyle w:val="Body"/>
        <w:rPr>
          <w:lang w:eastAsia="en-GB"/>
        </w:rPr>
      </w:pPr>
      <w:r w:rsidRPr="00001F63">
        <w:rPr>
          <w:lang w:eastAsia="en-GB"/>
        </w:rPr>
        <w:t xml:space="preserve">If we need to concatenate multiple strings, the behavior of the </w:t>
      </w:r>
      <w:r w:rsidRPr="00001F63">
        <w:rPr>
          <w:rStyle w:val="Literal"/>
        </w:rPr>
        <w:t>+</w:t>
      </w:r>
      <w:r w:rsidRPr="00001F63">
        <w:rPr>
          <w:lang w:eastAsia="en-GB"/>
        </w:rPr>
        <w:t xml:space="preserve"> operator</w:t>
      </w:r>
      <w:r>
        <w:rPr>
          <w:lang w:eastAsia="en-GB"/>
        </w:rPr>
        <w:t xml:space="preserve"> </w:t>
      </w:r>
      <w:r w:rsidRPr="00001F63">
        <w:rPr>
          <w:lang w:eastAsia="en-GB"/>
        </w:rPr>
        <w:t>gets unwieldy:</w:t>
      </w:r>
    </w:p>
    <w:p w14:paraId="4DA3C7F1" w14:textId="77777777" w:rsidR="00001F63" w:rsidRPr="00001F63" w:rsidRDefault="00001F63" w:rsidP="00001F63">
      <w:pPr>
        <w:pStyle w:val="Code"/>
        <w:rPr>
          <w:lang w:eastAsia="en-GB"/>
        </w:rPr>
      </w:pPr>
      <w:r w:rsidRPr="00001F63">
        <w:rPr>
          <w:lang w:eastAsia="en-GB"/>
        </w:rPr>
        <w:t>let s1 = String::from("tic");</w:t>
      </w:r>
    </w:p>
    <w:p w14:paraId="1F3A36EE" w14:textId="77777777" w:rsidR="00001F63" w:rsidRPr="00001F63" w:rsidRDefault="00001F63" w:rsidP="00001F63">
      <w:pPr>
        <w:pStyle w:val="Code"/>
        <w:rPr>
          <w:lang w:eastAsia="en-GB"/>
        </w:rPr>
      </w:pPr>
      <w:r w:rsidRPr="00001F63">
        <w:rPr>
          <w:lang w:eastAsia="en-GB"/>
        </w:rPr>
        <w:t>let s2 = String::from("tac");</w:t>
      </w:r>
    </w:p>
    <w:p w14:paraId="1759FBCA" w14:textId="77777777" w:rsidR="00001F63" w:rsidRPr="00001F63" w:rsidRDefault="00001F63" w:rsidP="00001F63">
      <w:pPr>
        <w:pStyle w:val="Code"/>
        <w:rPr>
          <w:lang w:eastAsia="en-GB"/>
        </w:rPr>
      </w:pPr>
      <w:r w:rsidRPr="00001F63">
        <w:rPr>
          <w:lang w:eastAsia="en-GB"/>
        </w:rPr>
        <w:t>let s3 = String::from("toe");</w:t>
      </w:r>
    </w:p>
    <w:p w14:paraId="721D381E" w14:textId="77777777" w:rsidR="00001F63" w:rsidRPr="00001F63" w:rsidRDefault="00001F63" w:rsidP="00001F63">
      <w:pPr>
        <w:pStyle w:val="Code"/>
        <w:rPr>
          <w:lang w:eastAsia="en-GB"/>
        </w:rPr>
      </w:pPr>
    </w:p>
    <w:p w14:paraId="65FEB887" w14:textId="77777777" w:rsidR="00001F63" w:rsidRPr="00001F63" w:rsidRDefault="00001F63" w:rsidP="00001F63">
      <w:pPr>
        <w:pStyle w:val="Code"/>
        <w:rPr>
          <w:lang w:eastAsia="en-GB"/>
        </w:rPr>
      </w:pPr>
      <w:r w:rsidRPr="00001F63">
        <w:rPr>
          <w:lang w:eastAsia="en-GB"/>
        </w:rPr>
        <w:t>let s = s1 + "-" + &amp;s2 + "-" + &amp;s3;</w:t>
      </w:r>
    </w:p>
    <w:p w14:paraId="77FA06F4" w14:textId="28FF8FF7" w:rsidR="00001F63" w:rsidRPr="00001F63" w:rsidRDefault="00001F63" w:rsidP="00001F63">
      <w:pPr>
        <w:pStyle w:val="Body"/>
        <w:rPr>
          <w:lang w:eastAsia="en-GB"/>
        </w:rPr>
      </w:pPr>
      <w:r w:rsidRPr="00001F63">
        <w:t xml:space="preserve">At this point, </w:t>
      </w:r>
      <w:r w:rsidRPr="00001F63">
        <w:rPr>
          <w:rStyle w:val="Literal"/>
        </w:rPr>
        <w:t>s</w:t>
      </w:r>
      <w:r w:rsidRPr="00001F63">
        <w:t xml:space="preserve"> will be </w:t>
      </w:r>
      <w:r w:rsidRPr="00001F63">
        <w:rPr>
          <w:rStyle w:val="Literal"/>
        </w:rPr>
        <w:t>tic-tac-toe</w:t>
      </w:r>
      <w:r w:rsidRPr="00001F63">
        <w:t xml:space="preserve">. With all of the </w:t>
      </w:r>
      <w:r w:rsidRPr="00001F63">
        <w:rPr>
          <w:rStyle w:val="Literal"/>
        </w:rPr>
        <w:t>+</w:t>
      </w:r>
      <w:r w:rsidRPr="00001F63">
        <w:t xml:space="preserve"> and </w:t>
      </w:r>
      <w:r w:rsidRPr="00001F63">
        <w:rPr>
          <w:rStyle w:val="Literal"/>
        </w:rPr>
        <w:t>"</w:t>
      </w:r>
      <w:r>
        <w:t xml:space="preserve"> </w:t>
      </w:r>
      <w:r w:rsidRPr="00001F63">
        <w:t>characters, it’s difficult to see what’s going on.</w:t>
      </w:r>
      <w:r w:rsidR="000A07BA">
        <w:fldChar w:fldCharType="begin"/>
      </w:r>
      <w:r w:rsidR="000A07BA">
        <w:instrText xml:space="preserve"> XE "String type:concatenation with + endRange" </w:instrText>
      </w:r>
      <w:r w:rsidR="000A07BA">
        <w:fldChar w:fldCharType="end"/>
      </w:r>
      <w:r w:rsidR="000A07BA">
        <w:fldChar w:fldCharType="begin"/>
      </w:r>
      <w:r w:rsidR="000A07BA">
        <w:instrText xml:space="preserve"> XE "+ (addition operator) endRange" </w:instrText>
      </w:r>
      <w:r w:rsidR="000A07BA">
        <w:fldChar w:fldCharType="end"/>
      </w:r>
      <w:r w:rsidR="000A07BA">
        <w:fldChar w:fldCharType="begin"/>
      </w:r>
      <w:r w:rsidR="000A07BA">
        <w:instrText xml:space="preserve"> XE "addition operator (+) endRange" </w:instrText>
      </w:r>
      <w:r w:rsidR="000A07BA">
        <w:fldChar w:fldCharType="end"/>
      </w:r>
      <w:r w:rsidR="000A07BA">
        <w:fldChar w:fldCharType="begin"/>
      </w:r>
      <w:r w:rsidR="000A07BA">
        <w:instrText xml:space="preserve"> XE "addition:of strings endRange" </w:instrText>
      </w:r>
      <w:r w:rsidR="000A07BA">
        <w:fldChar w:fldCharType="end"/>
      </w:r>
      <w:r w:rsidRPr="00001F63">
        <w:t xml:space="preserve"> </w:t>
      </w:r>
      <w:commentRangeStart w:id="31"/>
      <w:commentRangeStart w:id="32"/>
      <w:r w:rsidR="00A46122">
        <w:fldChar w:fldCharType="begin"/>
      </w:r>
      <w:r w:rsidR="00A46122">
        <w:instrText xml:space="preserve"> XE "format! macro startRange" </w:instrText>
      </w:r>
      <w:r w:rsidR="00A46122">
        <w:fldChar w:fldCharType="end"/>
      </w:r>
      <w:r w:rsidRPr="00001F63">
        <w:t xml:space="preserve">For </w:t>
      </w:r>
      <w:ins w:id="33" w:author="Audrey Doyle" w:date="2022-08-23T16:30:00Z">
        <w:r w:rsidR="00A13A55">
          <w:t xml:space="preserve">combining </w:t>
        </w:r>
      </w:ins>
      <w:ins w:id="34" w:author="Carol Nichols" w:date="2022-08-24T19:58:00Z">
        <w:r w:rsidR="00EB2330">
          <w:t xml:space="preserve">strings in </w:t>
        </w:r>
      </w:ins>
      <w:r w:rsidRPr="00001F63">
        <w:t xml:space="preserve">more complicated </w:t>
      </w:r>
      <w:del w:id="35" w:author="Carol Nichols" w:date="2022-08-24T19:58:00Z">
        <w:r w:rsidRPr="00001F63" w:rsidDel="00EB2330">
          <w:delText>string</w:delText>
        </w:r>
      </w:del>
      <w:ins w:id="36" w:author="Audrey Doyle" w:date="2022-08-23T16:30:00Z">
        <w:del w:id="37" w:author="Carol Nichols" w:date="2022-08-24T19:58:00Z">
          <w:r w:rsidR="00A13A55" w:rsidDel="00EB2330">
            <w:delText>s</w:delText>
          </w:r>
        </w:del>
      </w:ins>
      <w:ins w:id="38" w:author="Carol Nichols" w:date="2022-08-24T19:58:00Z">
        <w:r w:rsidR="00EB2330">
          <w:t>ways</w:t>
        </w:r>
      </w:ins>
      <w:del w:id="39" w:author="Audrey Doyle" w:date="2022-08-23T16:30:00Z">
        <w:r w:rsidDel="00A13A55">
          <w:delText xml:space="preserve"> </w:delText>
        </w:r>
        <w:r w:rsidRPr="00001F63" w:rsidDel="00A13A55">
          <w:delText>combining</w:delText>
        </w:r>
      </w:del>
      <w:r w:rsidRPr="00001F63">
        <w:t xml:space="preserve">, </w:t>
      </w:r>
      <w:commentRangeEnd w:id="31"/>
      <w:r w:rsidR="00A13A55">
        <w:rPr>
          <w:rStyle w:val="CommentReference"/>
          <w:rFonts w:ascii="Times New Roman" w:hAnsi="Times New Roman" w:cs="Times New Roman"/>
          <w:color w:val="auto"/>
          <w:lang w:val="en-CA"/>
        </w:rPr>
        <w:commentReference w:id="31"/>
      </w:r>
      <w:commentRangeEnd w:id="32"/>
      <w:r w:rsidR="00EB2330">
        <w:rPr>
          <w:rStyle w:val="CommentReference"/>
          <w:rFonts w:ascii="Times New Roman" w:hAnsi="Times New Roman" w:cs="Times New Roman"/>
          <w:color w:val="auto"/>
          <w:lang w:val="en-CA"/>
        </w:rPr>
        <w:commentReference w:id="32"/>
      </w:r>
      <w:r w:rsidRPr="00001F63">
        <w:t xml:space="preserve">we can instead use the </w:t>
      </w:r>
      <w:r w:rsidRPr="00001F63">
        <w:rPr>
          <w:rStyle w:val="Literal"/>
        </w:rPr>
        <w:t>format!</w:t>
      </w:r>
      <w:r w:rsidRPr="00001F63">
        <w:rPr>
          <w:lang w:eastAsia="en-GB"/>
        </w:rPr>
        <w:t xml:space="preserve"> macro:</w:t>
      </w:r>
    </w:p>
    <w:p w14:paraId="4DE9BEC4" w14:textId="77777777" w:rsidR="00001F63" w:rsidRPr="00001F63" w:rsidRDefault="00001F63" w:rsidP="00001F63">
      <w:pPr>
        <w:pStyle w:val="Code"/>
        <w:rPr>
          <w:lang w:eastAsia="en-GB"/>
        </w:rPr>
      </w:pPr>
      <w:r w:rsidRPr="00001F63">
        <w:rPr>
          <w:lang w:eastAsia="en-GB"/>
        </w:rPr>
        <w:t>let s1 = String::from("tic");</w:t>
      </w:r>
    </w:p>
    <w:p w14:paraId="1B48566C" w14:textId="77777777" w:rsidR="00001F63" w:rsidRPr="00001F63" w:rsidRDefault="00001F63" w:rsidP="00001F63">
      <w:pPr>
        <w:pStyle w:val="Code"/>
        <w:rPr>
          <w:lang w:eastAsia="en-GB"/>
        </w:rPr>
      </w:pPr>
      <w:r w:rsidRPr="00001F63">
        <w:rPr>
          <w:lang w:eastAsia="en-GB"/>
        </w:rPr>
        <w:t>let s2 = String::from("tac");</w:t>
      </w:r>
    </w:p>
    <w:p w14:paraId="41283252" w14:textId="77777777" w:rsidR="00001F63" w:rsidRPr="00001F63" w:rsidRDefault="00001F63" w:rsidP="00001F63">
      <w:pPr>
        <w:pStyle w:val="Code"/>
        <w:rPr>
          <w:lang w:eastAsia="en-GB"/>
        </w:rPr>
      </w:pPr>
      <w:r w:rsidRPr="00001F63">
        <w:rPr>
          <w:lang w:eastAsia="en-GB"/>
        </w:rPr>
        <w:t>let s3 = String::from("toe");</w:t>
      </w:r>
    </w:p>
    <w:p w14:paraId="3E1F3966" w14:textId="77777777" w:rsidR="00001F63" w:rsidRPr="00001F63" w:rsidRDefault="00001F63" w:rsidP="00001F63">
      <w:pPr>
        <w:pStyle w:val="Code"/>
        <w:rPr>
          <w:lang w:eastAsia="en-GB"/>
        </w:rPr>
      </w:pPr>
    </w:p>
    <w:p w14:paraId="4EE9CE14" w14:textId="5EFD52AC" w:rsidR="00001F63" w:rsidRPr="00001F63" w:rsidRDefault="00001F63" w:rsidP="00001F63">
      <w:pPr>
        <w:pStyle w:val="Code"/>
        <w:rPr>
          <w:lang w:eastAsia="en-GB"/>
        </w:rPr>
      </w:pPr>
      <w:r w:rsidRPr="00001F63">
        <w:rPr>
          <w:lang w:eastAsia="en-GB"/>
        </w:rPr>
        <w:t>let s = format!("{</w:t>
      </w:r>
      <w:r w:rsidR="00472B86">
        <w:rPr>
          <w:lang w:eastAsia="en-GB"/>
        </w:rPr>
        <w:t>s1</w:t>
      </w:r>
      <w:r w:rsidRPr="00001F63">
        <w:rPr>
          <w:lang w:eastAsia="en-GB"/>
        </w:rPr>
        <w:t>}-{</w:t>
      </w:r>
      <w:r w:rsidR="00472B86">
        <w:rPr>
          <w:lang w:eastAsia="en-GB"/>
        </w:rPr>
        <w:t>s2</w:t>
      </w:r>
      <w:r w:rsidRPr="00001F63">
        <w:rPr>
          <w:lang w:eastAsia="en-GB"/>
        </w:rPr>
        <w:t>}-{</w:t>
      </w:r>
      <w:r w:rsidR="00472B86">
        <w:rPr>
          <w:lang w:eastAsia="en-GB"/>
        </w:rPr>
        <w:t>s3</w:t>
      </w:r>
      <w:r w:rsidRPr="00001F63">
        <w:rPr>
          <w:lang w:eastAsia="en-GB"/>
        </w:rPr>
        <w:t>}");</w:t>
      </w:r>
    </w:p>
    <w:p w14:paraId="7A93AECD" w14:textId="4FB316EF" w:rsidR="00001F63" w:rsidRPr="00001F63" w:rsidRDefault="00001F63" w:rsidP="00001F63">
      <w:pPr>
        <w:pStyle w:val="Body"/>
        <w:rPr>
          <w:lang w:eastAsia="en-GB"/>
        </w:rPr>
      </w:pPr>
      <w:r w:rsidRPr="00001F63">
        <w:t xml:space="preserve">This code also sets </w:t>
      </w:r>
      <w:r w:rsidRPr="00001F63">
        <w:rPr>
          <w:rStyle w:val="Literal"/>
        </w:rPr>
        <w:t>s</w:t>
      </w:r>
      <w:r w:rsidRPr="00001F63">
        <w:t xml:space="preserve"> to </w:t>
      </w:r>
      <w:r w:rsidRPr="00001F63">
        <w:rPr>
          <w:rStyle w:val="Literal"/>
        </w:rPr>
        <w:t>tic-tac-toe</w:t>
      </w:r>
      <w:r w:rsidRPr="00001F63">
        <w:t xml:space="preserve">. The </w:t>
      </w:r>
      <w:r w:rsidRPr="00001F63">
        <w:rPr>
          <w:rStyle w:val="Literal"/>
        </w:rPr>
        <w:t>format!</w:t>
      </w:r>
      <w:r w:rsidRPr="00001F63">
        <w:t xml:space="preserve"> macro works like</w:t>
      </w:r>
      <w:r>
        <w:t xml:space="preserve"> </w:t>
      </w:r>
      <w:r w:rsidRPr="00001F63">
        <w:rPr>
          <w:rStyle w:val="Literal"/>
        </w:rPr>
        <w:t>println!</w:t>
      </w:r>
      <w:r w:rsidRPr="00001F63">
        <w:t>, but instead of printing the output to the screen, it returns a</w:t>
      </w:r>
      <w:r>
        <w:t xml:space="preserve"> </w:t>
      </w:r>
      <w:r w:rsidRPr="00001F63">
        <w:rPr>
          <w:rStyle w:val="Literal"/>
        </w:rPr>
        <w:t>String</w:t>
      </w:r>
      <w:r w:rsidRPr="00001F63">
        <w:t xml:space="preserve"> with the contents. The version of the code using </w:t>
      </w:r>
      <w:r w:rsidRPr="00001F63">
        <w:rPr>
          <w:rStyle w:val="Literal"/>
        </w:rPr>
        <w:t>format!</w:t>
      </w:r>
      <w:r w:rsidRPr="00001F63">
        <w:t xml:space="preserve"> is much</w:t>
      </w:r>
      <w:r>
        <w:t xml:space="preserve"> </w:t>
      </w:r>
      <w:r w:rsidRPr="00001F63">
        <w:t xml:space="preserve">easier to read, and the code generated by the </w:t>
      </w:r>
      <w:r w:rsidRPr="00001F63">
        <w:rPr>
          <w:rStyle w:val="Literal"/>
        </w:rPr>
        <w:t>format!</w:t>
      </w:r>
      <w:r w:rsidRPr="00001F63">
        <w:rPr>
          <w:lang w:eastAsia="en-GB"/>
        </w:rPr>
        <w:t xml:space="preserve"> macro uses references</w:t>
      </w:r>
      <w:r>
        <w:rPr>
          <w:lang w:eastAsia="en-GB"/>
        </w:rPr>
        <w:t xml:space="preserve"> </w:t>
      </w:r>
      <w:r w:rsidRPr="00001F63">
        <w:rPr>
          <w:lang w:eastAsia="en-GB"/>
        </w:rPr>
        <w:t>so that this call doesn’t take ownership of any of its parameters.</w:t>
      </w:r>
      <w:r w:rsidR="00D21CB6">
        <w:fldChar w:fldCharType="begin"/>
      </w:r>
      <w:r w:rsidR="00D21CB6">
        <w:instrText xml:space="preserve"> XE "format! macro endRange" </w:instrText>
      </w:r>
      <w:r w:rsidR="00D21CB6">
        <w:fldChar w:fldCharType="end"/>
      </w:r>
    </w:p>
    <w:bookmarkStart w:id="40" w:name="indexing-into-strings"/>
    <w:bookmarkStart w:id="41" w:name="_Toc106363829"/>
    <w:bookmarkEnd w:id="40"/>
    <w:p w14:paraId="0EA5F100" w14:textId="790916C7" w:rsidR="00001F63" w:rsidRPr="00001F63" w:rsidRDefault="00593D41" w:rsidP="00001F63">
      <w:pPr>
        <w:pStyle w:val="HeadB"/>
        <w:rPr>
          <w:lang w:eastAsia="en-GB"/>
        </w:rPr>
      </w:pPr>
      <w:r>
        <w:lastRenderedPageBreak/>
        <w:fldChar w:fldCharType="begin"/>
      </w:r>
      <w:r>
        <w:instrText xml:space="preserve"> XE "String type:indexing into startRange" </w:instrText>
      </w:r>
      <w:r>
        <w:fldChar w:fldCharType="end"/>
      </w:r>
      <w:r w:rsidR="00001F63" w:rsidRPr="00001F63">
        <w:rPr>
          <w:lang w:eastAsia="en-GB"/>
        </w:rPr>
        <w:t>Indexing into Strings</w:t>
      </w:r>
      <w:bookmarkEnd w:id="41"/>
    </w:p>
    <w:p w14:paraId="0F1B50AA" w14:textId="0ED051D7" w:rsidR="00001F63" w:rsidRPr="00001F63" w:rsidRDefault="00001F63" w:rsidP="00001F63">
      <w:pPr>
        <w:pStyle w:val="Body"/>
        <w:rPr>
          <w:lang w:eastAsia="en-GB"/>
        </w:rPr>
      </w:pPr>
      <w:r w:rsidRPr="00001F63">
        <w:t>In many other programming languages, accessing individual characters in a</w:t>
      </w:r>
      <w:r>
        <w:t xml:space="preserve"> </w:t>
      </w:r>
      <w:r w:rsidRPr="00001F63">
        <w:t>string by referencing them by index is a valid and common operation. However,</w:t>
      </w:r>
      <w:r>
        <w:t xml:space="preserve"> </w:t>
      </w:r>
      <w:r w:rsidRPr="00001F63">
        <w:t xml:space="preserve">if you try to access parts of a </w:t>
      </w:r>
      <w:r w:rsidRPr="00001F63">
        <w:rPr>
          <w:rStyle w:val="Literal"/>
        </w:rPr>
        <w:t>String</w:t>
      </w:r>
      <w:r w:rsidRPr="00001F63">
        <w:rPr>
          <w:lang w:eastAsia="en-GB"/>
        </w:rPr>
        <w:t xml:space="preserve"> using indexing syntax in Rust, you’ll</w:t>
      </w:r>
      <w:r>
        <w:rPr>
          <w:lang w:eastAsia="en-GB"/>
        </w:rPr>
        <w:t xml:space="preserve"> </w:t>
      </w:r>
      <w:r w:rsidRPr="00001F63">
        <w:rPr>
          <w:lang w:eastAsia="en-GB"/>
        </w:rPr>
        <w:t>get an error. Consider the invalid code in Listing 8-1</w:t>
      </w:r>
      <w:r w:rsidR="00B01DE1">
        <w:rPr>
          <w:lang w:eastAsia="en-GB"/>
        </w:rPr>
        <w:t>9</w:t>
      </w:r>
      <w:r w:rsidRPr="00001F63">
        <w:rPr>
          <w:lang w:eastAsia="en-GB"/>
        </w:rPr>
        <w:t>.</w:t>
      </w:r>
    </w:p>
    <w:p w14:paraId="25F23E0F" w14:textId="77777777" w:rsidR="00001F63" w:rsidRPr="00001F63" w:rsidRDefault="00001F63" w:rsidP="00001F63">
      <w:pPr>
        <w:pStyle w:val="Code"/>
        <w:rPr>
          <w:lang w:eastAsia="en-GB"/>
        </w:rPr>
      </w:pPr>
      <w:r w:rsidRPr="00001F63">
        <w:rPr>
          <w:lang w:eastAsia="en-GB"/>
        </w:rPr>
        <w:t>let s1 = String::from("hello");</w:t>
      </w:r>
    </w:p>
    <w:p w14:paraId="5943970B" w14:textId="77777777" w:rsidR="00001F63" w:rsidRPr="00001F63" w:rsidRDefault="00001F63" w:rsidP="00001F63">
      <w:pPr>
        <w:pStyle w:val="Code"/>
        <w:rPr>
          <w:lang w:eastAsia="en-GB"/>
        </w:rPr>
      </w:pPr>
      <w:r w:rsidRPr="00001F63">
        <w:rPr>
          <w:lang w:eastAsia="en-GB"/>
        </w:rPr>
        <w:t>let h = s1[0];</w:t>
      </w:r>
    </w:p>
    <w:p w14:paraId="110679C9" w14:textId="4858A578" w:rsidR="00001F63" w:rsidRPr="00001F63" w:rsidRDefault="00001F63" w:rsidP="004A2D02">
      <w:pPr>
        <w:pStyle w:val="CodeListingCaption"/>
        <w:rPr>
          <w:lang w:eastAsia="en-GB"/>
        </w:rPr>
      </w:pPr>
      <w:r w:rsidRPr="00001F63">
        <w:rPr>
          <w:lang w:eastAsia="en-GB"/>
        </w:rPr>
        <w:t xml:space="preserve">Attempting to use indexing syntax with a </w:t>
      </w:r>
      <w:r w:rsidRPr="00D061D6">
        <w:rPr>
          <w:rStyle w:val="Literal"/>
          <w:rPrChange w:id="42" w:author="Audrey Doyle" w:date="2022-08-23T16:36:00Z">
            <w:rPr>
              <w:lang w:eastAsia="en-GB"/>
            </w:rPr>
          </w:rPrChange>
        </w:rPr>
        <w:t>String</w:t>
      </w:r>
    </w:p>
    <w:p w14:paraId="407AC001" w14:textId="77777777" w:rsidR="00001F63" w:rsidRPr="00001F63" w:rsidRDefault="00001F63" w:rsidP="007E2EE5">
      <w:pPr>
        <w:pStyle w:val="BodyContinued"/>
        <w:rPr>
          <w:lang w:eastAsia="en-GB"/>
        </w:rPr>
      </w:pPr>
      <w:r w:rsidRPr="00001F63">
        <w:rPr>
          <w:lang w:eastAsia="en-GB"/>
        </w:rPr>
        <w:t>This code will result in the following error:</w:t>
      </w:r>
    </w:p>
    <w:p w14:paraId="4024B1BE" w14:textId="77777777" w:rsidR="00001F63" w:rsidRPr="00001F63" w:rsidRDefault="00001F63" w:rsidP="007E2EE5">
      <w:pPr>
        <w:pStyle w:val="Code"/>
        <w:rPr>
          <w:lang w:eastAsia="en-GB"/>
        </w:rPr>
      </w:pPr>
      <w:r w:rsidRPr="00001F63">
        <w:rPr>
          <w:lang w:eastAsia="en-GB"/>
        </w:rPr>
        <w:t>error[E0277]: the type `String` cannot be indexed by `{integer}`</w:t>
      </w:r>
    </w:p>
    <w:p w14:paraId="5AC39585" w14:textId="77777777" w:rsidR="00001F63" w:rsidRPr="00001F63" w:rsidRDefault="00001F63" w:rsidP="007E2EE5">
      <w:pPr>
        <w:pStyle w:val="Code"/>
        <w:rPr>
          <w:lang w:eastAsia="en-GB"/>
        </w:rPr>
      </w:pPr>
      <w:r w:rsidRPr="00001F63">
        <w:rPr>
          <w:lang w:eastAsia="en-GB"/>
        </w:rPr>
        <w:t xml:space="preserve"> --&gt; src/main.rs:3:13</w:t>
      </w:r>
    </w:p>
    <w:p w14:paraId="1C4C04CE" w14:textId="77777777" w:rsidR="00001F63" w:rsidRPr="00001F63" w:rsidRDefault="00001F63" w:rsidP="007E2EE5">
      <w:pPr>
        <w:pStyle w:val="Code"/>
        <w:rPr>
          <w:lang w:eastAsia="en-GB"/>
        </w:rPr>
      </w:pPr>
      <w:r w:rsidRPr="00001F63">
        <w:rPr>
          <w:lang w:eastAsia="en-GB"/>
        </w:rPr>
        <w:t xml:space="preserve">  |</w:t>
      </w:r>
    </w:p>
    <w:p w14:paraId="2B61257C" w14:textId="77777777" w:rsidR="00001F63" w:rsidRPr="00001F63" w:rsidRDefault="00001F63" w:rsidP="007E2EE5">
      <w:pPr>
        <w:pStyle w:val="Code"/>
        <w:rPr>
          <w:lang w:eastAsia="en-GB"/>
        </w:rPr>
      </w:pPr>
      <w:r w:rsidRPr="00001F63">
        <w:rPr>
          <w:lang w:eastAsia="en-GB"/>
        </w:rPr>
        <w:t>3 |     let h = s1[0];</w:t>
      </w:r>
    </w:p>
    <w:p w14:paraId="48E7C6EF" w14:textId="77777777" w:rsidR="00001F63" w:rsidRPr="00001F63" w:rsidRDefault="00001F63" w:rsidP="007E2EE5">
      <w:pPr>
        <w:pStyle w:val="Code"/>
        <w:rPr>
          <w:lang w:eastAsia="en-GB"/>
        </w:rPr>
      </w:pPr>
      <w:r w:rsidRPr="00001F63">
        <w:rPr>
          <w:lang w:eastAsia="en-GB"/>
        </w:rPr>
        <w:t xml:space="preserve">  |             ^^^^^ `String` cannot be indexed by `{integer}`</w:t>
      </w:r>
    </w:p>
    <w:p w14:paraId="7EC7A433" w14:textId="77777777" w:rsidR="00001F63" w:rsidRPr="00001F63" w:rsidRDefault="00001F63" w:rsidP="007E2EE5">
      <w:pPr>
        <w:pStyle w:val="Code"/>
        <w:rPr>
          <w:lang w:eastAsia="en-GB"/>
        </w:rPr>
      </w:pPr>
      <w:r w:rsidRPr="00001F63">
        <w:rPr>
          <w:lang w:eastAsia="en-GB"/>
        </w:rPr>
        <w:t xml:space="preserve">  |</w:t>
      </w:r>
    </w:p>
    <w:p w14:paraId="45885ED4" w14:textId="77777777" w:rsidR="009F7147" w:rsidRDefault="00001F63">
      <w:pPr>
        <w:pStyle w:val="Code"/>
        <w:rPr>
          <w:lang w:eastAsia="en-GB"/>
        </w:rPr>
      </w:pPr>
      <w:r w:rsidRPr="00001F63">
        <w:rPr>
          <w:lang w:eastAsia="en-GB"/>
        </w:rPr>
        <w:t xml:space="preserve">  = help: the trait `Index&lt;{integer}&gt;` is not implemented for </w:t>
      </w:r>
    </w:p>
    <w:p w14:paraId="4BF32F83" w14:textId="796F7FD7" w:rsidR="00001F63" w:rsidRPr="00001F63" w:rsidRDefault="00001F63" w:rsidP="007E2EE5">
      <w:pPr>
        <w:pStyle w:val="Code"/>
        <w:rPr>
          <w:lang w:eastAsia="en-GB"/>
        </w:rPr>
      </w:pPr>
      <w:r w:rsidRPr="00001F63">
        <w:rPr>
          <w:lang w:eastAsia="en-GB"/>
        </w:rPr>
        <w:t>`String`</w:t>
      </w:r>
    </w:p>
    <w:p w14:paraId="4B729F83" w14:textId="1E847F80" w:rsidR="00001F63" w:rsidRPr="00001F63" w:rsidRDefault="00001F63" w:rsidP="00001F63">
      <w:pPr>
        <w:pStyle w:val="Body"/>
        <w:rPr>
          <w:lang w:eastAsia="en-GB"/>
        </w:rPr>
      </w:pPr>
      <w:r w:rsidRPr="00001F63">
        <w:rPr>
          <w:lang w:eastAsia="en-GB"/>
        </w:rPr>
        <w:t>The error and the note tell the story: Rust strings don’t support indexing. But</w:t>
      </w:r>
      <w:r>
        <w:rPr>
          <w:lang w:eastAsia="en-GB"/>
        </w:rPr>
        <w:t xml:space="preserve"> </w:t>
      </w:r>
      <w:r w:rsidRPr="00001F63">
        <w:rPr>
          <w:lang w:eastAsia="en-GB"/>
        </w:rPr>
        <w:t>why not? To answer that question, we need to discuss how Rust stores strings in</w:t>
      </w:r>
      <w:r>
        <w:rPr>
          <w:lang w:eastAsia="en-GB"/>
        </w:rPr>
        <w:t xml:space="preserve"> </w:t>
      </w:r>
      <w:r w:rsidRPr="00001F63">
        <w:rPr>
          <w:lang w:eastAsia="en-GB"/>
        </w:rPr>
        <w:t>memory.</w:t>
      </w:r>
    </w:p>
    <w:bookmarkStart w:id="43" w:name="internal-representation"/>
    <w:bookmarkStart w:id="44" w:name="_Toc106363830"/>
    <w:bookmarkEnd w:id="43"/>
    <w:p w14:paraId="075E4626" w14:textId="6008E4DD" w:rsidR="00001F63" w:rsidRPr="00001F63" w:rsidRDefault="00451DD1" w:rsidP="00001F63">
      <w:pPr>
        <w:pStyle w:val="HeadC"/>
        <w:rPr>
          <w:lang w:eastAsia="en-GB"/>
        </w:rPr>
      </w:pPr>
      <w:r>
        <w:fldChar w:fldCharType="begin"/>
      </w:r>
      <w:r>
        <w:instrText xml:space="preserve"> XE "String type:internal structure of startRange" </w:instrText>
      </w:r>
      <w:r>
        <w:fldChar w:fldCharType="end"/>
      </w:r>
      <w:r w:rsidR="00001F63" w:rsidRPr="00001F63">
        <w:rPr>
          <w:lang w:eastAsia="en-GB"/>
        </w:rPr>
        <w:t>Internal Representation</w:t>
      </w:r>
      <w:bookmarkEnd w:id="44"/>
    </w:p>
    <w:p w14:paraId="46B5E650" w14:textId="46C9A9E1" w:rsidR="00001F63" w:rsidRPr="00001F63" w:rsidRDefault="00001F63" w:rsidP="00001F63">
      <w:pPr>
        <w:pStyle w:val="Body"/>
        <w:rPr>
          <w:lang w:eastAsia="en-GB"/>
        </w:rPr>
      </w:pPr>
      <w:r w:rsidRPr="00001F63">
        <w:t xml:space="preserve">A </w:t>
      </w:r>
      <w:r w:rsidRPr="00001F63">
        <w:rPr>
          <w:rStyle w:val="Literal"/>
        </w:rPr>
        <w:t>String</w:t>
      </w:r>
      <w:r w:rsidRPr="00001F63">
        <w:t xml:space="preserve"> is a wrapper over a </w:t>
      </w:r>
      <w:r w:rsidRPr="00001F63">
        <w:rPr>
          <w:rStyle w:val="Literal"/>
        </w:rPr>
        <w:t>Vec&lt;u8&gt;</w:t>
      </w:r>
      <w:r w:rsidRPr="00001F63">
        <w:rPr>
          <w:lang w:eastAsia="en-GB"/>
        </w:rPr>
        <w:t>. Let’s look at some of our properly</w:t>
      </w:r>
      <w:r>
        <w:rPr>
          <w:lang w:eastAsia="en-GB"/>
        </w:rPr>
        <w:t xml:space="preserve"> </w:t>
      </w:r>
      <w:r w:rsidRPr="00001F63">
        <w:rPr>
          <w:lang w:eastAsia="en-GB"/>
        </w:rPr>
        <w:t>encoded UTF-8 example strings from Listing 8-14. First, this one:</w:t>
      </w:r>
    </w:p>
    <w:p w14:paraId="4B5161FB" w14:textId="77777777" w:rsidR="00001F63" w:rsidRPr="00001F63" w:rsidRDefault="00001F63" w:rsidP="00001F63">
      <w:pPr>
        <w:pStyle w:val="Code"/>
        <w:rPr>
          <w:lang w:eastAsia="en-GB"/>
        </w:rPr>
      </w:pPr>
      <w:r w:rsidRPr="00001F63">
        <w:rPr>
          <w:lang w:eastAsia="en-GB"/>
        </w:rPr>
        <w:t>let hello = String::from("Hola");</w:t>
      </w:r>
    </w:p>
    <w:p w14:paraId="0C28A8A3" w14:textId="4C8B8EAE" w:rsidR="00001F63" w:rsidRPr="00001F63" w:rsidRDefault="00001F63" w:rsidP="00001F63">
      <w:pPr>
        <w:pStyle w:val="Body"/>
        <w:rPr>
          <w:lang w:eastAsia="en-GB"/>
        </w:rPr>
      </w:pPr>
      <w:r w:rsidRPr="00001F63">
        <w:t xml:space="preserve">In this case, </w:t>
      </w:r>
      <w:r w:rsidRPr="00001F63">
        <w:rPr>
          <w:rStyle w:val="Literal"/>
        </w:rPr>
        <w:t>len</w:t>
      </w:r>
      <w:r w:rsidRPr="00001F63">
        <w:rPr>
          <w:lang w:eastAsia="en-GB"/>
        </w:rPr>
        <w:t xml:space="preserve"> will be </w:t>
      </w:r>
      <w:r w:rsidRPr="00C04629">
        <w:rPr>
          <w:rStyle w:val="Literal"/>
        </w:rPr>
        <w:t>4</w:t>
      </w:r>
      <w:r w:rsidRPr="00001F63">
        <w:rPr>
          <w:lang w:eastAsia="en-GB"/>
        </w:rPr>
        <w:t xml:space="preserve">, which means the vector storing the string </w:t>
      </w:r>
      <w:r w:rsidR="00275475" w:rsidRPr="007E2EE5">
        <w:rPr>
          <w:rStyle w:val="Literal"/>
        </w:rPr>
        <w:t>"</w:t>
      </w:r>
      <w:r w:rsidRPr="007E2EE5">
        <w:rPr>
          <w:rStyle w:val="Literal"/>
        </w:rPr>
        <w:t>Hola</w:t>
      </w:r>
      <w:r w:rsidR="00275475" w:rsidRPr="007E2EE5">
        <w:rPr>
          <w:rStyle w:val="Literal"/>
        </w:rPr>
        <w:t>"</w:t>
      </w:r>
      <w:r>
        <w:rPr>
          <w:lang w:eastAsia="en-GB"/>
        </w:rPr>
        <w:t xml:space="preserve"> </w:t>
      </w:r>
      <w:r w:rsidRPr="00001F63">
        <w:rPr>
          <w:lang w:eastAsia="en-GB"/>
        </w:rPr>
        <w:t xml:space="preserve">is 4 bytes long. Each of these letters takes </w:t>
      </w:r>
      <w:r w:rsidR="00B01DE1">
        <w:rPr>
          <w:lang w:eastAsia="en-GB"/>
        </w:rPr>
        <w:t>one</w:t>
      </w:r>
      <w:r w:rsidR="00B01DE1" w:rsidRPr="00001F63">
        <w:rPr>
          <w:lang w:eastAsia="en-GB"/>
        </w:rPr>
        <w:t xml:space="preserve"> </w:t>
      </w:r>
      <w:r w:rsidRPr="00001F63">
        <w:rPr>
          <w:lang w:eastAsia="en-GB"/>
        </w:rPr>
        <w:t>byte when encoded in UTF-8. The</w:t>
      </w:r>
      <w:r>
        <w:rPr>
          <w:lang w:eastAsia="en-GB"/>
        </w:rPr>
        <w:t xml:space="preserve"> </w:t>
      </w:r>
      <w:r w:rsidRPr="00001F63">
        <w:rPr>
          <w:lang w:eastAsia="en-GB"/>
        </w:rPr>
        <w:t>following line, however, may surprise you (</w:t>
      </w:r>
      <w:r w:rsidR="00B01DE1">
        <w:rPr>
          <w:lang w:eastAsia="en-GB"/>
        </w:rPr>
        <w:t>n</w:t>
      </w:r>
      <w:r w:rsidRPr="00001F63">
        <w:rPr>
          <w:lang w:eastAsia="en-GB"/>
        </w:rPr>
        <w:t>ote that this string begins with</w:t>
      </w:r>
      <w:r>
        <w:rPr>
          <w:lang w:eastAsia="en-GB"/>
        </w:rPr>
        <w:t xml:space="preserve"> </w:t>
      </w:r>
      <w:r w:rsidRPr="00001F63">
        <w:rPr>
          <w:lang w:eastAsia="en-GB"/>
        </w:rPr>
        <w:t xml:space="preserve">the capital Cyrillic letter </w:t>
      </w:r>
      <w:r w:rsidRPr="00C04629">
        <w:rPr>
          <w:rStyle w:val="Italic"/>
        </w:rPr>
        <w:t>Ze</w:t>
      </w:r>
      <w:r w:rsidRPr="00001F63">
        <w:rPr>
          <w:lang w:eastAsia="en-GB"/>
        </w:rPr>
        <w:t>, not the Arabic number 3)</w:t>
      </w:r>
      <w:r w:rsidR="00B01DE1">
        <w:rPr>
          <w:lang w:eastAsia="en-GB"/>
        </w:rPr>
        <w:t>:</w:t>
      </w:r>
    </w:p>
    <w:p w14:paraId="0EDA2F83" w14:textId="77777777" w:rsidR="00001F63" w:rsidRPr="00001F63" w:rsidRDefault="00001F63" w:rsidP="00001F63">
      <w:pPr>
        <w:pStyle w:val="Code"/>
        <w:rPr>
          <w:lang w:eastAsia="en-GB"/>
        </w:rPr>
      </w:pPr>
      <w:r w:rsidRPr="00001F63">
        <w:rPr>
          <w:lang w:eastAsia="en-GB"/>
        </w:rPr>
        <w:t>let hello = String::from("Здравствуйте");</w:t>
      </w:r>
    </w:p>
    <w:p w14:paraId="635D7434" w14:textId="1867DE39" w:rsidR="00001F63" w:rsidRPr="00001F63" w:rsidRDefault="00B01DE1" w:rsidP="00001F63">
      <w:pPr>
        <w:pStyle w:val="Body"/>
        <w:rPr>
          <w:lang w:eastAsia="en-GB"/>
        </w:rPr>
      </w:pPr>
      <w:r>
        <w:rPr>
          <w:lang w:eastAsia="en-GB"/>
        </w:rPr>
        <w:t>If you were a</w:t>
      </w:r>
      <w:r w:rsidR="00001F63" w:rsidRPr="00001F63">
        <w:rPr>
          <w:lang w:eastAsia="en-GB"/>
        </w:rPr>
        <w:t>sked how long the string is, you might say 12. In fact, Rust’s answer is 24:</w:t>
      </w:r>
      <w:r w:rsidR="00001F63">
        <w:rPr>
          <w:lang w:eastAsia="en-GB"/>
        </w:rPr>
        <w:t xml:space="preserve"> </w:t>
      </w:r>
      <w:r w:rsidR="00001F63" w:rsidRPr="00001F63">
        <w:rPr>
          <w:lang w:eastAsia="en-GB"/>
        </w:rPr>
        <w:t>that’s the number of bytes it takes to encode “Здравствуйте” in UTF-8, because</w:t>
      </w:r>
      <w:r w:rsidR="00001F63">
        <w:rPr>
          <w:lang w:eastAsia="en-GB"/>
        </w:rPr>
        <w:t xml:space="preserve"> </w:t>
      </w:r>
      <w:r w:rsidR="00001F63" w:rsidRPr="00001F63">
        <w:rPr>
          <w:lang w:eastAsia="en-GB"/>
        </w:rPr>
        <w:t>each Unicode scalar value in that string takes 2 bytes of storage. Therefore,</w:t>
      </w:r>
      <w:r w:rsidR="00001F63">
        <w:rPr>
          <w:lang w:eastAsia="en-GB"/>
        </w:rPr>
        <w:t xml:space="preserve"> </w:t>
      </w:r>
      <w:r w:rsidR="00001F63" w:rsidRPr="00001F63">
        <w:rPr>
          <w:lang w:eastAsia="en-GB"/>
        </w:rPr>
        <w:t>an index into the string’s bytes will not always correlate to a valid Unicode</w:t>
      </w:r>
      <w:r w:rsidR="00001F63">
        <w:rPr>
          <w:lang w:eastAsia="en-GB"/>
        </w:rPr>
        <w:t xml:space="preserve"> </w:t>
      </w:r>
      <w:r w:rsidR="00001F63" w:rsidRPr="00001F63">
        <w:rPr>
          <w:lang w:eastAsia="en-GB"/>
        </w:rPr>
        <w:t>scalar value. To demonstrate, consider this invalid Rust code:</w:t>
      </w:r>
    </w:p>
    <w:p w14:paraId="133FD0E6" w14:textId="77777777" w:rsidR="00001F63" w:rsidRPr="00001F63" w:rsidRDefault="00001F63" w:rsidP="00001F63">
      <w:pPr>
        <w:pStyle w:val="Code"/>
        <w:rPr>
          <w:lang w:eastAsia="en-GB"/>
        </w:rPr>
      </w:pPr>
      <w:r w:rsidRPr="00001F63">
        <w:rPr>
          <w:lang w:eastAsia="en-GB"/>
        </w:rPr>
        <w:t>let hello = "Здравствуйте";</w:t>
      </w:r>
    </w:p>
    <w:p w14:paraId="123DD183" w14:textId="77777777" w:rsidR="00001F63" w:rsidRPr="00001F63" w:rsidRDefault="00001F63" w:rsidP="00001F63">
      <w:pPr>
        <w:pStyle w:val="Code"/>
        <w:rPr>
          <w:lang w:eastAsia="en-GB"/>
        </w:rPr>
      </w:pPr>
      <w:r w:rsidRPr="00001F63">
        <w:rPr>
          <w:lang w:eastAsia="en-GB"/>
        </w:rPr>
        <w:t>let answer = &amp;hello[0];</w:t>
      </w:r>
    </w:p>
    <w:p w14:paraId="689B4CC7" w14:textId="54D30460" w:rsidR="00001F63" w:rsidRPr="00001F63" w:rsidRDefault="00001F63" w:rsidP="00001F63">
      <w:pPr>
        <w:pStyle w:val="Body"/>
        <w:rPr>
          <w:lang w:eastAsia="en-GB"/>
        </w:rPr>
      </w:pPr>
      <w:r w:rsidRPr="00001F63">
        <w:t xml:space="preserve">You already know that </w:t>
      </w:r>
      <w:r w:rsidRPr="00001F63">
        <w:rPr>
          <w:rStyle w:val="Literal"/>
        </w:rPr>
        <w:t>answer</w:t>
      </w:r>
      <w:r w:rsidRPr="00001F63">
        <w:t xml:space="preserve"> will not be </w:t>
      </w:r>
      <w:r w:rsidRPr="00001F63">
        <w:rPr>
          <w:rStyle w:val="Literal"/>
        </w:rPr>
        <w:t>З</w:t>
      </w:r>
      <w:r w:rsidRPr="00001F63">
        <w:t>, the first letter. When encoded</w:t>
      </w:r>
      <w:r>
        <w:t xml:space="preserve"> </w:t>
      </w:r>
      <w:r w:rsidRPr="00001F63">
        <w:t xml:space="preserve">in UTF-8, the first byte of </w:t>
      </w:r>
      <w:r w:rsidRPr="00001F63">
        <w:rPr>
          <w:rStyle w:val="Literal"/>
        </w:rPr>
        <w:t>З</w:t>
      </w:r>
      <w:r w:rsidRPr="00001F63">
        <w:t xml:space="preserve"> is </w:t>
      </w:r>
      <w:r w:rsidRPr="00001F63">
        <w:rPr>
          <w:rStyle w:val="Literal"/>
        </w:rPr>
        <w:t>208</w:t>
      </w:r>
      <w:r w:rsidRPr="00001F63">
        <w:t xml:space="preserve"> and the second is </w:t>
      </w:r>
      <w:r w:rsidRPr="00001F63">
        <w:rPr>
          <w:rStyle w:val="Literal"/>
        </w:rPr>
        <w:t>151</w:t>
      </w:r>
      <w:r w:rsidRPr="00001F63">
        <w:t>, so it would</w:t>
      </w:r>
      <w:r>
        <w:t xml:space="preserve"> </w:t>
      </w:r>
      <w:r w:rsidRPr="00001F63">
        <w:t xml:space="preserve">seem that </w:t>
      </w:r>
      <w:r w:rsidRPr="00001F63">
        <w:rPr>
          <w:rStyle w:val="Literal"/>
        </w:rPr>
        <w:lastRenderedPageBreak/>
        <w:t>answer</w:t>
      </w:r>
      <w:r w:rsidRPr="00001F63">
        <w:t xml:space="preserve"> should in fact be </w:t>
      </w:r>
      <w:r w:rsidRPr="00001F63">
        <w:rPr>
          <w:rStyle w:val="Literal"/>
        </w:rPr>
        <w:t>208</w:t>
      </w:r>
      <w:r w:rsidRPr="00001F63">
        <w:t xml:space="preserve">, but </w:t>
      </w:r>
      <w:r w:rsidRPr="00001F63">
        <w:rPr>
          <w:rStyle w:val="Literal"/>
        </w:rPr>
        <w:t>208</w:t>
      </w:r>
      <w:r w:rsidRPr="00001F63">
        <w:t xml:space="preserve"> is not a valid character</w:t>
      </w:r>
      <w:r>
        <w:t xml:space="preserve"> </w:t>
      </w:r>
      <w:r w:rsidRPr="00001F63">
        <w:t xml:space="preserve">on its own. Returning </w:t>
      </w:r>
      <w:r w:rsidRPr="00001F63">
        <w:rPr>
          <w:rStyle w:val="Literal"/>
        </w:rPr>
        <w:t>208</w:t>
      </w:r>
      <w:r w:rsidRPr="00001F63">
        <w:t xml:space="preserve"> is likely not what a user would want if they asked</w:t>
      </w:r>
      <w:r>
        <w:t xml:space="preserve"> </w:t>
      </w:r>
      <w:r w:rsidRPr="00001F63">
        <w:t>for the first letter of this string; however, that’s the only data that Rust</w:t>
      </w:r>
      <w:r>
        <w:t xml:space="preserve"> </w:t>
      </w:r>
      <w:r w:rsidRPr="00001F63">
        <w:t>has at byte index 0. Users generally don’t want the byte value returned, even</w:t>
      </w:r>
      <w:r>
        <w:t xml:space="preserve"> </w:t>
      </w:r>
      <w:r w:rsidRPr="00001F63">
        <w:t xml:space="preserve">if the string contains only Latin letters: if </w:t>
      </w:r>
      <w:r w:rsidRPr="00001F63">
        <w:rPr>
          <w:rStyle w:val="Literal"/>
        </w:rPr>
        <w:t>&amp;"hello"[0]</w:t>
      </w:r>
      <w:r w:rsidRPr="00001F63">
        <w:t xml:space="preserve"> were valid code</w:t>
      </w:r>
      <w:r>
        <w:t xml:space="preserve"> </w:t>
      </w:r>
      <w:r w:rsidRPr="00001F63">
        <w:t xml:space="preserve">that returned the byte value, it would return </w:t>
      </w:r>
      <w:r w:rsidRPr="00001F63">
        <w:rPr>
          <w:rStyle w:val="Literal"/>
        </w:rPr>
        <w:t>104</w:t>
      </w:r>
      <w:r w:rsidRPr="00001F63">
        <w:t xml:space="preserve">, not </w:t>
      </w:r>
      <w:r w:rsidRPr="00001F63">
        <w:rPr>
          <w:rStyle w:val="Literal"/>
        </w:rPr>
        <w:t>h</w:t>
      </w:r>
      <w:r w:rsidRPr="00001F63">
        <w:rPr>
          <w:lang w:eastAsia="en-GB"/>
        </w:rPr>
        <w:t>.</w:t>
      </w:r>
      <w:r w:rsidR="00451DD1">
        <w:fldChar w:fldCharType="begin"/>
      </w:r>
      <w:r w:rsidR="00451DD1">
        <w:instrText xml:space="preserve"> XE "String type:internal structure of endRange" </w:instrText>
      </w:r>
      <w:r w:rsidR="00451DD1">
        <w:fldChar w:fldCharType="end"/>
      </w:r>
    </w:p>
    <w:p w14:paraId="28DD655B" w14:textId="53640F51" w:rsidR="00001F63" w:rsidRPr="00001F63" w:rsidRDefault="00001F63" w:rsidP="00001F63">
      <w:pPr>
        <w:pStyle w:val="Body"/>
        <w:rPr>
          <w:lang w:eastAsia="en-GB"/>
        </w:rPr>
      </w:pPr>
      <w:r w:rsidRPr="00001F63">
        <w:rPr>
          <w:lang w:eastAsia="en-GB"/>
        </w:rPr>
        <w:t>The answer, then, is that to avoid returning an unexpected value and causing</w:t>
      </w:r>
      <w:r>
        <w:rPr>
          <w:lang w:eastAsia="en-GB"/>
        </w:rPr>
        <w:t xml:space="preserve"> </w:t>
      </w:r>
      <w:r w:rsidRPr="00001F63">
        <w:rPr>
          <w:lang w:eastAsia="en-GB"/>
        </w:rPr>
        <w:t>bugs that might not be discovered immediately, Rust doesn’t compile this code</w:t>
      </w:r>
      <w:r>
        <w:rPr>
          <w:lang w:eastAsia="en-GB"/>
        </w:rPr>
        <w:t xml:space="preserve"> </w:t>
      </w:r>
      <w:r w:rsidRPr="00001F63">
        <w:rPr>
          <w:lang w:eastAsia="en-GB"/>
        </w:rPr>
        <w:t>at all and prevents misunderstandings early in the development process.</w:t>
      </w:r>
    </w:p>
    <w:bookmarkStart w:id="45" w:name="bytes-and-scalar-values-and-grapheme-clu"/>
    <w:bookmarkStart w:id="46" w:name="_Toc106363831"/>
    <w:bookmarkEnd w:id="45"/>
    <w:p w14:paraId="50861F96" w14:textId="0969B1FE" w:rsidR="00001F63" w:rsidRPr="00001F63" w:rsidRDefault="00DB365B" w:rsidP="00001F63">
      <w:pPr>
        <w:pStyle w:val="HeadC"/>
        <w:rPr>
          <w:lang w:eastAsia="en-GB"/>
        </w:rPr>
      </w:pPr>
      <w:r>
        <w:fldChar w:fldCharType="begin"/>
      </w:r>
      <w:r>
        <w:instrText xml:space="preserve"> XE "Unicode Scalar Value startRange" </w:instrText>
      </w:r>
      <w:r>
        <w:fldChar w:fldCharType="end"/>
      </w:r>
      <w:r w:rsidR="00CF279F">
        <w:fldChar w:fldCharType="begin"/>
      </w:r>
      <w:r w:rsidR="00CF279F">
        <w:instrText xml:space="preserve"> XE "String type:UTF-8 encoding of startRange" </w:instrText>
      </w:r>
      <w:r w:rsidR="00CF279F">
        <w:fldChar w:fldCharType="end"/>
      </w:r>
      <w:r w:rsidR="00352353">
        <w:fldChar w:fldCharType="begin"/>
      </w:r>
      <w:r w:rsidR="00352353">
        <w:instrText xml:space="preserve"> XE "UTF-8 encoding startRange" </w:instrText>
      </w:r>
      <w:r w:rsidR="00352353">
        <w:fldChar w:fldCharType="end"/>
      </w:r>
      <w:r w:rsidR="00DD7F8F">
        <w:fldChar w:fldCharType="begin"/>
      </w:r>
      <w:r w:rsidR="00DD7F8F">
        <w:instrText xml:space="preserve"> XE "grapheme clusters</w:instrText>
      </w:r>
      <w:r w:rsidR="003C309D">
        <w:instrText xml:space="preserve"> start</w:instrText>
      </w:r>
      <w:r w:rsidR="00DD7F8F">
        <w:instrText xml:space="preserve">Range" </w:instrText>
      </w:r>
      <w:r w:rsidR="00DD7F8F">
        <w:fldChar w:fldCharType="end"/>
      </w:r>
      <w:r w:rsidR="00001F63" w:rsidRPr="00001F63">
        <w:rPr>
          <w:lang w:eastAsia="en-GB"/>
        </w:rPr>
        <w:t>Bytes and Scalar Values and Grapheme Clusters! Oh My!</w:t>
      </w:r>
      <w:bookmarkEnd w:id="46"/>
    </w:p>
    <w:p w14:paraId="44769AEE" w14:textId="5376410A" w:rsidR="00001F63" w:rsidRPr="00001F63" w:rsidRDefault="00001F63" w:rsidP="00001F63">
      <w:pPr>
        <w:pStyle w:val="Body"/>
        <w:rPr>
          <w:lang w:eastAsia="en-GB"/>
        </w:rPr>
      </w:pPr>
      <w:r w:rsidRPr="00001F63">
        <w:t>Another point about UTF-8 is that there are actually three relevant ways to</w:t>
      </w:r>
      <w:r>
        <w:t xml:space="preserve"> </w:t>
      </w:r>
      <w:r w:rsidRPr="00001F63">
        <w:t>look at strings from Rust’s perspective: as bytes, scalar values, and grapheme</w:t>
      </w:r>
      <w:r>
        <w:t xml:space="preserve"> </w:t>
      </w:r>
      <w:r w:rsidRPr="00001F63">
        <w:t xml:space="preserve">clusters (the closest thing to what we would call </w:t>
      </w:r>
      <w:r w:rsidRPr="003C138E">
        <w:rPr>
          <w:rStyle w:val="Italic"/>
        </w:rPr>
        <w:t>letters</w:t>
      </w:r>
      <w:r w:rsidRPr="00001F63">
        <w:rPr>
          <w:lang w:eastAsia="en-GB"/>
        </w:rPr>
        <w:t>).</w:t>
      </w:r>
    </w:p>
    <w:p w14:paraId="15226359" w14:textId="64058147" w:rsidR="00001F63" w:rsidRPr="00001F63" w:rsidRDefault="00001F63" w:rsidP="00001F63">
      <w:pPr>
        <w:pStyle w:val="Body"/>
        <w:rPr>
          <w:lang w:eastAsia="en-GB"/>
        </w:rPr>
      </w:pPr>
      <w:r w:rsidRPr="00001F63">
        <w:rPr>
          <w:lang w:eastAsia="en-GB"/>
        </w:rPr>
        <w:t>If we look at the Hindi word “</w:t>
      </w:r>
      <w:r w:rsidRPr="00001F63">
        <w:rPr>
          <w:rFonts w:ascii="Nirmala UI" w:hAnsi="Nirmala UI" w:cs="Nirmala UI"/>
          <w:lang w:eastAsia="en-GB"/>
        </w:rPr>
        <w:t>नमस्ते</w:t>
      </w:r>
      <w:r w:rsidRPr="00001F63">
        <w:t>” written in the Devanagari script, it is</w:t>
      </w:r>
      <w:r>
        <w:t xml:space="preserve"> </w:t>
      </w:r>
      <w:r w:rsidRPr="00001F63">
        <w:t xml:space="preserve">stored as a vector of </w:t>
      </w:r>
      <w:r w:rsidRPr="00001F63">
        <w:rPr>
          <w:rStyle w:val="Literal"/>
        </w:rPr>
        <w:t>u8</w:t>
      </w:r>
      <w:r w:rsidRPr="00001F63">
        <w:rPr>
          <w:lang w:eastAsia="en-GB"/>
        </w:rPr>
        <w:t xml:space="preserve"> values that looks like this:</w:t>
      </w:r>
    </w:p>
    <w:p w14:paraId="19FFFCB7" w14:textId="77777777" w:rsidR="00DB39A7" w:rsidRDefault="00001F63" w:rsidP="00DB39A7">
      <w:pPr>
        <w:pStyle w:val="Code"/>
        <w:rPr>
          <w:lang w:eastAsia="en-GB"/>
        </w:rPr>
      </w:pPr>
      <w:r w:rsidRPr="00001F63">
        <w:rPr>
          <w:lang w:eastAsia="en-GB"/>
        </w:rPr>
        <w:t xml:space="preserve">[224, 164, 168, 224, 164, 174, 224, 164, 184, 224, 165, 141, 224, </w:t>
      </w:r>
    </w:p>
    <w:p w14:paraId="2816A1FF" w14:textId="34D215A0" w:rsidR="00001F63" w:rsidRPr="00001F63" w:rsidRDefault="00001F63" w:rsidP="00DB39A7">
      <w:pPr>
        <w:pStyle w:val="Code"/>
        <w:rPr>
          <w:lang w:eastAsia="en-GB"/>
        </w:rPr>
      </w:pPr>
      <w:r w:rsidRPr="00001F63">
        <w:rPr>
          <w:lang w:eastAsia="en-GB"/>
        </w:rPr>
        <w:t>164, 164,</w:t>
      </w:r>
      <w:r w:rsidR="00DB39A7">
        <w:rPr>
          <w:lang w:eastAsia="en-GB"/>
        </w:rPr>
        <w:t xml:space="preserve"> </w:t>
      </w:r>
      <w:r w:rsidRPr="00001F63">
        <w:rPr>
          <w:lang w:eastAsia="en-GB"/>
        </w:rPr>
        <w:t>224, 165, 135]</w:t>
      </w:r>
    </w:p>
    <w:p w14:paraId="07516FCF" w14:textId="44E7A7BA" w:rsidR="00001F63" w:rsidRDefault="00001F63" w:rsidP="00001F63">
      <w:pPr>
        <w:pStyle w:val="Body"/>
        <w:rPr>
          <w:lang w:eastAsia="en-GB"/>
        </w:rPr>
      </w:pPr>
      <w:r w:rsidRPr="00001F63">
        <w:t>That’s 18 bytes and is how computers ultimately store this data. If we look at</w:t>
      </w:r>
      <w:r>
        <w:t xml:space="preserve"> </w:t>
      </w:r>
      <w:r w:rsidRPr="00001F63">
        <w:t xml:space="preserve">them as Unicode scalar values, which are what Rust’s </w:t>
      </w:r>
      <w:r w:rsidRPr="00001F63">
        <w:rPr>
          <w:rStyle w:val="Literal"/>
        </w:rPr>
        <w:t>char</w:t>
      </w:r>
      <w:r w:rsidRPr="00001F63">
        <w:rPr>
          <w:lang w:eastAsia="en-GB"/>
        </w:rPr>
        <w:t xml:space="preserve"> type is, those</w:t>
      </w:r>
      <w:r>
        <w:rPr>
          <w:lang w:eastAsia="en-GB"/>
        </w:rPr>
        <w:t xml:space="preserve"> </w:t>
      </w:r>
      <w:r w:rsidRPr="00001F63">
        <w:rPr>
          <w:lang w:eastAsia="en-GB"/>
        </w:rPr>
        <w:t>bytes look like this:</w:t>
      </w:r>
    </w:p>
    <w:p w14:paraId="5A3B0634" w14:textId="77777777" w:rsidR="00001F63" w:rsidRPr="00001F63" w:rsidRDefault="00001F63" w:rsidP="00001F63">
      <w:pPr>
        <w:pStyle w:val="Code"/>
        <w:rPr>
          <w:lang w:eastAsia="en-GB"/>
        </w:rPr>
      </w:pPr>
      <w:r w:rsidRPr="00001F63">
        <w:rPr>
          <w:lang w:eastAsia="en-GB"/>
        </w:rPr>
        <w:t>['</w:t>
      </w:r>
      <w:r w:rsidRPr="00001F63">
        <w:rPr>
          <w:rFonts w:ascii="Nirmala UI" w:hAnsi="Nirmala UI" w:cs="Nirmala UI"/>
          <w:lang w:eastAsia="en-GB"/>
        </w:rPr>
        <w:t>न</w:t>
      </w:r>
      <w:r w:rsidRPr="00001F63">
        <w:rPr>
          <w:lang w:eastAsia="en-GB"/>
        </w:rPr>
        <w:t>', '</w:t>
      </w:r>
      <w:r w:rsidRPr="00001F63">
        <w:rPr>
          <w:rFonts w:ascii="Nirmala UI" w:hAnsi="Nirmala UI" w:cs="Nirmala UI"/>
          <w:lang w:eastAsia="en-GB"/>
        </w:rPr>
        <w:t>म</w:t>
      </w:r>
      <w:r w:rsidRPr="00001F63">
        <w:rPr>
          <w:lang w:eastAsia="en-GB"/>
        </w:rPr>
        <w:t>', '</w:t>
      </w:r>
      <w:r w:rsidRPr="00001F63">
        <w:rPr>
          <w:rFonts w:ascii="Nirmala UI" w:hAnsi="Nirmala UI" w:cs="Nirmala UI"/>
          <w:lang w:eastAsia="en-GB"/>
        </w:rPr>
        <w:t>स</w:t>
      </w:r>
      <w:r w:rsidRPr="00001F63">
        <w:rPr>
          <w:lang w:eastAsia="en-GB"/>
        </w:rPr>
        <w:t>', '</w:t>
      </w:r>
      <w:r w:rsidRPr="00001F63">
        <w:rPr>
          <w:rFonts w:ascii="Nirmala UI" w:hAnsi="Nirmala UI" w:cs="Nirmala UI"/>
          <w:lang w:eastAsia="en-GB"/>
        </w:rPr>
        <w:t>्</w:t>
      </w:r>
      <w:r w:rsidRPr="00001F63">
        <w:rPr>
          <w:lang w:eastAsia="en-GB"/>
        </w:rPr>
        <w:t>', '</w:t>
      </w:r>
      <w:r w:rsidRPr="00001F63">
        <w:rPr>
          <w:rFonts w:ascii="Nirmala UI" w:hAnsi="Nirmala UI" w:cs="Nirmala UI"/>
          <w:lang w:eastAsia="en-GB"/>
        </w:rPr>
        <w:t>त</w:t>
      </w:r>
      <w:r w:rsidRPr="00001F63">
        <w:rPr>
          <w:lang w:eastAsia="en-GB"/>
        </w:rPr>
        <w:t>', '</w:t>
      </w:r>
      <w:r w:rsidRPr="00001F63">
        <w:rPr>
          <w:rFonts w:ascii="Nirmala UI" w:hAnsi="Nirmala UI" w:cs="Nirmala UI"/>
          <w:lang w:eastAsia="en-GB"/>
        </w:rPr>
        <w:t>े</w:t>
      </w:r>
      <w:r w:rsidRPr="00001F63">
        <w:rPr>
          <w:lang w:eastAsia="en-GB"/>
        </w:rPr>
        <w:t>']</w:t>
      </w:r>
    </w:p>
    <w:p w14:paraId="2569E6F6" w14:textId="0D32FAEE" w:rsidR="00001F63" w:rsidRPr="00001F63" w:rsidRDefault="00001F63" w:rsidP="00001F63">
      <w:pPr>
        <w:pStyle w:val="Body"/>
        <w:rPr>
          <w:lang w:eastAsia="en-GB"/>
        </w:rPr>
      </w:pPr>
      <w:r w:rsidRPr="00001F63">
        <w:t xml:space="preserve">There are six </w:t>
      </w:r>
      <w:r w:rsidRPr="00001F63">
        <w:rPr>
          <w:rStyle w:val="Literal"/>
        </w:rPr>
        <w:t>char</w:t>
      </w:r>
      <w:r w:rsidRPr="00001F63">
        <w:rPr>
          <w:lang w:eastAsia="en-GB"/>
        </w:rPr>
        <w:t xml:space="preserve"> values here, but the fourth and sixth are not letters:</w:t>
      </w:r>
      <w:r>
        <w:rPr>
          <w:lang w:eastAsia="en-GB"/>
        </w:rPr>
        <w:t xml:space="preserve"> </w:t>
      </w:r>
      <w:r w:rsidRPr="00001F63">
        <w:rPr>
          <w:lang w:eastAsia="en-GB"/>
        </w:rPr>
        <w:t>they’re diacritics that don’t make sense on their own. Finally, if we look at</w:t>
      </w:r>
      <w:r>
        <w:rPr>
          <w:lang w:eastAsia="en-GB"/>
        </w:rPr>
        <w:t xml:space="preserve"> </w:t>
      </w:r>
      <w:r w:rsidRPr="00001F63">
        <w:rPr>
          <w:lang w:eastAsia="en-GB"/>
        </w:rPr>
        <w:t>them as grapheme clusters, we’d get what a person would call the four letters</w:t>
      </w:r>
      <w:r>
        <w:rPr>
          <w:lang w:eastAsia="en-GB"/>
        </w:rPr>
        <w:t xml:space="preserve"> </w:t>
      </w:r>
      <w:r w:rsidRPr="00001F63">
        <w:rPr>
          <w:lang w:eastAsia="en-GB"/>
        </w:rPr>
        <w:t>that make up the Hindi word:</w:t>
      </w:r>
    </w:p>
    <w:p w14:paraId="6ACE3EAF" w14:textId="77777777" w:rsidR="00001F63" w:rsidRPr="00001F63" w:rsidRDefault="00001F63" w:rsidP="00001F63">
      <w:pPr>
        <w:pStyle w:val="Code"/>
        <w:rPr>
          <w:lang w:eastAsia="en-GB"/>
        </w:rPr>
      </w:pPr>
      <w:r w:rsidRPr="00001F63">
        <w:rPr>
          <w:lang w:eastAsia="en-GB"/>
        </w:rPr>
        <w:t>["</w:t>
      </w:r>
      <w:r w:rsidRPr="00001F63">
        <w:rPr>
          <w:rFonts w:ascii="Nirmala UI" w:hAnsi="Nirmala UI" w:cs="Nirmala UI"/>
          <w:lang w:eastAsia="en-GB"/>
        </w:rPr>
        <w:t>न</w:t>
      </w:r>
      <w:r w:rsidRPr="00001F63">
        <w:rPr>
          <w:lang w:eastAsia="en-GB"/>
        </w:rPr>
        <w:t>", "</w:t>
      </w:r>
      <w:r w:rsidRPr="00001F63">
        <w:rPr>
          <w:rFonts w:ascii="Nirmala UI" w:hAnsi="Nirmala UI" w:cs="Nirmala UI"/>
          <w:lang w:eastAsia="en-GB"/>
        </w:rPr>
        <w:t>म</w:t>
      </w:r>
      <w:r w:rsidRPr="00001F63">
        <w:rPr>
          <w:lang w:eastAsia="en-GB"/>
        </w:rPr>
        <w:t>", "</w:t>
      </w:r>
      <w:r w:rsidRPr="00001F63">
        <w:rPr>
          <w:rFonts w:ascii="Nirmala UI" w:hAnsi="Nirmala UI" w:cs="Nirmala UI"/>
          <w:lang w:eastAsia="en-GB"/>
        </w:rPr>
        <w:t>स्</w:t>
      </w:r>
      <w:r w:rsidRPr="00001F63">
        <w:rPr>
          <w:lang w:eastAsia="en-GB"/>
        </w:rPr>
        <w:t>", "</w:t>
      </w:r>
      <w:r w:rsidRPr="00001F63">
        <w:rPr>
          <w:rFonts w:ascii="Nirmala UI" w:hAnsi="Nirmala UI" w:cs="Nirmala UI"/>
          <w:lang w:eastAsia="en-GB"/>
        </w:rPr>
        <w:t>ते</w:t>
      </w:r>
      <w:r w:rsidRPr="00001F63">
        <w:rPr>
          <w:lang w:eastAsia="en-GB"/>
        </w:rPr>
        <w:t>"]</w:t>
      </w:r>
    </w:p>
    <w:p w14:paraId="0547BF2E" w14:textId="47EDE21F" w:rsidR="00001F63" w:rsidRPr="00001F63" w:rsidRDefault="00001F63" w:rsidP="00001F63">
      <w:pPr>
        <w:pStyle w:val="Body"/>
        <w:rPr>
          <w:lang w:eastAsia="en-GB"/>
        </w:rPr>
      </w:pPr>
      <w:r w:rsidRPr="00001F63">
        <w:rPr>
          <w:lang w:eastAsia="en-GB"/>
        </w:rPr>
        <w:t>Rust provides different ways of interpreting the raw string data that computers</w:t>
      </w:r>
      <w:r>
        <w:rPr>
          <w:lang w:eastAsia="en-GB"/>
        </w:rPr>
        <w:t xml:space="preserve"> </w:t>
      </w:r>
      <w:r w:rsidRPr="00001F63">
        <w:rPr>
          <w:lang w:eastAsia="en-GB"/>
        </w:rPr>
        <w:t>store so that each program can choose the interpretation it needs, no matter</w:t>
      </w:r>
      <w:r>
        <w:rPr>
          <w:lang w:eastAsia="en-GB"/>
        </w:rPr>
        <w:t xml:space="preserve"> </w:t>
      </w:r>
      <w:r w:rsidRPr="00001F63">
        <w:rPr>
          <w:lang w:eastAsia="en-GB"/>
        </w:rPr>
        <w:t>what human language the data is in.</w:t>
      </w:r>
    </w:p>
    <w:p w14:paraId="2C7E0813" w14:textId="5A04A0C1" w:rsidR="00001F63" w:rsidRPr="00001F63" w:rsidRDefault="00001F63" w:rsidP="00001F63">
      <w:pPr>
        <w:pStyle w:val="Body"/>
        <w:rPr>
          <w:lang w:eastAsia="en-GB"/>
        </w:rPr>
      </w:pPr>
      <w:r w:rsidRPr="00001F63">
        <w:t xml:space="preserve">A final reason Rust doesn’t allow us to index into a </w:t>
      </w:r>
      <w:r w:rsidRPr="00001F63">
        <w:rPr>
          <w:rStyle w:val="Literal"/>
        </w:rPr>
        <w:t>String</w:t>
      </w:r>
      <w:r w:rsidRPr="00001F63">
        <w:t xml:space="preserve"> to get a</w:t>
      </w:r>
      <w:r>
        <w:t xml:space="preserve"> </w:t>
      </w:r>
      <w:r w:rsidRPr="00001F63">
        <w:t>character is that indexing operations are expected to always take constant time</w:t>
      </w:r>
      <w:r>
        <w:t xml:space="preserve"> </w:t>
      </w:r>
      <w:r w:rsidRPr="00001F63">
        <w:t xml:space="preserve">(O(1)). But it isn’t possible to guarantee that performance with a </w:t>
      </w:r>
      <w:r w:rsidRPr="00001F63">
        <w:rPr>
          <w:rStyle w:val="Literal"/>
        </w:rPr>
        <w:t>String</w:t>
      </w:r>
      <w:r w:rsidRPr="00001F63">
        <w:rPr>
          <w:lang w:eastAsia="en-GB"/>
        </w:rPr>
        <w:t>,</w:t>
      </w:r>
      <w:r>
        <w:rPr>
          <w:lang w:eastAsia="en-GB"/>
        </w:rPr>
        <w:t xml:space="preserve"> </w:t>
      </w:r>
      <w:r w:rsidRPr="00001F63">
        <w:rPr>
          <w:lang w:eastAsia="en-GB"/>
        </w:rPr>
        <w:t>because Rust would have to walk through the contents from the beginning to the</w:t>
      </w:r>
      <w:r>
        <w:rPr>
          <w:lang w:eastAsia="en-GB"/>
        </w:rPr>
        <w:t xml:space="preserve"> </w:t>
      </w:r>
      <w:r w:rsidRPr="00001F63">
        <w:rPr>
          <w:lang w:eastAsia="en-GB"/>
        </w:rPr>
        <w:t>index to determine how many valid characters there were.</w:t>
      </w:r>
      <w:r w:rsidR="00EA209E">
        <w:fldChar w:fldCharType="begin"/>
      </w:r>
      <w:r w:rsidR="00EA209E">
        <w:instrText xml:space="preserve"> XE "String type:indexing into endRange" </w:instrText>
      </w:r>
      <w:r w:rsidR="00EA209E">
        <w:fldChar w:fldCharType="end"/>
      </w:r>
    </w:p>
    <w:bookmarkStart w:id="47" w:name="slicing-strings"/>
    <w:bookmarkStart w:id="48" w:name="_Toc106363832"/>
    <w:bookmarkEnd w:id="47"/>
    <w:p w14:paraId="7A089BDD" w14:textId="702E4B41" w:rsidR="00001F63" w:rsidRPr="00001F63" w:rsidRDefault="00E90DEE" w:rsidP="00001F63">
      <w:pPr>
        <w:pStyle w:val="HeadB"/>
        <w:rPr>
          <w:lang w:eastAsia="en-GB"/>
        </w:rPr>
      </w:pPr>
      <w:r>
        <w:lastRenderedPageBreak/>
        <w:fldChar w:fldCharType="begin"/>
      </w:r>
      <w:r>
        <w:instrText xml:space="preserve"> XE "String type:slicing startRange" </w:instrText>
      </w:r>
      <w:r>
        <w:fldChar w:fldCharType="end"/>
      </w:r>
      <w:r>
        <w:fldChar w:fldCharType="begin"/>
      </w:r>
      <w:r>
        <w:instrText xml:space="preserve"> XE "slice type:string slices startRange" </w:instrText>
      </w:r>
      <w:r>
        <w:fldChar w:fldCharType="end"/>
      </w:r>
      <w:r w:rsidR="00001F63" w:rsidRPr="00001F63">
        <w:rPr>
          <w:lang w:eastAsia="en-GB"/>
        </w:rPr>
        <w:t>Slicing Strings</w:t>
      </w:r>
      <w:bookmarkEnd w:id="48"/>
    </w:p>
    <w:p w14:paraId="37505AC2" w14:textId="2470D475" w:rsidR="00001F63" w:rsidRPr="00001F63" w:rsidRDefault="00001F63" w:rsidP="00001F63">
      <w:pPr>
        <w:pStyle w:val="Body"/>
        <w:rPr>
          <w:lang w:eastAsia="en-GB"/>
        </w:rPr>
      </w:pPr>
      <w:r w:rsidRPr="00001F63">
        <w:rPr>
          <w:lang w:eastAsia="en-GB"/>
        </w:rPr>
        <w:t>Indexing into a string is often a bad idea because it’s not clear what the</w:t>
      </w:r>
      <w:r>
        <w:rPr>
          <w:lang w:eastAsia="en-GB"/>
        </w:rPr>
        <w:t xml:space="preserve"> </w:t>
      </w:r>
      <w:r w:rsidRPr="00001F63">
        <w:rPr>
          <w:lang w:eastAsia="en-GB"/>
        </w:rPr>
        <w:t>return type of the string-indexing operation should be: a byte value, a</w:t>
      </w:r>
      <w:r>
        <w:rPr>
          <w:lang w:eastAsia="en-GB"/>
        </w:rPr>
        <w:t xml:space="preserve"> </w:t>
      </w:r>
      <w:r w:rsidRPr="00001F63">
        <w:rPr>
          <w:lang w:eastAsia="en-GB"/>
        </w:rPr>
        <w:t>character, a grapheme cluster, or a string slice. If you really need to use</w:t>
      </w:r>
      <w:r>
        <w:rPr>
          <w:lang w:eastAsia="en-GB"/>
        </w:rPr>
        <w:t xml:space="preserve"> </w:t>
      </w:r>
      <w:r w:rsidRPr="00001F63">
        <w:rPr>
          <w:lang w:eastAsia="en-GB"/>
        </w:rPr>
        <w:t>indices to create string slices, therefore, Rust asks you to be more specific.</w:t>
      </w:r>
    </w:p>
    <w:p w14:paraId="20B6867E" w14:textId="2D8FEF90" w:rsidR="00001F63" w:rsidRPr="00001F63" w:rsidRDefault="00001F63" w:rsidP="00001F63">
      <w:pPr>
        <w:pStyle w:val="Body"/>
        <w:rPr>
          <w:lang w:eastAsia="en-GB"/>
        </w:rPr>
      </w:pPr>
      <w:r w:rsidRPr="00001F63">
        <w:t xml:space="preserve">Rather than indexing using </w:t>
      </w:r>
      <w:r w:rsidRPr="00001F63">
        <w:rPr>
          <w:rStyle w:val="Literal"/>
        </w:rPr>
        <w:t>[]</w:t>
      </w:r>
      <w:r w:rsidRPr="00001F63">
        <w:t xml:space="preserve"> with a single number, you can use </w:t>
      </w:r>
      <w:r w:rsidRPr="00001F63">
        <w:rPr>
          <w:rStyle w:val="Literal"/>
        </w:rPr>
        <w:t>[]</w:t>
      </w:r>
      <w:r w:rsidRPr="00001F63">
        <w:rPr>
          <w:lang w:eastAsia="en-GB"/>
        </w:rPr>
        <w:t xml:space="preserve"> with a</w:t>
      </w:r>
      <w:r>
        <w:rPr>
          <w:lang w:eastAsia="en-GB"/>
        </w:rPr>
        <w:t xml:space="preserve"> </w:t>
      </w:r>
      <w:r w:rsidRPr="00001F63">
        <w:rPr>
          <w:lang w:eastAsia="en-GB"/>
        </w:rPr>
        <w:t>range to create a string slice containing particular bytes:</w:t>
      </w:r>
    </w:p>
    <w:p w14:paraId="1552443A" w14:textId="77777777" w:rsidR="00001F63" w:rsidRPr="00001F63" w:rsidRDefault="00001F63" w:rsidP="00001F63">
      <w:pPr>
        <w:pStyle w:val="Code"/>
        <w:rPr>
          <w:lang w:eastAsia="en-GB"/>
        </w:rPr>
      </w:pPr>
      <w:r w:rsidRPr="00001F63">
        <w:rPr>
          <w:lang w:eastAsia="en-GB"/>
        </w:rPr>
        <w:t>let hello = "Здравствуйте";</w:t>
      </w:r>
    </w:p>
    <w:p w14:paraId="10101E3E" w14:textId="77777777" w:rsidR="00001F63" w:rsidRPr="00001F63" w:rsidRDefault="00001F63" w:rsidP="00001F63">
      <w:pPr>
        <w:pStyle w:val="Code"/>
        <w:rPr>
          <w:lang w:eastAsia="en-GB"/>
        </w:rPr>
      </w:pPr>
    </w:p>
    <w:p w14:paraId="5564FAB4" w14:textId="77777777" w:rsidR="00001F63" w:rsidRPr="00001F63" w:rsidRDefault="00001F63" w:rsidP="00001F63">
      <w:pPr>
        <w:pStyle w:val="Code"/>
        <w:rPr>
          <w:lang w:eastAsia="en-GB"/>
        </w:rPr>
      </w:pPr>
      <w:r w:rsidRPr="00001F63">
        <w:rPr>
          <w:lang w:eastAsia="en-GB"/>
        </w:rPr>
        <w:t>let s = &amp;hello[0..4];</w:t>
      </w:r>
    </w:p>
    <w:p w14:paraId="1DF29E7D" w14:textId="0E360132" w:rsidR="00001F63" w:rsidRPr="00001F63" w:rsidRDefault="00001F63" w:rsidP="00001F63">
      <w:pPr>
        <w:pStyle w:val="Body"/>
        <w:rPr>
          <w:lang w:eastAsia="en-GB"/>
        </w:rPr>
      </w:pPr>
      <w:r w:rsidRPr="00001F63">
        <w:t xml:space="preserve">Here, </w:t>
      </w:r>
      <w:r w:rsidRPr="00001F63">
        <w:rPr>
          <w:rStyle w:val="Literal"/>
        </w:rPr>
        <w:t>s</w:t>
      </w:r>
      <w:r w:rsidRPr="00001F63">
        <w:t xml:space="preserve"> will be a</w:t>
      </w:r>
      <w:del w:id="49" w:author="Carol Nichols" w:date="2022-08-24T19:58:00Z">
        <w:r w:rsidR="00A13A55" w:rsidDel="008F775C">
          <w:delText>n</w:delText>
        </w:r>
      </w:del>
      <w:r w:rsidRPr="00001F63">
        <w:t xml:space="preserve"> </w:t>
      </w:r>
      <w:r w:rsidRPr="00001F63">
        <w:rPr>
          <w:rStyle w:val="Literal"/>
        </w:rPr>
        <w:t>&amp;str</w:t>
      </w:r>
      <w:r w:rsidRPr="00001F63">
        <w:t xml:space="preserve"> that contains the first </w:t>
      </w:r>
      <w:r w:rsidR="00B01DE1">
        <w:t>four</w:t>
      </w:r>
      <w:r w:rsidR="00B01DE1" w:rsidRPr="00001F63">
        <w:t xml:space="preserve"> </w:t>
      </w:r>
      <w:r w:rsidRPr="00001F63">
        <w:t>bytes of the string.</w:t>
      </w:r>
      <w:r>
        <w:t xml:space="preserve"> </w:t>
      </w:r>
      <w:r w:rsidRPr="00001F63">
        <w:t xml:space="preserve">Earlier, we mentioned that each of these characters was </w:t>
      </w:r>
      <w:r w:rsidR="00880F57">
        <w:t>two</w:t>
      </w:r>
      <w:r w:rsidR="00880F57" w:rsidRPr="00001F63">
        <w:t xml:space="preserve"> </w:t>
      </w:r>
      <w:r w:rsidRPr="00001F63">
        <w:t>bytes, which means</w:t>
      </w:r>
      <w:r>
        <w:t xml:space="preserve"> </w:t>
      </w:r>
      <w:r w:rsidRPr="00001F63">
        <w:rPr>
          <w:rStyle w:val="Literal"/>
        </w:rPr>
        <w:t>s</w:t>
      </w:r>
      <w:r w:rsidRPr="00001F63">
        <w:t xml:space="preserve"> will be </w:t>
      </w:r>
      <w:r w:rsidRPr="00001F63">
        <w:rPr>
          <w:rStyle w:val="Literal"/>
        </w:rPr>
        <w:t>Зд</w:t>
      </w:r>
      <w:r w:rsidRPr="00001F63">
        <w:rPr>
          <w:lang w:eastAsia="en-GB"/>
        </w:rPr>
        <w:t>.</w:t>
      </w:r>
    </w:p>
    <w:p w14:paraId="7FB6E5BE" w14:textId="48295C20" w:rsidR="00001F63" w:rsidRPr="00001F63" w:rsidRDefault="00001F63" w:rsidP="00001F63">
      <w:pPr>
        <w:pStyle w:val="Body"/>
        <w:rPr>
          <w:lang w:eastAsia="en-GB"/>
        </w:rPr>
      </w:pPr>
      <w:r w:rsidRPr="00001F63">
        <w:rPr>
          <w:lang w:eastAsia="en-GB"/>
        </w:rPr>
        <w:t>If we were to try to slice only part of a character’s bytes with something like</w:t>
      </w:r>
      <w:r>
        <w:rPr>
          <w:lang w:eastAsia="en-GB"/>
        </w:rPr>
        <w:t xml:space="preserve"> </w:t>
      </w:r>
      <w:r w:rsidRPr="00001F63">
        <w:rPr>
          <w:rStyle w:val="Literal"/>
        </w:rPr>
        <w:t>&amp;hello[0..1]</w:t>
      </w:r>
      <w:r w:rsidRPr="00001F63">
        <w:rPr>
          <w:lang w:eastAsia="en-GB"/>
        </w:rPr>
        <w:t>, Rust would panic at runtime in the same way as if an invalid</w:t>
      </w:r>
      <w:r>
        <w:rPr>
          <w:lang w:eastAsia="en-GB"/>
        </w:rPr>
        <w:t xml:space="preserve"> </w:t>
      </w:r>
      <w:r w:rsidRPr="00001F63">
        <w:rPr>
          <w:lang w:eastAsia="en-GB"/>
        </w:rPr>
        <w:t>index were accessed in a vector:</w:t>
      </w:r>
    </w:p>
    <w:p w14:paraId="42630BAD" w14:textId="77777777" w:rsidR="009227BF" w:rsidRDefault="00001F63" w:rsidP="00001F63">
      <w:pPr>
        <w:pStyle w:val="Code"/>
        <w:rPr>
          <w:lang w:eastAsia="en-GB"/>
        </w:rPr>
      </w:pPr>
      <w:r w:rsidRPr="00001F63">
        <w:rPr>
          <w:lang w:eastAsia="en-GB"/>
        </w:rPr>
        <w:t>thread 'main' panicked at 'byte index 1 is not a char boundary;</w:t>
      </w:r>
    </w:p>
    <w:p w14:paraId="26989D0A" w14:textId="2B571D4F" w:rsidR="00001F63" w:rsidRPr="00001F63" w:rsidRDefault="00001F63" w:rsidP="000B1B60">
      <w:pPr>
        <w:pStyle w:val="Code"/>
        <w:rPr>
          <w:lang w:eastAsia="en-GB"/>
        </w:rPr>
      </w:pPr>
      <w:r w:rsidRPr="00001F63">
        <w:rPr>
          <w:lang w:eastAsia="en-GB"/>
        </w:rPr>
        <w:t>it is inside 'З' (bytes 0..2) of `Здравствуйте`',</w:t>
      </w:r>
      <w:r w:rsidR="000B1B60">
        <w:rPr>
          <w:lang w:eastAsia="en-GB"/>
        </w:rPr>
        <w:t xml:space="preserve"> </w:t>
      </w:r>
      <w:r w:rsidRPr="00001F63">
        <w:rPr>
          <w:lang w:eastAsia="en-GB"/>
        </w:rPr>
        <w:t>src/main.rs:4:14</w:t>
      </w:r>
    </w:p>
    <w:p w14:paraId="47CD5B94" w14:textId="168FA5C0" w:rsidR="00001F63" w:rsidRPr="00001F63" w:rsidRDefault="00001F63" w:rsidP="00001F63">
      <w:pPr>
        <w:pStyle w:val="Body"/>
        <w:rPr>
          <w:lang w:eastAsia="en-GB"/>
        </w:rPr>
      </w:pPr>
      <w:r w:rsidRPr="00001F63">
        <w:rPr>
          <w:lang w:eastAsia="en-GB"/>
        </w:rPr>
        <w:t xml:space="preserve">You should use </w:t>
      </w:r>
      <w:r w:rsidR="00115947">
        <w:rPr>
          <w:lang w:eastAsia="en-GB"/>
        </w:rPr>
        <w:t>caution when creating</w:t>
      </w:r>
      <w:r w:rsidRPr="00001F63">
        <w:rPr>
          <w:lang w:eastAsia="en-GB"/>
        </w:rPr>
        <w:t xml:space="preserve"> string slices</w:t>
      </w:r>
      <w:r w:rsidR="00115947">
        <w:rPr>
          <w:lang w:eastAsia="en-GB"/>
        </w:rPr>
        <w:t xml:space="preserve"> with ranges</w:t>
      </w:r>
      <w:r w:rsidRPr="00001F63">
        <w:rPr>
          <w:lang w:eastAsia="en-GB"/>
        </w:rPr>
        <w:t>, because doing so</w:t>
      </w:r>
      <w:r>
        <w:rPr>
          <w:lang w:eastAsia="en-GB"/>
        </w:rPr>
        <w:t xml:space="preserve"> </w:t>
      </w:r>
      <w:r w:rsidRPr="00001F63">
        <w:rPr>
          <w:lang w:eastAsia="en-GB"/>
        </w:rPr>
        <w:t>can crash your program.</w:t>
      </w:r>
      <w:r w:rsidR="004539BF">
        <w:fldChar w:fldCharType="begin"/>
      </w:r>
      <w:r w:rsidR="004539BF">
        <w:instrText xml:space="preserve"> XE "String type:slicing endRange" </w:instrText>
      </w:r>
      <w:r w:rsidR="004539BF">
        <w:fldChar w:fldCharType="end"/>
      </w:r>
      <w:r w:rsidR="004539BF">
        <w:fldChar w:fldCharType="begin"/>
      </w:r>
      <w:r w:rsidR="004539BF">
        <w:instrText xml:space="preserve"> XE "slice type:string slices endRange" </w:instrText>
      </w:r>
      <w:r w:rsidR="004539BF">
        <w:fldChar w:fldCharType="end"/>
      </w:r>
    </w:p>
    <w:bookmarkStart w:id="50" w:name="methods-for-iterating-over-strings"/>
    <w:bookmarkStart w:id="51" w:name="_Toc106363833"/>
    <w:bookmarkEnd w:id="50"/>
    <w:p w14:paraId="2C3F1987" w14:textId="54746DE6" w:rsidR="00001F63" w:rsidRPr="00001F63" w:rsidRDefault="00FE7D26" w:rsidP="00001F63">
      <w:pPr>
        <w:pStyle w:val="HeadB"/>
        <w:rPr>
          <w:lang w:eastAsia="en-GB"/>
        </w:rPr>
      </w:pPr>
      <w:r>
        <w:fldChar w:fldCharType="begin"/>
      </w:r>
      <w:r>
        <w:instrText xml:space="preserve"> XE "String type:iterating over startRange" </w:instrText>
      </w:r>
      <w:r>
        <w:fldChar w:fldCharType="end"/>
      </w:r>
      <w:r w:rsidR="00001F63" w:rsidRPr="00001F63">
        <w:rPr>
          <w:lang w:eastAsia="en-GB"/>
        </w:rPr>
        <w:t>Methods for Iterating Over Strings</w:t>
      </w:r>
      <w:bookmarkEnd w:id="51"/>
    </w:p>
    <w:p w14:paraId="586CDD4F" w14:textId="3C036352" w:rsidR="00001F63" w:rsidRPr="00001F63" w:rsidRDefault="00001F63" w:rsidP="00001F63">
      <w:pPr>
        <w:pStyle w:val="Body"/>
        <w:rPr>
          <w:lang w:eastAsia="en-GB"/>
        </w:rPr>
      </w:pPr>
      <w:r w:rsidRPr="00001F63">
        <w:t>The best way to operate on pieces of strings is to be explicit about whether</w:t>
      </w:r>
      <w:r>
        <w:t xml:space="preserve"> </w:t>
      </w:r>
      <w:r w:rsidRPr="00001F63">
        <w:t xml:space="preserve">you want characters or bytes. </w:t>
      </w:r>
      <w:r w:rsidR="005A2964">
        <w:fldChar w:fldCharType="begin"/>
      </w:r>
      <w:r w:rsidR="005A2964">
        <w:instrText xml:space="preserve"> XE "String type:chars method on startRange" </w:instrText>
      </w:r>
      <w:r w:rsidR="005A2964">
        <w:fldChar w:fldCharType="end"/>
      </w:r>
      <w:r w:rsidRPr="00001F63">
        <w:t>For individual Unicode scalar values, use the</w:t>
      </w:r>
      <w:r>
        <w:t xml:space="preserve"> </w:t>
      </w:r>
      <w:r w:rsidRPr="00001F63">
        <w:rPr>
          <w:rStyle w:val="Literal"/>
        </w:rPr>
        <w:t>chars</w:t>
      </w:r>
      <w:r w:rsidRPr="00001F63">
        <w:t xml:space="preserve"> method. Calling </w:t>
      </w:r>
      <w:r w:rsidRPr="00001F63">
        <w:rPr>
          <w:rStyle w:val="Literal"/>
        </w:rPr>
        <w:t>chars</w:t>
      </w:r>
      <w:r w:rsidRPr="00001F63">
        <w:t xml:space="preserve"> on “Зд” separates out and returns two values</w:t>
      </w:r>
      <w:r>
        <w:t xml:space="preserve"> </w:t>
      </w:r>
      <w:r w:rsidRPr="00001F63">
        <w:t xml:space="preserve">of type </w:t>
      </w:r>
      <w:r w:rsidRPr="00001F63">
        <w:rPr>
          <w:rStyle w:val="Literal"/>
        </w:rPr>
        <w:t>char</w:t>
      </w:r>
      <w:r w:rsidRPr="00001F63">
        <w:rPr>
          <w:lang w:eastAsia="en-GB"/>
        </w:rPr>
        <w:t>, and you can iterate over the result to access each element:</w:t>
      </w:r>
    </w:p>
    <w:p w14:paraId="6372FC89" w14:textId="77777777" w:rsidR="00001F63" w:rsidRPr="00001F63" w:rsidRDefault="00001F63" w:rsidP="00001F63">
      <w:pPr>
        <w:pStyle w:val="Code"/>
        <w:rPr>
          <w:lang w:eastAsia="en-GB"/>
        </w:rPr>
      </w:pPr>
      <w:r w:rsidRPr="00001F63">
        <w:rPr>
          <w:lang w:eastAsia="en-GB"/>
        </w:rPr>
        <w:t>for c in "Зд".chars() {</w:t>
      </w:r>
    </w:p>
    <w:p w14:paraId="4D4EEFA2" w14:textId="04D88021" w:rsidR="00001F63" w:rsidRPr="00001F63" w:rsidRDefault="00001F63" w:rsidP="00001F63">
      <w:pPr>
        <w:pStyle w:val="Code"/>
        <w:rPr>
          <w:lang w:eastAsia="en-GB"/>
        </w:rPr>
      </w:pPr>
      <w:r w:rsidRPr="00001F63">
        <w:rPr>
          <w:lang w:eastAsia="en-GB"/>
        </w:rPr>
        <w:t xml:space="preserve">    println!("{</w:t>
      </w:r>
      <w:r w:rsidR="00472B86">
        <w:rPr>
          <w:lang w:eastAsia="en-GB"/>
        </w:rPr>
        <w:t>c</w:t>
      </w:r>
      <w:r w:rsidRPr="00001F63">
        <w:rPr>
          <w:lang w:eastAsia="en-GB"/>
        </w:rPr>
        <w:t>}");</w:t>
      </w:r>
    </w:p>
    <w:p w14:paraId="684BE7DA" w14:textId="77777777" w:rsidR="00001F63" w:rsidRPr="00001F63" w:rsidRDefault="00001F63" w:rsidP="00001F63">
      <w:pPr>
        <w:pStyle w:val="Code"/>
        <w:rPr>
          <w:lang w:eastAsia="en-GB"/>
        </w:rPr>
      </w:pPr>
      <w:r w:rsidRPr="00001F63">
        <w:rPr>
          <w:lang w:eastAsia="en-GB"/>
        </w:rPr>
        <w:t>}</w:t>
      </w:r>
    </w:p>
    <w:p w14:paraId="430A7368" w14:textId="77777777" w:rsidR="00001F63" w:rsidRPr="00001F63" w:rsidRDefault="00001F63" w:rsidP="007E2EE5">
      <w:pPr>
        <w:pStyle w:val="BodyContinued"/>
        <w:rPr>
          <w:lang w:eastAsia="en-GB"/>
        </w:rPr>
      </w:pPr>
      <w:r w:rsidRPr="00001F63">
        <w:rPr>
          <w:lang w:eastAsia="en-GB"/>
        </w:rPr>
        <w:t>This code will print the following:</w:t>
      </w:r>
    </w:p>
    <w:p w14:paraId="02FA3520" w14:textId="77777777" w:rsidR="00001F63" w:rsidRPr="00001F63" w:rsidRDefault="00001F63" w:rsidP="00001F63">
      <w:pPr>
        <w:pStyle w:val="Code"/>
        <w:rPr>
          <w:lang w:eastAsia="en-GB"/>
        </w:rPr>
      </w:pPr>
      <w:r w:rsidRPr="00001F63">
        <w:rPr>
          <w:lang w:eastAsia="en-GB"/>
        </w:rPr>
        <w:t>З</w:t>
      </w:r>
    </w:p>
    <w:p w14:paraId="53D4C605" w14:textId="4600F3B2" w:rsidR="00001F63" w:rsidRPr="00001F63" w:rsidRDefault="00001F63" w:rsidP="00001F63">
      <w:pPr>
        <w:pStyle w:val="Code"/>
        <w:rPr>
          <w:lang w:eastAsia="en-GB"/>
        </w:rPr>
      </w:pPr>
      <w:r w:rsidRPr="00001F63">
        <w:rPr>
          <w:lang w:eastAsia="en-GB"/>
        </w:rPr>
        <w:t>д</w:t>
      </w:r>
      <w:r w:rsidR="00EE70BC">
        <w:fldChar w:fldCharType="begin"/>
      </w:r>
      <w:r w:rsidR="00EE70BC">
        <w:instrText xml:space="preserve"> XE "String type:chars method on endRange" </w:instrText>
      </w:r>
      <w:r w:rsidR="00EE70BC">
        <w:fldChar w:fldCharType="end"/>
      </w:r>
    </w:p>
    <w:p w14:paraId="24BD8CE8" w14:textId="3FF6BDDB" w:rsidR="00001F63" w:rsidRPr="00001F63" w:rsidRDefault="00A536F5" w:rsidP="00001F63">
      <w:pPr>
        <w:pStyle w:val="Body"/>
        <w:rPr>
          <w:lang w:eastAsia="en-GB"/>
        </w:rPr>
      </w:pPr>
      <w:r>
        <w:fldChar w:fldCharType="begin"/>
      </w:r>
      <w:r>
        <w:instrText xml:space="preserve"> XE "String type:bytes method on startRange" </w:instrText>
      </w:r>
      <w:r>
        <w:fldChar w:fldCharType="end"/>
      </w:r>
      <w:r w:rsidR="00001F63" w:rsidRPr="00001F63">
        <w:t xml:space="preserve">Alternatively, the </w:t>
      </w:r>
      <w:r w:rsidR="00001F63" w:rsidRPr="00001F63">
        <w:rPr>
          <w:rStyle w:val="Literal"/>
        </w:rPr>
        <w:t>bytes</w:t>
      </w:r>
      <w:r w:rsidR="00001F63" w:rsidRPr="00001F63">
        <w:rPr>
          <w:lang w:eastAsia="en-GB"/>
        </w:rPr>
        <w:t xml:space="preserve"> method returns each raw byte, which might be</w:t>
      </w:r>
      <w:r w:rsidR="00001F63">
        <w:rPr>
          <w:lang w:eastAsia="en-GB"/>
        </w:rPr>
        <w:t xml:space="preserve"> </w:t>
      </w:r>
      <w:r w:rsidR="00001F63" w:rsidRPr="00001F63">
        <w:rPr>
          <w:lang w:eastAsia="en-GB"/>
        </w:rPr>
        <w:t>appropriate for your domain:</w:t>
      </w:r>
    </w:p>
    <w:p w14:paraId="16D357A8" w14:textId="77777777" w:rsidR="00001F63" w:rsidRPr="00001F63" w:rsidRDefault="00001F63" w:rsidP="00001F63">
      <w:pPr>
        <w:pStyle w:val="Code"/>
        <w:rPr>
          <w:lang w:eastAsia="en-GB"/>
        </w:rPr>
      </w:pPr>
      <w:r w:rsidRPr="00001F63">
        <w:rPr>
          <w:lang w:eastAsia="en-GB"/>
        </w:rPr>
        <w:t>for b in "Зд".bytes() {</w:t>
      </w:r>
    </w:p>
    <w:p w14:paraId="44D6846C" w14:textId="00B82744" w:rsidR="00001F63" w:rsidRPr="00001F63" w:rsidRDefault="00001F63" w:rsidP="00001F63">
      <w:pPr>
        <w:pStyle w:val="Code"/>
        <w:rPr>
          <w:lang w:eastAsia="en-GB"/>
        </w:rPr>
      </w:pPr>
      <w:r w:rsidRPr="00001F63">
        <w:rPr>
          <w:lang w:eastAsia="en-GB"/>
        </w:rPr>
        <w:t xml:space="preserve">    println!("{</w:t>
      </w:r>
      <w:r w:rsidR="00472B86">
        <w:rPr>
          <w:lang w:eastAsia="en-GB"/>
        </w:rPr>
        <w:t>b</w:t>
      </w:r>
      <w:r w:rsidRPr="00001F63">
        <w:rPr>
          <w:lang w:eastAsia="en-GB"/>
        </w:rPr>
        <w:t>}");</w:t>
      </w:r>
    </w:p>
    <w:p w14:paraId="74A30C81" w14:textId="77777777" w:rsidR="00001F63" w:rsidRPr="00001F63" w:rsidRDefault="00001F63" w:rsidP="00001F63">
      <w:pPr>
        <w:pStyle w:val="Code"/>
        <w:rPr>
          <w:lang w:eastAsia="en-GB"/>
        </w:rPr>
      </w:pPr>
      <w:r w:rsidRPr="00001F63">
        <w:rPr>
          <w:lang w:eastAsia="en-GB"/>
        </w:rPr>
        <w:t>}</w:t>
      </w:r>
    </w:p>
    <w:p w14:paraId="2E23B8EF" w14:textId="77777777" w:rsidR="00001F63" w:rsidRPr="00001F63" w:rsidRDefault="00001F63" w:rsidP="007E2EE5">
      <w:pPr>
        <w:pStyle w:val="BodyContinued"/>
        <w:rPr>
          <w:lang w:eastAsia="en-GB"/>
        </w:rPr>
      </w:pPr>
      <w:r w:rsidRPr="00001F63">
        <w:rPr>
          <w:lang w:eastAsia="en-GB"/>
        </w:rPr>
        <w:lastRenderedPageBreak/>
        <w:t>This code will print the four bytes that make up this string:</w:t>
      </w:r>
    </w:p>
    <w:p w14:paraId="2B7A7D45" w14:textId="77777777" w:rsidR="00001F63" w:rsidRPr="00001F63" w:rsidRDefault="00001F63" w:rsidP="00001F63">
      <w:pPr>
        <w:pStyle w:val="Code"/>
        <w:rPr>
          <w:lang w:eastAsia="en-GB"/>
        </w:rPr>
      </w:pPr>
      <w:r w:rsidRPr="00001F63">
        <w:rPr>
          <w:lang w:eastAsia="en-GB"/>
        </w:rPr>
        <w:t>208</w:t>
      </w:r>
    </w:p>
    <w:p w14:paraId="15248EBE" w14:textId="77777777" w:rsidR="00001F63" w:rsidRPr="00001F63" w:rsidRDefault="00001F63" w:rsidP="00001F63">
      <w:pPr>
        <w:pStyle w:val="Code"/>
        <w:rPr>
          <w:lang w:eastAsia="en-GB"/>
        </w:rPr>
      </w:pPr>
      <w:r w:rsidRPr="00001F63">
        <w:rPr>
          <w:lang w:eastAsia="en-GB"/>
        </w:rPr>
        <w:t>151</w:t>
      </w:r>
    </w:p>
    <w:p w14:paraId="3684DE39" w14:textId="77777777" w:rsidR="00001F63" w:rsidRPr="00001F63" w:rsidRDefault="00001F63" w:rsidP="00001F63">
      <w:pPr>
        <w:pStyle w:val="Code"/>
        <w:rPr>
          <w:lang w:eastAsia="en-GB"/>
        </w:rPr>
      </w:pPr>
      <w:r w:rsidRPr="00001F63">
        <w:rPr>
          <w:lang w:eastAsia="en-GB"/>
        </w:rPr>
        <w:t>208</w:t>
      </w:r>
    </w:p>
    <w:p w14:paraId="224E0A53" w14:textId="77777777" w:rsidR="00001F63" w:rsidRPr="00001F63" w:rsidRDefault="00001F63" w:rsidP="00001F63">
      <w:pPr>
        <w:pStyle w:val="Code"/>
        <w:rPr>
          <w:lang w:eastAsia="en-GB"/>
        </w:rPr>
      </w:pPr>
      <w:r w:rsidRPr="00001F63">
        <w:rPr>
          <w:lang w:eastAsia="en-GB"/>
        </w:rPr>
        <w:t>180</w:t>
      </w:r>
    </w:p>
    <w:p w14:paraId="26EECEEC" w14:textId="33C714CD" w:rsidR="00001F63" w:rsidRPr="00001F63" w:rsidRDefault="00001F63" w:rsidP="00001F63">
      <w:pPr>
        <w:pStyle w:val="Body"/>
        <w:rPr>
          <w:lang w:eastAsia="en-GB"/>
        </w:rPr>
      </w:pPr>
      <w:r w:rsidRPr="00001F63">
        <w:rPr>
          <w:lang w:eastAsia="en-GB"/>
        </w:rPr>
        <w:t>But be sure to remember that valid Unicode scalar values may be made up of more</w:t>
      </w:r>
      <w:r>
        <w:rPr>
          <w:lang w:eastAsia="en-GB"/>
        </w:rPr>
        <w:t xml:space="preserve"> </w:t>
      </w:r>
      <w:r w:rsidRPr="00001F63">
        <w:rPr>
          <w:lang w:eastAsia="en-GB"/>
        </w:rPr>
        <w:t xml:space="preserve">than </w:t>
      </w:r>
      <w:r w:rsidR="00115947">
        <w:rPr>
          <w:lang w:eastAsia="en-GB"/>
        </w:rPr>
        <w:t>one</w:t>
      </w:r>
      <w:r w:rsidR="00115947" w:rsidRPr="00001F63">
        <w:rPr>
          <w:lang w:eastAsia="en-GB"/>
        </w:rPr>
        <w:t xml:space="preserve"> </w:t>
      </w:r>
      <w:r w:rsidRPr="00001F63">
        <w:rPr>
          <w:lang w:eastAsia="en-GB"/>
        </w:rPr>
        <w:t>byte.</w:t>
      </w:r>
      <w:r w:rsidR="000B7E2C">
        <w:fldChar w:fldCharType="begin"/>
      </w:r>
      <w:r w:rsidR="000B7E2C">
        <w:instrText xml:space="preserve"> XE "String type:bytes method on endRange" </w:instrText>
      </w:r>
      <w:r w:rsidR="000B7E2C">
        <w:fldChar w:fldCharType="end"/>
      </w:r>
    </w:p>
    <w:p w14:paraId="3284F320" w14:textId="4C1981FA" w:rsidR="00001F63" w:rsidRPr="00001F63" w:rsidRDefault="00001F63" w:rsidP="00001F63">
      <w:pPr>
        <w:pStyle w:val="Body"/>
        <w:rPr>
          <w:lang w:eastAsia="en-GB"/>
        </w:rPr>
      </w:pPr>
      <w:r w:rsidRPr="00001F63">
        <w:t>Getting grapheme clusters from strings</w:t>
      </w:r>
      <w:r w:rsidR="00E14EA0">
        <w:t>,</w:t>
      </w:r>
      <w:r w:rsidRPr="00001F63">
        <w:t xml:space="preserve"> as with the Devanagari script</w:t>
      </w:r>
      <w:r w:rsidR="00E14EA0">
        <w:t>,</w:t>
      </w:r>
      <w:r w:rsidRPr="00001F63">
        <w:t xml:space="preserve"> is</w:t>
      </w:r>
      <w:r>
        <w:t xml:space="preserve"> </w:t>
      </w:r>
      <w:r w:rsidRPr="00001F63">
        <w:t>complex, so this functionality is not provided by the standard library. Crates</w:t>
      </w:r>
      <w:r>
        <w:t xml:space="preserve"> </w:t>
      </w:r>
      <w:r w:rsidRPr="00001F63">
        <w:t xml:space="preserve">are available </w:t>
      </w:r>
      <w:r w:rsidR="00115947">
        <w:t>at</w:t>
      </w:r>
      <w:r w:rsidR="00115947" w:rsidRPr="00001F63">
        <w:t xml:space="preserve"> </w:t>
      </w:r>
      <w:hyperlink r:id="rId14" w:history="1">
        <w:r w:rsidRPr="009E2DFC">
          <w:rPr>
            <w:rStyle w:val="LinkURL"/>
          </w:rPr>
          <w:t>https://crates.io</w:t>
        </w:r>
      </w:hyperlink>
      <w:r w:rsidRPr="00001F63">
        <w:rPr>
          <w:lang w:eastAsia="en-GB"/>
        </w:rPr>
        <w:t xml:space="preserve"> if this is the functionality you need.</w:t>
      </w:r>
      <w:r w:rsidR="00F131F4">
        <w:fldChar w:fldCharType="begin"/>
      </w:r>
      <w:r w:rsidR="00F131F4">
        <w:instrText xml:space="preserve"> XE "String type:iterating over endRange" </w:instrText>
      </w:r>
      <w:r w:rsidR="00F131F4">
        <w:fldChar w:fldCharType="end"/>
      </w:r>
    </w:p>
    <w:p w14:paraId="316FDFBA" w14:textId="77777777" w:rsidR="00001F63" w:rsidRPr="00001F63" w:rsidRDefault="00001F63" w:rsidP="00001F63">
      <w:pPr>
        <w:pStyle w:val="HeadB"/>
        <w:rPr>
          <w:lang w:eastAsia="en-GB"/>
        </w:rPr>
      </w:pPr>
      <w:bookmarkStart w:id="52" w:name="strings-are-not-so-simple"/>
      <w:bookmarkStart w:id="53" w:name="_Toc106363834"/>
      <w:bookmarkEnd w:id="52"/>
      <w:r w:rsidRPr="00001F63">
        <w:rPr>
          <w:lang w:eastAsia="en-GB"/>
        </w:rPr>
        <w:t>Strings Are Not So Simple</w:t>
      </w:r>
      <w:bookmarkEnd w:id="53"/>
    </w:p>
    <w:p w14:paraId="4D4FBFE5" w14:textId="565BEE14" w:rsidR="00001F63" w:rsidRPr="00001F63" w:rsidRDefault="00001F63" w:rsidP="00001F63">
      <w:pPr>
        <w:pStyle w:val="Body"/>
        <w:rPr>
          <w:lang w:eastAsia="en-GB"/>
        </w:rPr>
      </w:pPr>
      <w:r w:rsidRPr="00001F63">
        <w:t>To summarize, strings are complicated. Different programming languages make</w:t>
      </w:r>
      <w:r>
        <w:t xml:space="preserve"> </w:t>
      </w:r>
      <w:r w:rsidRPr="00001F63">
        <w:t>different choices about how to present this complexity to the programmer. Rust</w:t>
      </w:r>
      <w:r>
        <w:t xml:space="preserve"> </w:t>
      </w:r>
      <w:r w:rsidRPr="00001F63">
        <w:t xml:space="preserve">has chosen to make the correct handling of </w:t>
      </w:r>
      <w:r w:rsidRPr="00001F63">
        <w:rPr>
          <w:rStyle w:val="Literal"/>
        </w:rPr>
        <w:t>String</w:t>
      </w:r>
      <w:r w:rsidRPr="00001F63">
        <w:rPr>
          <w:lang w:eastAsia="en-GB"/>
        </w:rPr>
        <w:t xml:space="preserve"> data the default behavior</w:t>
      </w:r>
      <w:r>
        <w:rPr>
          <w:lang w:eastAsia="en-GB"/>
        </w:rPr>
        <w:t xml:space="preserve"> </w:t>
      </w:r>
      <w:r w:rsidRPr="00001F63">
        <w:rPr>
          <w:lang w:eastAsia="en-GB"/>
        </w:rPr>
        <w:t>for all Rust programs, which means programmers have to put more thought into</w:t>
      </w:r>
      <w:r>
        <w:rPr>
          <w:lang w:eastAsia="en-GB"/>
        </w:rPr>
        <w:t xml:space="preserve"> </w:t>
      </w:r>
      <w:r w:rsidRPr="00001F63">
        <w:rPr>
          <w:lang w:eastAsia="en-GB"/>
        </w:rPr>
        <w:t>handling UTF-8 data up</w:t>
      </w:r>
      <w:r w:rsidR="00115947">
        <w:rPr>
          <w:lang w:eastAsia="en-GB"/>
        </w:rPr>
        <w:t xml:space="preserve"> </w:t>
      </w:r>
      <w:r w:rsidRPr="00001F63">
        <w:rPr>
          <w:lang w:eastAsia="en-GB"/>
        </w:rPr>
        <w:t>front. This trade-off exposes more of the complexity of</w:t>
      </w:r>
      <w:r>
        <w:rPr>
          <w:lang w:eastAsia="en-GB"/>
        </w:rPr>
        <w:t xml:space="preserve"> </w:t>
      </w:r>
      <w:r w:rsidRPr="00001F63">
        <w:rPr>
          <w:lang w:eastAsia="en-GB"/>
        </w:rPr>
        <w:t>strings than is apparent in other programming languages, but it prevents you</w:t>
      </w:r>
      <w:r>
        <w:rPr>
          <w:lang w:eastAsia="en-GB"/>
        </w:rPr>
        <w:t xml:space="preserve"> </w:t>
      </w:r>
      <w:r w:rsidRPr="00001F63">
        <w:rPr>
          <w:lang w:eastAsia="en-GB"/>
        </w:rPr>
        <w:t>from having to handle errors involving non-ASCII characters later in your</w:t>
      </w:r>
      <w:r>
        <w:rPr>
          <w:lang w:eastAsia="en-GB"/>
        </w:rPr>
        <w:t xml:space="preserve"> </w:t>
      </w:r>
      <w:r w:rsidRPr="00001F63">
        <w:rPr>
          <w:lang w:eastAsia="en-GB"/>
        </w:rPr>
        <w:t>development life cycle.</w:t>
      </w:r>
      <w:r w:rsidR="003E0672">
        <w:fldChar w:fldCharType="begin"/>
      </w:r>
      <w:r w:rsidR="003E0672">
        <w:instrText xml:space="preserve"> XE "Unicode Scalar Value endRange" </w:instrText>
      </w:r>
      <w:r w:rsidR="003E0672">
        <w:fldChar w:fldCharType="end"/>
      </w:r>
      <w:r w:rsidR="00CF279F">
        <w:fldChar w:fldCharType="begin"/>
      </w:r>
      <w:r w:rsidR="00CF279F">
        <w:instrText xml:space="preserve"> XE "String type:UTF-8 encoding of endRange" </w:instrText>
      </w:r>
      <w:r w:rsidR="00CF279F">
        <w:fldChar w:fldCharType="end"/>
      </w:r>
      <w:r w:rsidR="003E0672">
        <w:fldChar w:fldCharType="begin"/>
      </w:r>
      <w:r w:rsidR="003E0672">
        <w:instrText xml:space="preserve"> XE "UTF-8 encoding endRange" </w:instrText>
      </w:r>
      <w:r w:rsidR="003E0672">
        <w:fldChar w:fldCharType="end"/>
      </w:r>
      <w:r w:rsidR="003E0672">
        <w:fldChar w:fldCharType="begin"/>
      </w:r>
      <w:r w:rsidR="003E0672">
        <w:instrText xml:space="preserve"> XE "grapheme clusters endRange" </w:instrText>
      </w:r>
      <w:r w:rsidR="003E0672">
        <w:fldChar w:fldCharType="end"/>
      </w:r>
    </w:p>
    <w:p w14:paraId="07818F75" w14:textId="27A24570" w:rsidR="00001F63" w:rsidRPr="00001F63" w:rsidRDefault="00001F63" w:rsidP="00001F63">
      <w:pPr>
        <w:pStyle w:val="Body"/>
        <w:rPr>
          <w:lang w:eastAsia="en-GB"/>
        </w:rPr>
      </w:pPr>
      <w:r w:rsidRPr="00001F63">
        <w:rPr>
          <w:lang w:eastAsia="en-GB"/>
        </w:rPr>
        <w:t>The good news is that the standard library offers a lot of functionality built</w:t>
      </w:r>
      <w:r>
        <w:rPr>
          <w:lang w:eastAsia="en-GB"/>
        </w:rPr>
        <w:t xml:space="preserve"> </w:t>
      </w:r>
      <w:r w:rsidRPr="00001F63">
        <w:rPr>
          <w:lang w:eastAsia="en-GB"/>
        </w:rPr>
        <w:t xml:space="preserve">off the </w:t>
      </w:r>
      <w:r w:rsidRPr="00001F63">
        <w:rPr>
          <w:rStyle w:val="Literal"/>
        </w:rPr>
        <w:t>String</w:t>
      </w:r>
      <w:r w:rsidRPr="00001F63">
        <w:t xml:space="preserve"> and </w:t>
      </w:r>
      <w:r w:rsidRPr="00001F63">
        <w:rPr>
          <w:rStyle w:val="Literal"/>
        </w:rPr>
        <w:t>&amp;str</w:t>
      </w:r>
      <w:r w:rsidRPr="00001F63">
        <w:t xml:space="preserve"> types to help handle these complex situations</w:t>
      </w:r>
      <w:r>
        <w:t xml:space="preserve"> </w:t>
      </w:r>
      <w:r w:rsidRPr="00001F63">
        <w:t>correctly. Be sure to check out the documentation for useful methods like</w:t>
      </w:r>
      <w:r>
        <w:t xml:space="preserve"> </w:t>
      </w:r>
      <w:r w:rsidRPr="00001F63">
        <w:rPr>
          <w:rStyle w:val="Literal"/>
        </w:rPr>
        <w:t>contains</w:t>
      </w:r>
      <w:r w:rsidRPr="00001F63">
        <w:t xml:space="preserve"> for searching in a string and </w:t>
      </w:r>
      <w:r w:rsidRPr="00001F63">
        <w:rPr>
          <w:rStyle w:val="Literal"/>
        </w:rPr>
        <w:t>replace</w:t>
      </w:r>
      <w:r w:rsidRPr="00001F63">
        <w:rPr>
          <w:lang w:eastAsia="en-GB"/>
        </w:rPr>
        <w:t xml:space="preserve"> for substituting parts of a</w:t>
      </w:r>
      <w:r>
        <w:rPr>
          <w:lang w:eastAsia="en-GB"/>
        </w:rPr>
        <w:t xml:space="preserve"> </w:t>
      </w:r>
      <w:r w:rsidRPr="00001F63">
        <w:rPr>
          <w:lang w:eastAsia="en-GB"/>
        </w:rPr>
        <w:t>string with another string.</w:t>
      </w:r>
      <w:r w:rsidR="00324B15">
        <w:fldChar w:fldCharType="begin"/>
      </w:r>
      <w:r w:rsidR="00324B15">
        <w:instrText xml:space="preserve"> XE "String type end</w:instrText>
      </w:r>
      <w:r w:rsidR="00324B15" w:rsidRPr="00BE574B">
        <w:instrText>Range</w:instrText>
      </w:r>
      <w:r w:rsidR="00324B15">
        <w:instrText xml:space="preserve">" </w:instrText>
      </w:r>
      <w:r w:rsidR="00324B15">
        <w:fldChar w:fldCharType="end"/>
      </w:r>
    </w:p>
    <w:p w14:paraId="10693820" w14:textId="77777777" w:rsidR="00001F63" w:rsidRPr="00001F63" w:rsidRDefault="00001F63" w:rsidP="00001F63">
      <w:pPr>
        <w:pStyle w:val="Body"/>
        <w:rPr>
          <w:lang w:eastAsia="en-GB"/>
        </w:rPr>
      </w:pPr>
      <w:r w:rsidRPr="00001F63">
        <w:rPr>
          <w:lang w:eastAsia="en-GB"/>
        </w:rPr>
        <w:t>Let’s switch to something a bit less complex: hash maps!</w:t>
      </w:r>
    </w:p>
    <w:bookmarkStart w:id="54" w:name="storing-keys-with-associated-values-in-h"/>
    <w:bookmarkStart w:id="55" w:name="_Toc106363835"/>
    <w:bookmarkEnd w:id="54"/>
    <w:p w14:paraId="2F9AD514" w14:textId="2ACC4FBA" w:rsidR="00001F63" w:rsidRPr="00001F63" w:rsidRDefault="008F6C07" w:rsidP="00001F63">
      <w:pPr>
        <w:pStyle w:val="HeadA"/>
        <w:rPr>
          <w:lang w:eastAsia="en-GB"/>
        </w:rPr>
      </w:pPr>
      <w:r>
        <w:fldChar w:fldCharType="begin"/>
      </w:r>
      <w:r>
        <w:instrText xml:space="preserve"> XE "HashMap&lt;K, V&gt; type startRange" </w:instrText>
      </w:r>
      <w:r>
        <w:fldChar w:fldCharType="end"/>
      </w:r>
      <w:r w:rsidR="00001F63" w:rsidRPr="00001F63">
        <w:rPr>
          <w:lang w:eastAsia="en-GB"/>
        </w:rPr>
        <w:t>Storing Keys with Associated Values in Hash Maps</w:t>
      </w:r>
      <w:bookmarkEnd w:id="55"/>
    </w:p>
    <w:p w14:paraId="61ED359B" w14:textId="3F1527B8" w:rsidR="00001F63" w:rsidRPr="00001F63" w:rsidRDefault="00001F63" w:rsidP="00001F63">
      <w:pPr>
        <w:pStyle w:val="Body"/>
        <w:rPr>
          <w:lang w:eastAsia="en-GB"/>
        </w:rPr>
      </w:pPr>
      <w:r w:rsidRPr="00001F63">
        <w:t xml:space="preserve">The last of our common collections is the </w:t>
      </w:r>
      <w:r w:rsidRPr="003C138E">
        <w:rPr>
          <w:rStyle w:val="Italic"/>
        </w:rPr>
        <w:t>hash map</w:t>
      </w:r>
      <w:r w:rsidRPr="00001F63">
        <w:t xml:space="preserve">. The type </w:t>
      </w:r>
      <w:r w:rsidRPr="00001F63">
        <w:rPr>
          <w:rStyle w:val="Literal"/>
        </w:rPr>
        <w:t>HashMap&lt;K, V&gt;</w:t>
      </w:r>
      <w:r>
        <w:t xml:space="preserve"> </w:t>
      </w:r>
      <w:r w:rsidRPr="00001F63">
        <w:t xml:space="preserve">stores a mapping of keys of type </w:t>
      </w:r>
      <w:r w:rsidRPr="00001F63">
        <w:rPr>
          <w:rStyle w:val="Literal"/>
        </w:rPr>
        <w:t>K</w:t>
      </w:r>
      <w:r w:rsidRPr="00001F63">
        <w:t xml:space="preserve"> to values of type </w:t>
      </w:r>
      <w:r w:rsidRPr="00001F63">
        <w:rPr>
          <w:rStyle w:val="Literal"/>
        </w:rPr>
        <w:t>V</w:t>
      </w:r>
      <w:r w:rsidRPr="00001F63">
        <w:t xml:space="preserve"> using a</w:t>
      </w:r>
      <w:r>
        <w:t xml:space="preserve"> </w:t>
      </w:r>
      <w:r w:rsidRPr="003C138E">
        <w:rPr>
          <w:rStyle w:val="Italic"/>
        </w:rPr>
        <w:t>hashing function</w:t>
      </w:r>
      <w:r w:rsidRPr="00001F63">
        <w:rPr>
          <w:lang w:eastAsia="en-GB"/>
        </w:rPr>
        <w:t>, which determines how it places these keys and values into</w:t>
      </w:r>
      <w:r>
        <w:rPr>
          <w:lang w:eastAsia="en-GB"/>
        </w:rPr>
        <w:t xml:space="preserve"> </w:t>
      </w:r>
      <w:r w:rsidRPr="00001F63">
        <w:rPr>
          <w:lang w:eastAsia="en-GB"/>
        </w:rPr>
        <w:t>memory. Many programming languages support this kind of data structure, but</w:t>
      </w:r>
      <w:r>
        <w:rPr>
          <w:lang w:eastAsia="en-GB"/>
        </w:rPr>
        <w:t xml:space="preserve"> </w:t>
      </w:r>
      <w:r w:rsidRPr="00001F63">
        <w:rPr>
          <w:lang w:eastAsia="en-GB"/>
        </w:rPr>
        <w:t xml:space="preserve">they often use a different name, such as </w:t>
      </w:r>
      <w:r w:rsidRPr="003518EC">
        <w:rPr>
          <w:rStyle w:val="Italic"/>
        </w:rPr>
        <w:t>hash</w:t>
      </w:r>
      <w:r w:rsidR="006910E6">
        <w:rPr>
          <w:lang w:eastAsia="en-GB"/>
        </w:rPr>
        <w:fldChar w:fldCharType="begin"/>
      </w:r>
      <w:r w:rsidR="006910E6">
        <w:instrText xml:space="preserve"> XE "</w:instrText>
      </w:r>
      <w:r w:rsidR="006910E6" w:rsidRPr="00353C38">
        <w:rPr>
          <w:lang w:eastAsia="en-GB"/>
        </w:rPr>
        <w:instrText>hash</w:instrText>
      </w:r>
      <w:r w:rsidR="006910E6">
        <w:instrText>" \t "</w:instrText>
      </w:r>
      <w:r w:rsidR="006910E6" w:rsidRPr="007E1EBE">
        <w:rPr>
          <w:rFonts w:asciiTheme="minorHAnsi" w:hAnsiTheme="minorHAnsi"/>
          <w:i/>
        </w:rPr>
        <w:instrText>See</w:instrText>
      </w:r>
      <w:r w:rsidR="006910E6" w:rsidRPr="007E1EBE">
        <w:rPr>
          <w:rFonts w:asciiTheme="minorHAnsi" w:hAnsiTheme="minorHAnsi"/>
        </w:rPr>
        <w:instrText xml:space="preserve"> HashMap&lt;K, V&gt; type</w:instrText>
      </w:r>
      <w:r w:rsidR="006910E6">
        <w:instrText xml:space="preserve">" </w:instrText>
      </w:r>
      <w:r w:rsidR="006910E6">
        <w:rPr>
          <w:lang w:eastAsia="en-GB"/>
        </w:rPr>
        <w:fldChar w:fldCharType="end"/>
      </w:r>
      <w:r w:rsidRPr="00001F63">
        <w:rPr>
          <w:lang w:eastAsia="en-GB"/>
        </w:rPr>
        <w:t xml:space="preserve">, </w:t>
      </w:r>
      <w:r w:rsidRPr="003518EC">
        <w:rPr>
          <w:rStyle w:val="Italic"/>
        </w:rPr>
        <w:t>map</w:t>
      </w:r>
      <w:r w:rsidR="006910E6">
        <w:rPr>
          <w:lang w:eastAsia="en-GB"/>
        </w:rPr>
        <w:fldChar w:fldCharType="begin"/>
      </w:r>
      <w:r w:rsidR="006910E6">
        <w:instrText xml:space="preserve"> XE "</w:instrText>
      </w:r>
      <w:r w:rsidR="006910E6" w:rsidRPr="005977DB">
        <w:rPr>
          <w:lang w:eastAsia="en-GB"/>
        </w:rPr>
        <w:instrText>map</w:instrText>
      </w:r>
      <w:r w:rsidR="006910E6">
        <w:instrText>" \t "</w:instrText>
      </w:r>
      <w:r w:rsidR="006910E6" w:rsidRPr="003E340A">
        <w:rPr>
          <w:rFonts w:asciiTheme="minorHAnsi" w:hAnsiTheme="minorHAnsi"/>
          <w:i/>
        </w:rPr>
        <w:instrText>See</w:instrText>
      </w:r>
      <w:r w:rsidR="006910E6" w:rsidRPr="003E340A">
        <w:rPr>
          <w:rFonts w:asciiTheme="minorHAnsi" w:hAnsiTheme="minorHAnsi"/>
        </w:rPr>
        <w:instrText xml:space="preserve"> HashMap&lt;K, V&gt; type</w:instrText>
      </w:r>
      <w:r w:rsidR="006910E6">
        <w:instrText xml:space="preserve">" </w:instrText>
      </w:r>
      <w:r w:rsidR="006910E6">
        <w:rPr>
          <w:lang w:eastAsia="en-GB"/>
        </w:rPr>
        <w:fldChar w:fldCharType="end"/>
      </w:r>
      <w:r w:rsidRPr="00001F63">
        <w:rPr>
          <w:lang w:eastAsia="en-GB"/>
        </w:rPr>
        <w:t xml:space="preserve">, </w:t>
      </w:r>
      <w:r w:rsidRPr="003518EC">
        <w:rPr>
          <w:rStyle w:val="Italic"/>
        </w:rPr>
        <w:t>object</w:t>
      </w:r>
      <w:r w:rsidR="008F4D87">
        <w:rPr>
          <w:lang w:eastAsia="en-GB"/>
        </w:rPr>
        <w:fldChar w:fldCharType="begin"/>
      </w:r>
      <w:r w:rsidR="008F4D87">
        <w:instrText xml:space="preserve"> XE "</w:instrText>
      </w:r>
      <w:r w:rsidR="008F4D87" w:rsidRPr="006E36E3">
        <w:rPr>
          <w:lang w:eastAsia="en-GB"/>
        </w:rPr>
        <w:instrText>object</w:instrText>
      </w:r>
      <w:r w:rsidR="008F4D87">
        <w:instrText>" \t "</w:instrText>
      </w:r>
      <w:r w:rsidR="008F4D87" w:rsidRPr="0001470E">
        <w:rPr>
          <w:rFonts w:asciiTheme="minorHAnsi" w:hAnsiTheme="minorHAnsi"/>
          <w:i/>
        </w:rPr>
        <w:instrText>See</w:instrText>
      </w:r>
      <w:r w:rsidR="008F4D87" w:rsidRPr="0001470E">
        <w:rPr>
          <w:rFonts w:asciiTheme="minorHAnsi" w:hAnsiTheme="minorHAnsi"/>
        </w:rPr>
        <w:instrText xml:space="preserve"> also HashMap&lt;K, V&gt; type</w:instrText>
      </w:r>
      <w:r w:rsidR="008F4D87">
        <w:instrText xml:space="preserve">" </w:instrText>
      </w:r>
      <w:r w:rsidR="008F4D87">
        <w:rPr>
          <w:lang w:eastAsia="en-GB"/>
        </w:rPr>
        <w:fldChar w:fldCharType="end"/>
      </w:r>
      <w:r w:rsidRPr="00001F63">
        <w:rPr>
          <w:lang w:eastAsia="en-GB"/>
        </w:rPr>
        <w:t xml:space="preserve">, </w:t>
      </w:r>
      <w:r w:rsidRPr="003518EC">
        <w:rPr>
          <w:rStyle w:val="Italic"/>
        </w:rPr>
        <w:t>hash table</w:t>
      </w:r>
      <w:r w:rsidR="008F4D87">
        <w:rPr>
          <w:lang w:eastAsia="en-GB"/>
        </w:rPr>
        <w:fldChar w:fldCharType="begin"/>
      </w:r>
      <w:r w:rsidR="008F4D87">
        <w:instrText xml:space="preserve"> XE "</w:instrText>
      </w:r>
      <w:r w:rsidR="008F4D87" w:rsidRPr="00186152">
        <w:rPr>
          <w:lang w:eastAsia="en-GB"/>
        </w:rPr>
        <w:instrText>hash table</w:instrText>
      </w:r>
      <w:r w:rsidR="008F4D87">
        <w:instrText>" \t "</w:instrText>
      </w:r>
      <w:r w:rsidR="008F4D87" w:rsidRPr="005E1B47">
        <w:rPr>
          <w:rFonts w:asciiTheme="minorHAnsi" w:hAnsiTheme="minorHAnsi"/>
          <w:i/>
        </w:rPr>
        <w:instrText>See</w:instrText>
      </w:r>
      <w:r w:rsidR="008F4D87" w:rsidRPr="005E1B47">
        <w:rPr>
          <w:rFonts w:asciiTheme="minorHAnsi" w:hAnsiTheme="minorHAnsi"/>
        </w:rPr>
        <w:instrText xml:space="preserve"> HashMap&lt;K, V&gt; type</w:instrText>
      </w:r>
      <w:r w:rsidR="008F4D87">
        <w:instrText xml:space="preserve">" </w:instrText>
      </w:r>
      <w:r w:rsidR="008F4D87">
        <w:rPr>
          <w:lang w:eastAsia="en-GB"/>
        </w:rPr>
        <w:fldChar w:fldCharType="end"/>
      </w:r>
      <w:r w:rsidRPr="00001F63">
        <w:rPr>
          <w:lang w:eastAsia="en-GB"/>
        </w:rPr>
        <w:t>,</w:t>
      </w:r>
      <w:r>
        <w:rPr>
          <w:lang w:eastAsia="en-GB"/>
        </w:rPr>
        <w:t xml:space="preserve"> </w:t>
      </w:r>
      <w:r w:rsidRPr="003518EC">
        <w:rPr>
          <w:rStyle w:val="Italic"/>
        </w:rPr>
        <w:t>dictionary</w:t>
      </w:r>
      <w:r w:rsidR="00805423">
        <w:rPr>
          <w:lang w:eastAsia="en-GB"/>
        </w:rPr>
        <w:fldChar w:fldCharType="begin"/>
      </w:r>
      <w:r w:rsidR="00805423">
        <w:instrText xml:space="preserve"> XE "</w:instrText>
      </w:r>
      <w:r w:rsidR="00805423" w:rsidRPr="008E1C05">
        <w:rPr>
          <w:lang w:eastAsia="en-GB"/>
        </w:rPr>
        <w:instrText>dictionary</w:instrText>
      </w:r>
      <w:r w:rsidR="00805423">
        <w:instrText>" \t "</w:instrText>
      </w:r>
      <w:r w:rsidR="00805423" w:rsidRPr="00460ECA">
        <w:rPr>
          <w:rFonts w:asciiTheme="minorHAnsi" w:hAnsiTheme="minorHAnsi"/>
          <w:i/>
        </w:rPr>
        <w:instrText>See</w:instrText>
      </w:r>
      <w:r w:rsidR="00805423" w:rsidRPr="00460ECA">
        <w:rPr>
          <w:rFonts w:asciiTheme="minorHAnsi" w:hAnsiTheme="minorHAnsi"/>
        </w:rPr>
        <w:instrText xml:space="preserve"> HashMap&lt;K, V&gt; type</w:instrText>
      </w:r>
      <w:r w:rsidR="00805423">
        <w:instrText xml:space="preserve">" </w:instrText>
      </w:r>
      <w:r w:rsidR="00805423">
        <w:rPr>
          <w:lang w:eastAsia="en-GB"/>
        </w:rPr>
        <w:fldChar w:fldCharType="end"/>
      </w:r>
      <w:r w:rsidRPr="00001F63">
        <w:rPr>
          <w:lang w:eastAsia="en-GB"/>
        </w:rPr>
        <w:t xml:space="preserve">, or </w:t>
      </w:r>
      <w:r w:rsidRPr="003518EC">
        <w:rPr>
          <w:rStyle w:val="Italic"/>
        </w:rPr>
        <w:t>associative array</w:t>
      </w:r>
      <w:r w:rsidR="00805423">
        <w:rPr>
          <w:lang w:eastAsia="en-GB"/>
        </w:rPr>
        <w:fldChar w:fldCharType="begin"/>
      </w:r>
      <w:r w:rsidR="00805423">
        <w:instrText xml:space="preserve"> XE "</w:instrText>
      </w:r>
      <w:r w:rsidR="00805423" w:rsidRPr="005256F8">
        <w:rPr>
          <w:lang w:eastAsia="en-GB"/>
        </w:rPr>
        <w:instrText>associative array</w:instrText>
      </w:r>
      <w:r w:rsidR="00805423">
        <w:instrText>" \t "</w:instrText>
      </w:r>
      <w:r w:rsidR="00805423" w:rsidRPr="00055D04">
        <w:rPr>
          <w:rFonts w:asciiTheme="minorHAnsi" w:hAnsiTheme="minorHAnsi"/>
          <w:i/>
        </w:rPr>
        <w:instrText>See</w:instrText>
      </w:r>
      <w:r w:rsidR="00805423" w:rsidRPr="00055D04">
        <w:rPr>
          <w:rFonts w:asciiTheme="minorHAnsi" w:hAnsiTheme="minorHAnsi"/>
        </w:rPr>
        <w:instrText xml:space="preserve"> HashMap&lt;K, V&gt; type</w:instrText>
      </w:r>
      <w:r w:rsidR="00805423">
        <w:instrText xml:space="preserve">" </w:instrText>
      </w:r>
      <w:r w:rsidR="00805423">
        <w:rPr>
          <w:lang w:eastAsia="en-GB"/>
        </w:rPr>
        <w:fldChar w:fldCharType="end"/>
      </w:r>
      <w:r w:rsidRPr="00001F63">
        <w:rPr>
          <w:lang w:eastAsia="en-GB"/>
        </w:rPr>
        <w:t>, just to name a few.</w:t>
      </w:r>
    </w:p>
    <w:p w14:paraId="642E773D" w14:textId="15E1B95E" w:rsidR="00001F63" w:rsidRPr="00001F63" w:rsidRDefault="00001F63" w:rsidP="00001F63">
      <w:pPr>
        <w:pStyle w:val="Body"/>
        <w:rPr>
          <w:lang w:eastAsia="en-GB"/>
        </w:rPr>
      </w:pPr>
      <w:r w:rsidRPr="00001F63">
        <w:rPr>
          <w:lang w:eastAsia="en-GB"/>
        </w:rPr>
        <w:t>Hash maps are useful when you want to look up data not by using an index, as</w:t>
      </w:r>
      <w:r>
        <w:rPr>
          <w:lang w:eastAsia="en-GB"/>
        </w:rPr>
        <w:t xml:space="preserve"> </w:t>
      </w:r>
      <w:r w:rsidRPr="00001F63">
        <w:rPr>
          <w:lang w:eastAsia="en-GB"/>
        </w:rPr>
        <w:lastRenderedPageBreak/>
        <w:t>you can with vectors, but by using a key that can be of any type. For example,</w:t>
      </w:r>
      <w:r>
        <w:rPr>
          <w:lang w:eastAsia="en-GB"/>
        </w:rPr>
        <w:t xml:space="preserve"> </w:t>
      </w:r>
      <w:r w:rsidRPr="00001F63">
        <w:rPr>
          <w:lang w:eastAsia="en-GB"/>
        </w:rPr>
        <w:t>in a game, you could keep track of each team’s score in a hash map in which</w:t>
      </w:r>
      <w:r>
        <w:rPr>
          <w:lang w:eastAsia="en-GB"/>
        </w:rPr>
        <w:t xml:space="preserve"> </w:t>
      </w:r>
      <w:r w:rsidRPr="00001F63">
        <w:rPr>
          <w:lang w:eastAsia="en-GB"/>
        </w:rPr>
        <w:t>each key is a team’s name and the values are each team’s score. Given a team</w:t>
      </w:r>
      <w:r>
        <w:rPr>
          <w:lang w:eastAsia="en-GB"/>
        </w:rPr>
        <w:t xml:space="preserve"> </w:t>
      </w:r>
      <w:r w:rsidRPr="00001F63">
        <w:rPr>
          <w:lang w:eastAsia="en-GB"/>
        </w:rPr>
        <w:t>name, you can retrieve its score.</w:t>
      </w:r>
    </w:p>
    <w:p w14:paraId="65A149A2" w14:textId="067AA0B2" w:rsidR="00001F63" w:rsidRPr="00001F63" w:rsidRDefault="00001F63" w:rsidP="00001F63">
      <w:pPr>
        <w:pStyle w:val="Body"/>
        <w:rPr>
          <w:lang w:eastAsia="en-GB"/>
        </w:rPr>
      </w:pPr>
      <w:r w:rsidRPr="00001F63">
        <w:t>We’ll go over the basic API of hash maps in this section, but many more goodies</w:t>
      </w:r>
      <w:r>
        <w:t xml:space="preserve"> </w:t>
      </w:r>
      <w:r w:rsidRPr="00001F63">
        <w:t xml:space="preserve">are hiding in the functions defined on </w:t>
      </w:r>
      <w:r w:rsidRPr="00001F63">
        <w:rPr>
          <w:rStyle w:val="Literal"/>
        </w:rPr>
        <w:t>HashMap&lt;K, V&gt;</w:t>
      </w:r>
      <w:r w:rsidRPr="00001F63">
        <w:rPr>
          <w:lang w:eastAsia="en-GB"/>
        </w:rPr>
        <w:t xml:space="preserve"> by the standard library.</w:t>
      </w:r>
      <w:r>
        <w:rPr>
          <w:lang w:eastAsia="en-GB"/>
        </w:rPr>
        <w:t xml:space="preserve"> </w:t>
      </w:r>
      <w:r w:rsidRPr="00001F63">
        <w:rPr>
          <w:lang w:eastAsia="en-GB"/>
        </w:rPr>
        <w:t>As always, check the standard library documentation for more information.</w:t>
      </w:r>
    </w:p>
    <w:bookmarkStart w:id="56" w:name="creating-a-new-hash-map"/>
    <w:bookmarkStart w:id="57" w:name="_Toc106363836"/>
    <w:bookmarkEnd w:id="56"/>
    <w:p w14:paraId="7792A9F5" w14:textId="2A7BAB3B" w:rsidR="00001F63" w:rsidRPr="00001F63" w:rsidRDefault="00F91565" w:rsidP="00001F63">
      <w:pPr>
        <w:pStyle w:val="HeadB"/>
        <w:rPr>
          <w:lang w:eastAsia="en-GB"/>
        </w:rPr>
      </w:pPr>
      <w:r>
        <w:fldChar w:fldCharType="begin"/>
      </w:r>
      <w:r>
        <w:instrText xml:space="preserve"> XE "HashMap&lt;K, V&gt; type:new function on startRange" </w:instrText>
      </w:r>
      <w:r>
        <w:fldChar w:fldCharType="end"/>
      </w:r>
      <w:r>
        <w:fldChar w:fldCharType="begin"/>
      </w:r>
      <w:r>
        <w:instrText xml:space="preserve"> XE "new function:on HashMap&lt;K, V&gt; startRange" </w:instrText>
      </w:r>
      <w:r>
        <w:fldChar w:fldCharType="end"/>
      </w:r>
      <w:r w:rsidR="00001F63" w:rsidRPr="00001F63">
        <w:rPr>
          <w:lang w:eastAsia="en-GB"/>
        </w:rPr>
        <w:t>Creating a New Hash Map</w:t>
      </w:r>
      <w:bookmarkEnd w:id="57"/>
    </w:p>
    <w:p w14:paraId="508F219A" w14:textId="0949C4FC" w:rsidR="00001F63" w:rsidRPr="00001F63" w:rsidRDefault="00001F63" w:rsidP="00001F63">
      <w:pPr>
        <w:pStyle w:val="Body"/>
        <w:rPr>
          <w:lang w:eastAsia="en-GB"/>
        </w:rPr>
      </w:pPr>
      <w:r w:rsidRPr="00001F63">
        <w:t xml:space="preserve">One way to create an empty hash map is </w:t>
      </w:r>
      <w:r w:rsidR="00DB30B7">
        <w:t>to use</w:t>
      </w:r>
      <w:r w:rsidR="00DB30B7" w:rsidRPr="00001F63">
        <w:t xml:space="preserve"> </w:t>
      </w:r>
      <w:r w:rsidRPr="00001F63">
        <w:rPr>
          <w:rStyle w:val="Literal"/>
        </w:rPr>
        <w:t>new</w:t>
      </w:r>
      <w:r w:rsidRPr="00001F63">
        <w:t xml:space="preserve"> and </w:t>
      </w:r>
      <w:r w:rsidR="00DD1FF5">
        <w:fldChar w:fldCharType="begin"/>
      </w:r>
      <w:r w:rsidR="00DD1FF5">
        <w:instrText xml:space="preserve"> XE "HashMap&lt;K, V&gt; type:insert method on startRange" </w:instrText>
      </w:r>
      <w:r w:rsidR="00DD1FF5">
        <w:fldChar w:fldCharType="end"/>
      </w:r>
      <w:r w:rsidR="00DB30B7">
        <w:t xml:space="preserve">to </w:t>
      </w:r>
      <w:r w:rsidRPr="00001F63">
        <w:t>add elements with</w:t>
      </w:r>
      <w:r>
        <w:t xml:space="preserve"> </w:t>
      </w:r>
      <w:r w:rsidRPr="00001F63">
        <w:rPr>
          <w:rStyle w:val="Literal"/>
        </w:rPr>
        <w:t>insert</w:t>
      </w:r>
      <w:r w:rsidRPr="00001F63">
        <w:t>. In Listing 8-</w:t>
      </w:r>
      <w:r w:rsidR="00880F57">
        <w:t>20</w:t>
      </w:r>
      <w:r w:rsidRPr="00001F63">
        <w:t>, we’re keeping track of the scores of two teams whose</w:t>
      </w:r>
      <w:r>
        <w:t xml:space="preserve"> </w:t>
      </w:r>
      <w:r w:rsidRPr="00001F63">
        <w:t xml:space="preserve">names are </w:t>
      </w:r>
      <w:r w:rsidRPr="003C138E">
        <w:rPr>
          <w:rStyle w:val="Italic"/>
        </w:rPr>
        <w:t>Blue</w:t>
      </w:r>
      <w:r w:rsidRPr="00001F63">
        <w:t xml:space="preserve"> and </w:t>
      </w:r>
      <w:r w:rsidRPr="003C138E">
        <w:rPr>
          <w:rStyle w:val="Italic"/>
        </w:rPr>
        <w:t>Yellow</w:t>
      </w:r>
      <w:r w:rsidRPr="00001F63">
        <w:rPr>
          <w:lang w:eastAsia="en-GB"/>
        </w:rPr>
        <w:t>. The Blue team starts with 10 points, and the</w:t>
      </w:r>
      <w:r>
        <w:rPr>
          <w:lang w:eastAsia="en-GB"/>
        </w:rPr>
        <w:t xml:space="preserve"> </w:t>
      </w:r>
      <w:r w:rsidRPr="00001F63">
        <w:rPr>
          <w:lang w:eastAsia="en-GB"/>
        </w:rPr>
        <w:t>Yellow team starts with 50.</w:t>
      </w:r>
    </w:p>
    <w:p w14:paraId="1E08E5B1" w14:textId="77777777" w:rsidR="00001F63" w:rsidRPr="00001F63" w:rsidRDefault="00001F63" w:rsidP="00001F63">
      <w:pPr>
        <w:pStyle w:val="Code"/>
        <w:rPr>
          <w:lang w:eastAsia="en-GB"/>
        </w:rPr>
      </w:pPr>
      <w:r w:rsidRPr="00001F63">
        <w:rPr>
          <w:lang w:eastAsia="en-GB"/>
        </w:rPr>
        <w:t>use std::collections::HashMap;</w:t>
      </w:r>
    </w:p>
    <w:p w14:paraId="56607B7C" w14:textId="77777777" w:rsidR="00001F63" w:rsidRPr="00001F63" w:rsidRDefault="00001F63" w:rsidP="00001F63">
      <w:pPr>
        <w:pStyle w:val="Code"/>
        <w:rPr>
          <w:lang w:eastAsia="en-GB"/>
        </w:rPr>
      </w:pPr>
    </w:p>
    <w:p w14:paraId="4E6E2920" w14:textId="77777777" w:rsidR="00001F63" w:rsidRPr="00001F63" w:rsidRDefault="00001F63" w:rsidP="00001F63">
      <w:pPr>
        <w:pStyle w:val="Code"/>
        <w:rPr>
          <w:lang w:eastAsia="en-GB"/>
        </w:rPr>
      </w:pPr>
      <w:r w:rsidRPr="00001F63">
        <w:rPr>
          <w:lang w:eastAsia="en-GB"/>
        </w:rPr>
        <w:t>let mut scores = HashMap::new();</w:t>
      </w:r>
    </w:p>
    <w:p w14:paraId="732C8BBC" w14:textId="77777777" w:rsidR="00001F63" w:rsidRPr="00001F63" w:rsidRDefault="00001F63" w:rsidP="00001F63">
      <w:pPr>
        <w:pStyle w:val="Code"/>
        <w:rPr>
          <w:lang w:eastAsia="en-GB"/>
        </w:rPr>
      </w:pPr>
    </w:p>
    <w:p w14:paraId="0EF9A6B5" w14:textId="77777777" w:rsidR="00001F63" w:rsidRPr="00001F63" w:rsidRDefault="00001F63" w:rsidP="00001F63">
      <w:pPr>
        <w:pStyle w:val="Code"/>
        <w:rPr>
          <w:lang w:eastAsia="en-GB"/>
        </w:rPr>
      </w:pPr>
      <w:r w:rsidRPr="00001F63">
        <w:rPr>
          <w:lang w:eastAsia="en-GB"/>
        </w:rPr>
        <w:t>scores.insert(String::from("Blue"), 10);</w:t>
      </w:r>
    </w:p>
    <w:p w14:paraId="1A7D2787" w14:textId="77777777" w:rsidR="00001F63" w:rsidRPr="00001F63" w:rsidRDefault="00001F63" w:rsidP="00001F63">
      <w:pPr>
        <w:pStyle w:val="Code"/>
        <w:rPr>
          <w:lang w:eastAsia="en-GB"/>
        </w:rPr>
      </w:pPr>
      <w:r w:rsidRPr="00001F63">
        <w:rPr>
          <w:lang w:eastAsia="en-GB"/>
        </w:rPr>
        <w:t>scores.insert(String::from("Yellow"), 50);</w:t>
      </w:r>
    </w:p>
    <w:p w14:paraId="4E621B3E" w14:textId="34408584" w:rsidR="00001F63" w:rsidRPr="00001F63" w:rsidRDefault="00001F63" w:rsidP="009E2DFC">
      <w:pPr>
        <w:pStyle w:val="CodeListingCaption"/>
        <w:rPr>
          <w:lang w:eastAsia="en-GB"/>
        </w:rPr>
      </w:pPr>
      <w:r w:rsidRPr="00001F63">
        <w:rPr>
          <w:lang w:eastAsia="en-GB"/>
        </w:rPr>
        <w:t>Creating a new hash map and inserting some keys and values</w:t>
      </w:r>
      <w:r w:rsidR="00DD2BB8">
        <w:fldChar w:fldCharType="begin"/>
      </w:r>
      <w:r w:rsidR="00DD2BB8">
        <w:instrText xml:space="preserve"> XE "HashMap&lt;K, V&gt; type:insert method on endRange" </w:instrText>
      </w:r>
      <w:r w:rsidR="00DD2BB8">
        <w:fldChar w:fldCharType="end"/>
      </w:r>
    </w:p>
    <w:p w14:paraId="24BBF204" w14:textId="2961DBCF" w:rsidR="00001F63" w:rsidRPr="00001F63" w:rsidRDefault="00001F63" w:rsidP="00001F63">
      <w:pPr>
        <w:pStyle w:val="Body"/>
        <w:rPr>
          <w:lang w:eastAsia="en-GB"/>
        </w:rPr>
      </w:pPr>
      <w:r w:rsidRPr="00001F63">
        <w:t xml:space="preserve">Note that we need to first </w:t>
      </w:r>
      <w:r w:rsidRPr="00001F63">
        <w:rPr>
          <w:rStyle w:val="Literal"/>
        </w:rPr>
        <w:t>use</w:t>
      </w:r>
      <w:r w:rsidRPr="00001F63">
        <w:t xml:space="preserve"> the </w:t>
      </w:r>
      <w:r w:rsidRPr="00001F63">
        <w:rPr>
          <w:rStyle w:val="Literal"/>
        </w:rPr>
        <w:t>HashMap</w:t>
      </w:r>
      <w:r w:rsidRPr="00001F63">
        <w:rPr>
          <w:lang w:eastAsia="en-GB"/>
        </w:rPr>
        <w:t xml:space="preserve"> from the collections portion of</w:t>
      </w:r>
      <w:r>
        <w:rPr>
          <w:lang w:eastAsia="en-GB"/>
        </w:rPr>
        <w:t xml:space="preserve"> </w:t>
      </w:r>
      <w:r w:rsidRPr="00001F63">
        <w:rPr>
          <w:lang w:eastAsia="en-GB"/>
        </w:rPr>
        <w:t>the standard library. Of our three common collections, this one is the least</w:t>
      </w:r>
      <w:r>
        <w:rPr>
          <w:lang w:eastAsia="en-GB"/>
        </w:rPr>
        <w:t xml:space="preserve"> </w:t>
      </w:r>
      <w:r w:rsidRPr="00001F63">
        <w:rPr>
          <w:lang w:eastAsia="en-GB"/>
        </w:rPr>
        <w:t>often used, so it’s not included in the features brought into scope</w:t>
      </w:r>
      <w:r>
        <w:rPr>
          <w:lang w:eastAsia="en-GB"/>
        </w:rPr>
        <w:t xml:space="preserve"> </w:t>
      </w:r>
      <w:r w:rsidRPr="00001F63">
        <w:rPr>
          <w:lang w:eastAsia="en-GB"/>
        </w:rPr>
        <w:t>automatically in the prelude. Hash maps also have less support from the</w:t>
      </w:r>
      <w:r>
        <w:rPr>
          <w:lang w:eastAsia="en-GB"/>
        </w:rPr>
        <w:t xml:space="preserve"> </w:t>
      </w:r>
      <w:r w:rsidRPr="00001F63">
        <w:rPr>
          <w:lang w:eastAsia="en-GB"/>
        </w:rPr>
        <w:t>standard library; there’s no built-in macro to construct them, for example.</w:t>
      </w:r>
    </w:p>
    <w:p w14:paraId="59404AC9" w14:textId="6E16AC38" w:rsidR="00001F63" w:rsidRPr="00001F63" w:rsidRDefault="00001F63" w:rsidP="00001F63">
      <w:pPr>
        <w:pStyle w:val="Body"/>
        <w:rPr>
          <w:lang w:eastAsia="en-GB"/>
        </w:rPr>
      </w:pPr>
      <w:r w:rsidRPr="00001F63">
        <w:rPr>
          <w:lang w:eastAsia="en-GB"/>
        </w:rPr>
        <w:t xml:space="preserve">Just like vectors, hash maps store their data on the heap. This </w:t>
      </w:r>
      <w:r w:rsidRPr="00001F63">
        <w:rPr>
          <w:rStyle w:val="Literal"/>
        </w:rPr>
        <w:t>HashMap</w:t>
      </w:r>
      <w:r w:rsidRPr="00001F63">
        <w:t xml:space="preserve"> has</w:t>
      </w:r>
      <w:r>
        <w:t xml:space="preserve"> </w:t>
      </w:r>
      <w:r w:rsidRPr="00001F63">
        <w:t xml:space="preserve">keys of type </w:t>
      </w:r>
      <w:r w:rsidRPr="00001F63">
        <w:rPr>
          <w:rStyle w:val="Literal"/>
        </w:rPr>
        <w:t>String</w:t>
      </w:r>
      <w:r w:rsidRPr="00001F63">
        <w:t xml:space="preserve"> and values of type </w:t>
      </w:r>
      <w:r w:rsidRPr="00001F63">
        <w:rPr>
          <w:rStyle w:val="Literal"/>
        </w:rPr>
        <w:t>i32</w:t>
      </w:r>
      <w:r w:rsidRPr="00001F63">
        <w:rPr>
          <w:lang w:eastAsia="en-GB"/>
        </w:rPr>
        <w:t>. Like vectors, hash maps are</w:t>
      </w:r>
      <w:r>
        <w:rPr>
          <w:lang w:eastAsia="en-GB"/>
        </w:rPr>
        <w:t xml:space="preserve"> </w:t>
      </w:r>
      <w:r w:rsidRPr="00001F63">
        <w:rPr>
          <w:lang w:eastAsia="en-GB"/>
        </w:rPr>
        <w:t>homogeneous: all of the keys must have the same type, and all of</w:t>
      </w:r>
      <w:r>
        <w:rPr>
          <w:lang w:eastAsia="en-GB"/>
        </w:rPr>
        <w:t xml:space="preserve"> </w:t>
      </w:r>
      <w:r w:rsidRPr="00001F63">
        <w:rPr>
          <w:lang w:eastAsia="en-GB"/>
        </w:rPr>
        <w:t>the values must have the same type.</w:t>
      </w:r>
      <w:r w:rsidR="00F91565">
        <w:fldChar w:fldCharType="begin"/>
      </w:r>
      <w:r w:rsidR="00F91565">
        <w:instrText xml:space="preserve"> XE "HashMap&lt;K, V&gt; type:new function on endRange" </w:instrText>
      </w:r>
      <w:r w:rsidR="00F91565">
        <w:fldChar w:fldCharType="end"/>
      </w:r>
      <w:r w:rsidR="00F91565">
        <w:fldChar w:fldCharType="begin"/>
      </w:r>
      <w:r w:rsidR="00F91565">
        <w:instrText xml:space="preserve"> XE "new function:on HashMap&lt;K, V&gt; endRange" </w:instrText>
      </w:r>
      <w:r w:rsidR="00F91565">
        <w:fldChar w:fldCharType="end"/>
      </w:r>
    </w:p>
    <w:bookmarkStart w:id="58" w:name="accessing-values-in-a-hash-map"/>
    <w:bookmarkStart w:id="59" w:name="_Toc106363837"/>
    <w:bookmarkEnd w:id="58"/>
    <w:p w14:paraId="1A4300C5" w14:textId="10531F50" w:rsidR="00001F63" w:rsidRPr="00001F63" w:rsidRDefault="009A67F5" w:rsidP="00001F63">
      <w:pPr>
        <w:pStyle w:val="HeadB"/>
        <w:rPr>
          <w:lang w:eastAsia="en-GB"/>
        </w:rPr>
      </w:pPr>
      <w:r>
        <w:fldChar w:fldCharType="begin"/>
      </w:r>
      <w:r>
        <w:instrText xml:space="preserve"> XE "HashMap&lt;K, V&gt; type:get method on startRange" </w:instrText>
      </w:r>
      <w:r>
        <w:fldChar w:fldCharType="end"/>
      </w:r>
      <w:r>
        <w:fldChar w:fldCharType="begin"/>
      </w:r>
      <w:r>
        <w:instrText xml:space="preserve"> XE "</w:instrText>
      </w:r>
      <w:r w:rsidR="003A30D7">
        <w:instrText>get</w:instrText>
      </w:r>
      <w:r>
        <w:instrText xml:space="preserve"> </w:instrText>
      </w:r>
      <w:r w:rsidR="003A30D7">
        <w:instrText>method</w:instrText>
      </w:r>
      <w:r>
        <w:instrText xml:space="preserve">:on HashMap&lt;K, V&gt; startRange" </w:instrText>
      </w:r>
      <w:r>
        <w:fldChar w:fldCharType="end"/>
      </w:r>
      <w:r w:rsidR="00001F63" w:rsidRPr="00001F63">
        <w:rPr>
          <w:lang w:eastAsia="en-GB"/>
        </w:rPr>
        <w:t>Accessing Values in a Hash Map</w:t>
      </w:r>
      <w:bookmarkEnd w:id="59"/>
    </w:p>
    <w:p w14:paraId="5519D9C9" w14:textId="2D47EA5C" w:rsidR="00001F63" w:rsidRPr="00001F63" w:rsidRDefault="00001F63" w:rsidP="00001F63">
      <w:pPr>
        <w:pStyle w:val="Body"/>
        <w:rPr>
          <w:lang w:eastAsia="en-GB"/>
        </w:rPr>
      </w:pPr>
      <w:r w:rsidRPr="00001F63">
        <w:t xml:space="preserve">We can get a value out of the hash map by providing its key to the </w:t>
      </w:r>
      <w:r w:rsidRPr="00001F63">
        <w:rPr>
          <w:rStyle w:val="Literal"/>
        </w:rPr>
        <w:t>get</w:t>
      </w:r>
      <w:r>
        <w:rPr>
          <w:lang w:eastAsia="en-GB"/>
        </w:rPr>
        <w:t xml:space="preserve"> </w:t>
      </w:r>
      <w:r w:rsidRPr="00001F63">
        <w:rPr>
          <w:lang w:eastAsia="en-GB"/>
        </w:rPr>
        <w:t>method, as shown in Listing 8-2</w:t>
      </w:r>
      <w:r w:rsidR="00880F57">
        <w:rPr>
          <w:lang w:eastAsia="en-GB"/>
        </w:rPr>
        <w:t>1</w:t>
      </w:r>
      <w:r w:rsidRPr="00001F63">
        <w:rPr>
          <w:lang w:eastAsia="en-GB"/>
        </w:rPr>
        <w:t>.</w:t>
      </w:r>
    </w:p>
    <w:p w14:paraId="5BC4D98C" w14:textId="77777777" w:rsidR="00001F63" w:rsidRPr="007E2EE5" w:rsidRDefault="00001F63" w:rsidP="00001F63">
      <w:pPr>
        <w:pStyle w:val="Code"/>
        <w:rPr>
          <w:rStyle w:val="LiteralGray"/>
        </w:rPr>
      </w:pPr>
      <w:r w:rsidRPr="007E2EE5">
        <w:rPr>
          <w:rStyle w:val="LiteralGray"/>
        </w:rPr>
        <w:t>use std::collections::HashMap;</w:t>
      </w:r>
    </w:p>
    <w:p w14:paraId="29DAAE6C" w14:textId="77777777" w:rsidR="00001F63" w:rsidRPr="007E2EE5" w:rsidRDefault="00001F63" w:rsidP="00001F63">
      <w:pPr>
        <w:pStyle w:val="Code"/>
        <w:rPr>
          <w:rStyle w:val="LiteralGray"/>
        </w:rPr>
      </w:pPr>
    </w:p>
    <w:p w14:paraId="4562218D" w14:textId="77777777" w:rsidR="00001F63" w:rsidRPr="007E2EE5" w:rsidRDefault="00001F63" w:rsidP="00001F63">
      <w:pPr>
        <w:pStyle w:val="Code"/>
        <w:rPr>
          <w:rStyle w:val="LiteralGray"/>
        </w:rPr>
      </w:pPr>
      <w:r w:rsidRPr="007E2EE5">
        <w:rPr>
          <w:rStyle w:val="LiteralGray"/>
        </w:rPr>
        <w:t>let mut scores = HashMap::new();</w:t>
      </w:r>
    </w:p>
    <w:p w14:paraId="60AE0087" w14:textId="77777777" w:rsidR="00001F63" w:rsidRPr="007E2EE5" w:rsidRDefault="00001F63" w:rsidP="00001F63">
      <w:pPr>
        <w:pStyle w:val="Code"/>
        <w:rPr>
          <w:rStyle w:val="LiteralGray"/>
        </w:rPr>
      </w:pPr>
    </w:p>
    <w:p w14:paraId="0E5720E0" w14:textId="77777777" w:rsidR="00001F63" w:rsidRPr="007E2EE5" w:rsidRDefault="00001F63" w:rsidP="00001F63">
      <w:pPr>
        <w:pStyle w:val="Code"/>
        <w:rPr>
          <w:rStyle w:val="LiteralGray"/>
        </w:rPr>
      </w:pPr>
      <w:r w:rsidRPr="007E2EE5">
        <w:rPr>
          <w:rStyle w:val="LiteralGray"/>
        </w:rPr>
        <w:lastRenderedPageBreak/>
        <w:t>scores.insert(String::from("Blue"), 10);</w:t>
      </w:r>
    </w:p>
    <w:p w14:paraId="3F94DF15" w14:textId="77777777" w:rsidR="00001F63" w:rsidRPr="007E2EE5" w:rsidRDefault="00001F63" w:rsidP="00001F63">
      <w:pPr>
        <w:pStyle w:val="Code"/>
        <w:rPr>
          <w:rStyle w:val="LiteralGray"/>
        </w:rPr>
      </w:pPr>
      <w:r w:rsidRPr="007E2EE5">
        <w:rPr>
          <w:rStyle w:val="LiteralGray"/>
        </w:rPr>
        <w:t>scores.insert(String::from("Yellow"), 50);</w:t>
      </w:r>
    </w:p>
    <w:p w14:paraId="4D3EFAD3" w14:textId="77777777" w:rsidR="00001F63" w:rsidRPr="00001F63" w:rsidRDefault="00001F63" w:rsidP="00001F63">
      <w:pPr>
        <w:pStyle w:val="Code"/>
        <w:rPr>
          <w:lang w:eastAsia="en-GB"/>
        </w:rPr>
      </w:pPr>
    </w:p>
    <w:p w14:paraId="04295476" w14:textId="77777777" w:rsidR="00001F63" w:rsidRPr="00001F63" w:rsidRDefault="00001F63" w:rsidP="00001F63">
      <w:pPr>
        <w:pStyle w:val="Code"/>
        <w:rPr>
          <w:lang w:eastAsia="en-GB"/>
        </w:rPr>
      </w:pPr>
      <w:r w:rsidRPr="00001F63">
        <w:rPr>
          <w:lang w:eastAsia="en-GB"/>
        </w:rPr>
        <w:t>let team_name = String::from("Blue");</w:t>
      </w:r>
    </w:p>
    <w:p w14:paraId="4099E43F" w14:textId="2D41BD99" w:rsidR="00001F63" w:rsidRPr="00001F63" w:rsidRDefault="00001F63" w:rsidP="00001F63">
      <w:pPr>
        <w:pStyle w:val="Code"/>
        <w:rPr>
          <w:lang w:eastAsia="en-GB"/>
        </w:rPr>
      </w:pPr>
      <w:r w:rsidRPr="00001F63">
        <w:rPr>
          <w:lang w:eastAsia="en-GB"/>
        </w:rPr>
        <w:t>let score = scores.get(&amp;team_name)</w:t>
      </w:r>
      <w:r w:rsidR="00A64D38">
        <w:rPr>
          <w:lang w:eastAsia="en-GB"/>
        </w:rPr>
        <w:t>.copied()</w:t>
      </w:r>
      <w:r w:rsidRPr="00001F63">
        <w:rPr>
          <w:lang w:eastAsia="en-GB"/>
        </w:rPr>
        <w:t>.unwrap_or(0);</w:t>
      </w:r>
    </w:p>
    <w:p w14:paraId="6AD61342" w14:textId="167CF0AA" w:rsidR="00001F63" w:rsidRPr="00001F63" w:rsidRDefault="00001F63" w:rsidP="009E2DFC">
      <w:pPr>
        <w:pStyle w:val="CodeListingCaption"/>
        <w:rPr>
          <w:lang w:eastAsia="en-GB"/>
        </w:rPr>
      </w:pPr>
      <w:r w:rsidRPr="00001F63">
        <w:rPr>
          <w:lang w:eastAsia="en-GB"/>
        </w:rPr>
        <w:t>Accessing the score for the Blue team stored in the hash map</w:t>
      </w:r>
    </w:p>
    <w:p w14:paraId="31ADCB08" w14:textId="022D5DCE" w:rsidR="00001F63" w:rsidRPr="00001F63" w:rsidRDefault="00001F63" w:rsidP="00001F63">
      <w:pPr>
        <w:pStyle w:val="Body"/>
        <w:rPr>
          <w:lang w:eastAsia="en-GB"/>
        </w:rPr>
      </w:pPr>
      <w:r w:rsidRPr="00001F63">
        <w:t xml:space="preserve">Here, </w:t>
      </w:r>
      <w:r w:rsidRPr="00001F63">
        <w:rPr>
          <w:rStyle w:val="Literal"/>
        </w:rPr>
        <w:t>score</w:t>
      </w:r>
      <w:r w:rsidRPr="00001F63">
        <w:t xml:space="preserve"> will have the value that’s associated with the Blue team, and the</w:t>
      </w:r>
      <w:r>
        <w:t xml:space="preserve"> </w:t>
      </w:r>
      <w:r w:rsidRPr="00001F63">
        <w:t xml:space="preserve">result will be </w:t>
      </w:r>
      <w:r w:rsidRPr="00001F63">
        <w:rPr>
          <w:rStyle w:val="Literal"/>
        </w:rPr>
        <w:t>10</w:t>
      </w:r>
      <w:r w:rsidRPr="00001F63">
        <w:t xml:space="preserve">. The </w:t>
      </w:r>
      <w:r w:rsidRPr="00001F63">
        <w:rPr>
          <w:rStyle w:val="Literal"/>
        </w:rPr>
        <w:t>get</w:t>
      </w:r>
      <w:r w:rsidRPr="00001F63">
        <w:t xml:space="preserve"> method returns an </w:t>
      </w:r>
      <w:r w:rsidRPr="00001F63">
        <w:rPr>
          <w:rStyle w:val="Literal"/>
        </w:rPr>
        <w:t>Option&lt;&amp;V&gt;</w:t>
      </w:r>
      <w:r w:rsidRPr="00001F63">
        <w:t>; if there’s no</w:t>
      </w:r>
      <w:r>
        <w:t xml:space="preserve"> </w:t>
      </w:r>
      <w:r w:rsidRPr="00001F63">
        <w:t xml:space="preserve">value for that key in the hash map, </w:t>
      </w:r>
      <w:r w:rsidRPr="00001F63">
        <w:rPr>
          <w:rStyle w:val="Literal"/>
        </w:rPr>
        <w:t>get</w:t>
      </w:r>
      <w:r w:rsidRPr="00001F63">
        <w:t xml:space="preserve"> will return </w:t>
      </w:r>
      <w:r w:rsidRPr="00001F63">
        <w:rPr>
          <w:rStyle w:val="Literal"/>
        </w:rPr>
        <w:t>None</w:t>
      </w:r>
      <w:r w:rsidRPr="00001F63">
        <w:t>. This program</w:t>
      </w:r>
      <w:r>
        <w:t xml:space="preserve"> </w:t>
      </w:r>
      <w:r w:rsidRPr="00001F63">
        <w:t xml:space="preserve">handles the </w:t>
      </w:r>
      <w:r w:rsidRPr="00001F63">
        <w:rPr>
          <w:rStyle w:val="Literal"/>
        </w:rPr>
        <w:t>Option</w:t>
      </w:r>
      <w:r w:rsidRPr="00001F63">
        <w:t xml:space="preserve"> by calling</w:t>
      </w:r>
      <w:r w:rsidR="005A0919">
        <w:t xml:space="preserve"> </w:t>
      </w:r>
      <w:r w:rsidR="005A0919" w:rsidRPr="007E2EE5">
        <w:rPr>
          <w:rStyle w:val="Literal"/>
        </w:rPr>
        <w:t>copied</w:t>
      </w:r>
      <w:r w:rsidR="005A0919">
        <w:t xml:space="preserve"> to get an </w:t>
      </w:r>
      <w:r w:rsidR="005A0919" w:rsidRPr="007E2EE5">
        <w:rPr>
          <w:rStyle w:val="Literal"/>
        </w:rPr>
        <w:t>Option&lt;i32&gt;</w:t>
      </w:r>
      <w:r w:rsidR="005A0919">
        <w:t xml:space="preserve"> rather than an </w:t>
      </w:r>
      <w:r w:rsidR="005A0919" w:rsidRPr="007E2EE5">
        <w:rPr>
          <w:rStyle w:val="Literal"/>
        </w:rPr>
        <w:t>Option&lt;&amp;i32&gt;</w:t>
      </w:r>
      <w:r w:rsidR="005A0919">
        <w:t>, then</w:t>
      </w:r>
      <w:r w:rsidRPr="00001F63">
        <w:t xml:space="preserve"> </w:t>
      </w:r>
      <w:r w:rsidRPr="00001F63">
        <w:rPr>
          <w:rStyle w:val="Literal"/>
        </w:rPr>
        <w:t>unwrap_or</w:t>
      </w:r>
      <w:r w:rsidRPr="00001F63">
        <w:t xml:space="preserve"> to set </w:t>
      </w:r>
      <w:r w:rsidRPr="00001F63">
        <w:rPr>
          <w:rStyle w:val="Literal"/>
        </w:rPr>
        <w:t>score</w:t>
      </w:r>
      <w:r w:rsidRPr="00001F63">
        <w:t xml:space="preserve"> to zero if </w:t>
      </w:r>
      <w:r w:rsidRPr="00001F63">
        <w:rPr>
          <w:rStyle w:val="Literal"/>
        </w:rPr>
        <w:t>scores</w:t>
      </w:r>
      <w:r>
        <w:rPr>
          <w:lang w:eastAsia="en-GB"/>
        </w:rPr>
        <w:t xml:space="preserve"> </w:t>
      </w:r>
      <w:r w:rsidRPr="00001F63">
        <w:rPr>
          <w:lang w:eastAsia="en-GB"/>
        </w:rPr>
        <w:t>doesn’t have an entry for the key.</w:t>
      </w:r>
      <w:r w:rsidR="008017AE">
        <w:fldChar w:fldCharType="begin"/>
      </w:r>
      <w:r w:rsidR="008017AE">
        <w:instrText xml:space="preserve"> XE "HashMap&lt;K, V&gt; type:get method on endRange" </w:instrText>
      </w:r>
      <w:r w:rsidR="008017AE">
        <w:fldChar w:fldCharType="end"/>
      </w:r>
      <w:r w:rsidR="008017AE">
        <w:fldChar w:fldCharType="begin"/>
      </w:r>
      <w:r w:rsidR="008017AE">
        <w:instrText xml:space="preserve"> XE "get method:on HashMap&lt;K, V&gt; endRange" </w:instrText>
      </w:r>
      <w:r w:rsidR="008017AE">
        <w:fldChar w:fldCharType="end"/>
      </w:r>
    </w:p>
    <w:p w14:paraId="47121615" w14:textId="3AF69D3F" w:rsidR="00001F63" w:rsidRPr="00001F63" w:rsidRDefault="00A44C6A" w:rsidP="00001F63">
      <w:pPr>
        <w:pStyle w:val="Body"/>
        <w:rPr>
          <w:lang w:eastAsia="en-GB"/>
        </w:rPr>
      </w:pPr>
      <w:r>
        <w:fldChar w:fldCharType="begin"/>
      </w:r>
      <w:r>
        <w:instrText xml:space="preserve"> XE "HashMap&lt;K, V&gt; type:</w:instrText>
      </w:r>
      <w:r w:rsidR="00A80CD6">
        <w:instrText>iterating over start</w:instrText>
      </w:r>
      <w:r>
        <w:instrText xml:space="preserve">Range" </w:instrText>
      </w:r>
      <w:r>
        <w:fldChar w:fldCharType="end"/>
      </w:r>
      <w:r w:rsidR="00001F63" w:rsidRPr="00001F63">
        <w:t>We can iterate over each key</w:t>
      </w:r>
      <w:r w:rsidR="00C235A5">
        <w:rPr>
          <w:rFonts w:ascii="Times New Roman" w:hAnsi="Times New Roman" w:cs="Times New Roman"/>
        </w:rPr>
        <w:t>–</w:t>
      </w:r>
      <w:r w:rsidR="00001F63" w:rsidRPr="00001F63">
        <w:t>value pair in a hash map in a similar manner as we</w:t>
      </w:r>
      <w:r w:rsidR="00001F63">
        <w:t xml:space="preserve"> </w:t>
      </w:r>
      <w:r w:rsidR="00001F63" w:rsidRPr="00001F63">
        <w:t xml:space="preserve">do with vectors, using a </w:t>
      </w:r>
      <w:r w:rsidR="00001F63" w:rsidRPr="00001F63">
        <w:rPr>
          <w:rStyle w:val="Literal"/>
        </w:rPr>
        <w:t>for</w:t>
      </w:r>
      <w:r w:rsidR="00001F63" w:rsidRPr="00001F63">
        <w:rPr>
          <w:lang w:eastAsia="en-GB"/>
        </w:rPr>
        <w:t xml:space="preserve"> loop:</w:t>
      </w:r>
    </w:p>
    <w:p w14:paraId="1BE5ECFC" w14:textId="77777777" w:rsidR="00001F63" w:rsidRPr="007E2EE5" w:rsidRDefault="00001F63" w:rsidP="00001F63">
      <w:pPr>
        <w:pStyle w:val="Code"/>
        <w:rPr>
          <w:rStyle w:val="LiteralGray"/>
        </w:rPr>
      </w:pPr>
      <w:r w:rsidRPr="007E2EE5">
        <w:rPr>
          <w:rStyle w:val="LiteralGray"/>
        </w:rPr>
        <w:t>use std::collections::HashMap;</w:t>
      </w:r>
    </w:p>
    <w:p w14:paraId="5EC152B7" w14:textId="77777777" w:rsidR="00001F63" w:rsidRPr="007E2EE5" w:rsidRDefault="00001F63" w:rsidP="00001F63">
      <w:pPr>
        <w:pStyle w:val="Code"/>
        <w:rPr>
          <w:rStyle w:val="LiteralGray"/>
        </w:rPr>
      </w:pPr>
    </w:p>
    <w:p w14:paraId="398F2826" w14:textId="77777777" w:rsidR="00001F63" w:rsidRPr="007E2EE5" w:rsidRDefault="00001F63" w:rsidP="00001F63">
      <w:pPr>
        <w:pStyle w:val="Code"/>
        <w:rPr>
          <w:rStyle w:val="LiteralGray"/>
        </w:rPr>
      </w:pPr>
      <w:r w:rsidRPr="007E2EE5">
        <w:rPr>
          <w:rStyle w:val="LiteralGray"/>
        </w:rPr>
        <w:t>let mut scores = HashMap::new();</w:t>
      </w:r>
    </w:p>
    <w:p w14:paraId="44040256" w14:textId="77777777" w:rsidR="00001F63" w:rsidRPr="007E2EE5" w:rsidRDefault="00001F63" w:rsidP="00001F63">
      <w:pPr>
        <w:pStyle w:val="Code"/>
        <w:rPr>
          <w:rStyle w:val="LiteralGray"/>
        </w:rPr>
      </w:pPr>
    </w:p>
    <w:p w14:paraId="68DA707C" w14:textId="77777777" w:rsidR="00001F63" w:rsidRPr="007E2EE5" w:rsidRDefault="00001F63" w:rsidP="00001F63">
      <w:pPr>
        <w:pStyle w:val="Code"/>
        <w:rPr>
          <w:rStyle w:val="LiteralGray"/>
        </w:rPr>
      </w:pPr>
      <w:r w:rsidRPr="007E2EE5">
        <w:rPr>
          <w:rStyle w:val="LiteralGray"/>
        </w:rPr>
        <w:t>scores.insert(String::from("Blue"), 10);</w:t>
      </w:r>
    </w:p>
    <w:p w14:paraId="1F1A3DAF" w14:textId="77777777" w:rsidR="00001F63" w:rsidRPr="007E2EE5" w:rsidRDefault="00001F63" w:rsidP="00001F63">
      <w:pPr>
        <w:pStyle w:val="Code"/>
        <w:rPr>
          <w:rStyle w:val="LiteralGray"/>
        </w:rPr>
      </w:pPr>
      <w:r w:rsidRPr="007E2EE5">
        <w:rPr>
          <w:rStyle w:val="LiteralGray"/>
        </w:rPr>
        <w:t>scores.insert(String::from("Yellow"), 50);</w:t>
      </w:r>
    </w:p>
    <w:p w14:paraId="4CBD26FC" w14:textId="77777777" w:rsidR="00001F63" w:rsidRPr="00001F63" w:rsidRDefault="00001F63" w:rsidP="00001F63">
      <w:pPr>
        <w:pStyle w:val="Code"/>
        <w:rPr>
          <w:lang w:eastAsia="en-GB"/>
        </w:rPr>
      </w:pPr>
    </w:p>
    <w:p w14:paraId="0F8D652C" w14:textId="77777777" w:rsidR="00001F63" w:rsidRPr="00001F63" w:rsidRDefault="00001F63" w:rsidP="00001F63">
      <w:pPr>
        <w:pStyle w:val="Code"/>
        <w:rPr>
          <w:lang w:eastAsia="en-GB"/>
        </w:rPr>
      </w:pPr>
      <w:r w:rsidRPr="00001F63">
        <w:rPr>
          <w:lang w:eastAsia="en-GB"/>
        </w:rPr>
        <w:t>for (key, value) in &amp;scores {</w:t>
      </w:r>
    </w:p>
    <w:p w14:paraId="3E6EF15F" w14:textId="21FB3ADA" w:rsidR="00001F63" w:rsidRPr="00001F63" w:rsidRDefault="00001F63" w:rsidP="00001F63">
      <w:pPr>
        <w:pStyle w:val="Code"/>
        <w:rPr>
          <w:lang w:eastAsia="en-GB"/>
        </w:rPr>
      </w:pPr>
      <w:r w:rsidRPr="00001F63">
        <w:rPr>
          <w:lang w:eastAsia="en-GB"/>
        </w:rPr>
        <w:t xml:space="preserve">    println!("{</w:t>
      </w:r>
      <w:r w:rsidR="00472B86">
        <w:rPr>
          <w:lang w:eastAsia="en-GB"/>
        </w:rPr>
        <w:t>key</w:t>
      </w:r>
      <w:r w:rsidRPr="00001F63">
        <w:rPr>
          <w:lang w:eastAsia="en-GB"/>
        </w:rPr>
        <w:t>}: {</w:t>
      </w:r>
      <w:r w:rsidR="00472B86">
        <w:rPr>
          <w:lang w:eastAsia="en-GB"/>
        </w:rPr>
        <w:t>value</w:t>
      </w:r>
      <w:r w:rsidRPr="00001F63">
        <w:rPr>
          <w:lang w:eastAsia="en-GB"/>
        </w:rPr>
        <w:t>}");</w:t>
      </w:r>
    </w:p>
    <w:p w14:paraId="412E9FAE" w14:textId="77777777" w:rsidR="00001F63" w:rsidRPr="00001F63" w:rsidRDefault="00001F63" w:rsidP="00001F63">
      <w:pPr>
        <w:pStyle w:val="Code"/>
        <w:rPr>
          <w:lang w:eastAsia="en-GB"/>
        </w:rPr>
      </w:pPr>
      <w:r w:rsidRPr="00001F63">
        <w:rPr>
          <w:lang w:eastAsia="en-GB"/>
        </w:rPr>
        <w:t>}</w:t>
      </w:r>
    </w:p>
    <w:p w14:paraId="34B0ABB5" w14:textId="77777777" w:rsidR="00001F63" w:rsidRPr="00001F63" w:rsidRDefault="00001F63" w:rsidP="007E2EE5">
      <w:pPr>
        <w:pStyle w:val="BodyContinued"/>
        <w:rPr>
          <w:lang w:eastAsia="en-GB"/>
        </w:rPr>
      </w:pPr>
      <w:r w:rsidRPr="00001F63">
        <w:rPr>
          <w:lang w:eastAsia="en-GB"/>
        </w:rPr>
        <w:t>This code will print each pair in an arbitrary order:</w:t>
      </w:r>
    </w:p>
    <w:p w14:paraId="78B7FBE4" w14:textId="77777777" w:rsidR="00001F63" w:rsidRPr="00001F63" w:rsidRDefault="00001F63" w:rsidP="00001F63">
      <w:pPr>
        <w:pStyle w:val="Code"/>
        <w:rPr>
          <w:lang w:eastAsia="en-GB"/>
        </w:rPr>
      </w:pPr>
      <w:r w:rsidRPr="00001F63">
        <w:rPr>
          <w:lang w:eastAsia="en-GB"/>
        </w:rPr>
        <w:t>Yellow: 50</w:t>
      </w:r>
    </w:p>
    <w:p w14:paraId="4547626C" w14:textId="6591E909" w:rsidR="00001F63" w:rsidRPr="00001F63" w:rsidRDefault="00001F63" w:rsidP="00001F63">
      <w:pPr>
        <w:pStyle w:val="Code"/>
        <w:rPr>
          <w:lang w:eastAsia="en-GB"/>
        </w:rPr>
      </w:pPr>
      <w:r w:rsidRPr="00001F63">
        <w:rPr>
          <w:lang w:eastAsia="en-GB"/>
        </w:rPr>
        <w:t>Blue: 10</w:t>
      </w:r>
      <w:r w:rsidR="00A44C6A">
        <w:fldChar w:fldCharType="begin"/>
      </w:r>
      <w:r w:rsidR="00A44C6A">
        <w:instrText xml:space="preserve"> XE "HashMap&lt;K, V&gt; type:iterating over endRange" </w:instrText>
      </w:r>
      <w:r w:rsidR="00A44C6A">
        <w:fldChar w:fldCharType="end"/>
      </w:r>
    </w:p>
    <w:bookmarkStart w:id="60" w:name="hash-maps-and-ownership"/>
    <w:bookmarkStart w:id="61" w:name="_Toc106363838"/>
    <w:bookmarkEnd w:id="60"/>
    <w:p w14:paraId="5E97A82B" w14:textId="4DD4E157" w:rsidR="00001F63" w:rsidRPr="00001F63" w:rsidRDefault="00A66D04" w:rsidP="00001F63">
      <w:pPr>
        <w:pStyle w:val="HeadB"/>
        <w:rPr>
          <w:lang w:eastAsia="en-GB"/>
        </w:rPr>
      </w:pPr>
      <w:r>
        <w:fldChar w:fldCharType="begin"/>
      </w:r>
      <w:r>
        <w:instrText xml:space="preserve"> XE "HashMap&lt;K, V&gt; type:and ownership startRange" </w:instrText>
      </w:r>
      <w:r>
        <w:fldChar w:fldCharType="end"/>
      </w:r>
      <w:r w:rsidR="00001F63" w:rsidRPr="00001F63">
        <w:rPr>
          <w:lang w:eastAsia="en-GB"/>
        </w:rPr>
        <w:t>Hash Maps and Ownership</w:t>
      </w:r>
      <w:bookmarkEnd w:id="61"/>
    </w:p>
    <w:p w14:paraId="7B1B58C7" w14:textId="4A1E2221" w:rsidR="00001F63" w:rsidRPr="00001F63" w:rsidRDefault="00001F63" w:rsidP="00001F63">
      <w:pPr>
        <w:pStyle w:val="Body"/>
        <w:rPr>
          <w:lang w:eastAsia="en-GB"/>
        </w:rPr>
      </w:pPr>
      <w:r w:rsidRPr="00001F63">
        <w:t xml:space="preserve">For types that implement the </w:t>
      </w:r>
      <w:r w:rsidRPr="00001F63">
        <w:rPr>
          <w:rStyle w:val="Literal"/>
        </w:rPr>
        <w:t>Copy</w:t>
      </w:r>
      <w:r w:rsidRPr="00001F63">
        <w:t xml:space="preserve"> trait, like </w:t>
      </w:r>
      <w:r w:rsidRPr="00001F63">
        <w:rPr>
          <w:rStyle w:val="Literal"/>
        </w:rPr>
        <w:t>i32</w:t>
      </w:r>
      <w:r w:rsidRPr="00001F63">
        <w:t>, the values are copied</w:t>
      </w:r>
      <w:r>
        <w:t xml:space="preserve"> </w:t>
      </w:r>
      <w:r w:rsidRPr="00001F63">
        <w:t xml:space="preserve">into the hash map. For owned values like </w:t>
      </w:r>
      <w:r w:rsidRPr="00001F63">
        <w:rPr>
          <w:rStyle w:val="Literal"/>
        </w:rPr>
        <w:t>String</w:t>
      </w:r>
      <w:r w:rsidRPr="00001F63">
        <w:rPr>
          <w:lang w:eastAsia="en-GB"/>
        </w:rPr>
        <w:t>, the values will be moved and</w:t>
      </w:r>
      <w:r>
        <w:rPr>
          <w:lang w:eastAsia="en-GB"/>
        </w:rPr>
        <w:t xml:space="preserve"> </w:t>
      </w:r>
      <w:r w:rsidRPr="00001F63">
        <w:rPr>
          <w:lang w:eastAsia="en-GB"/>
        </w:rPr>
        <w:t>the hash map will be the owner of those values, as demonstrated in Listing 8-</w:t>
      </w:r>
      <w:r w:rsidR="00880F57" w:rsidRPr="00001F63">
        <w:rPr>
          <w:lang w:eastAsia="en-GB"/>
        </w:rPr>
        <w:t>2</w:t>
      </w:r>
      <w:r w:rsidR="00880F57">
        <w:rPr>
          <w:lang w:eastAsia="en-GB"/>
        </w:rPr>
        <w:t>2</w:t>
      </w:r>
      <w:r w:rsidRPr="00001F63">
        <w:rPr>
          <w:lang w:eastAsia="en-GB"/>
        </w:rPr>
        <w:t>.</w:t>
      </w:r>
    </w:p>
    <w:p w14:paraId="6329BE5B" w14:textId="77777777" w:rsidR="00001F63" w:rsidRPr="00001F63" w:rsidRDefault="00001F63" w:rsidP="00001F63">
      <w:pPr>
        <w:pStyle w:val="Code"/>
        <w:rPr>
          <w:lang w:eastAsia="en-GB"/>
        </w:rPr>
      </w:pPr>
      <w:r w:rsidRPr="00001F63">
        <w:rPr>
          <w:lang w:eastAsia="en-GB"/>
        </w:rPr>
        <w:t>use std::collections::HashMap;</w:t>
      </w:r>
    </w:p>
    <w:p w14:paraId="537890D5" w14:textId="77777777" w:rsidR="00001F63" w:rsidRPr="00001F63" w:rsidRDefault="00001F63" w:rsidP="00001F63">
      <w:pPr>
        <w:pStyle w:val="Code"/>
        <w:rPr>
          <w:lang w:eastAsia="en-GB"/>
        </w:rPr>
      </w:pPr>
    </w:p>
    <w:p w14:paraId="53592B2C" w14:textId="77777777" w:rsidR="00001F63" w:rsidRPr="00001F63" w:rsidRDefault="00001F63" w:rsidP="00001F63">
      <w:pPr>
        <w:pStyle w:val="Code"/>
        <w:rPr>
          <w:lang w:eastAsia="en-GB"/>
        </w:rPr>
      </w:pPr>
      <w:r w:rsidRPr="00001F63">
        <w:rPr>
          <w:lang w:eastAsia="en-GB"/>
        </w:rPr>
        <w:t>let field_name = String::from("Favorite color");</w:t>
      </w:r>
    </w:p>
    <w:p w14:paraId="1EDA1120" w14:textId="77777777" w:rsidR="00001F63" w:rsidRPr="00001F63" w:rsidRDefault="00001F63" w:rsidP="00001F63">
      <w:pPr>
        <w:pStyle w:val="Code"/>
        <w:rPr>
          <w:lang w:eastAsia="en-GB"/>
        </w:rPr>
      </w:pPr>
      <w:r w:rsidRPr="00001F63">
        <w:rPr>
          <w:lang w:eastAsia="en-GB"/>
        </w:rPr>
        <w:t>let field_value = String::from("Blue");</w:t>
      </w:r>
    </w:p>
    <w:p w14:paraId="2ECFBFCF" w14:textId="77777777" w:rsidR="00001F63" w:rsidRPr="00001F63" w:rsidRDefault="00001F63" w:rsidP="00001F63">
      <w:pPr>
        <w:pStyle w:val="Code"/>
        <w:rPr>
          <w:lang w:eastAsia="en-GB"/>
        </w:rPr>
      </w:pPr>
    </w:p>
    <w:p w14:paraId="72FE311A" w14:textId="77777777" w:rsidR="00001F63" w:rsidRPr="00001F63" w:rsidRDefault="00001F63" w:rsidP="00001F63">
      <w:pPr>
        <w:pStyle w:val="Code"/>
        <w:rPr>
          <w:lang w:eastAsia="en-GB"/>
        </w:rPr>
      </w:pPr>
      <w:r w:rsidRPr="00001F63">
        <w:rPr>
          <w:lang w:eastAsia="en-GB"/>
        </w:rPr>
        <w:t>let mut map = HashMap::new();</w:t>
      </w:r>
    </w:p>
    <w:p w14:paraId="1CAEA889" w14:textId="77777777" w:rsidR="00001F63" w:rsidRPr="00001F63" w:rsidRDefault="00001F63" w:rsidP="00001F63">
      <w:pPr>
        <w:pStyle w:val="Code"/>
        <w:rPr>
          <w:lang w:eastAsia="en-GB"/>
        </w:rPr>
      </w:pPr>
      <w:r w:rsidRPr="00001F63">
        <w:rPr>
          <w:lang w:eastAsia="en-GB"/>
        </w:rPr>
        <w:t>map.insert(field_name, field_value);</w:t>
      </w:r>
    </w:p>
    <w:p w14:paraId="73AD3812" w14:textId="77777777" w:rsidR="00F249DA" w:rsidRDefault="00001F63" w:rsidP="00001F63">
      <w:pPr>
        <w:pStyle w:val="Code"/>
        <w:rPr>
          <w:lang w:eastAsia="en-GB"/>
        </w:rPr>
      </w:pPr>
      <w:r w:rsidRPr="00001F63">
        <w:rPr>
          <w:lang w:eastAsia="en-GB"/>
        </w:rPr>
        <w:t xml:space="preserve">// field_name and field_value are invalid at this point, try </w:t>
      </w:r>
    </w:p>
    <w:p w14:paraId="359B87F9" w14:textId="64EF5785" w:rsidR="00001F63" w:rsidRPr="00001F63" w:rsidRDefault="00F249DA" w:rsidP="00F249DA">
      <w:pPr>
        <w:pStyle w:val="Code"/>
        <w:rPr>
          <w:lang w:eastAsia="en-GB"/>
        </w:rPr>
      </w:pPr>
      <w:r>
        <w:rPr>
          <w:lang w:eastAsia="en-GB"/>
        </w:rPr>
        <w:t xml:space="preserve">// </w:t>
      </w:r>
      <w:r w:rsidR="00001F63" w:rsidRPr="00001F63">
        <w:rPr>
          <w:lang w:eastAsia="en-GB"/>
        </w:rPr>
        <w:t>using them and</w:t>
      </w:r>
      <w:r>
        <w:rPr>
          <w:lang w:eastAsia="en-GB"/>
        </w:rPr>
        <w:t xml:space="preserve"> </w:t>
      </w:r>
      <w:r w:rsidR="00001F63" w:rsidRPr="00001F63">
        <w:rPr>
          <w:lang w:eastAsia="en-GB"/>
        </w:rPr>
        <w:t>see what compiler error you get!</w:t>
      </w:r>
    </w:p>
    <w:p w14:paraId="2ABC1D9F" w14:textId="13E1EC94" w:rsidR="00001F63" w:rsidRPr="00001F63" w:rsidRDefault="00001F63" w:rsidP="009E2DFC">
      <w:pPr>
        <w:pStyle w:val="CodeListingCaption"/>
        <w:rPr>
          <w:lang w:eastAsia="en-GB"/>
        </w:rPr>
      </w:pPr>
      <w:r w:rsidRPr="00001F63">
        <w:rPr>
          <w:lang w:eastAsia="en-GB"/>
        </w:rPr>
        <w:t>Showing that keys and values are owned by the hash map once</w:t>
      </w:r>
      <w:r>
        <w:rPr>
          <w:lang w:eastAsia="en-GB"/>
        </w:rPr>
        <w:t xml:space="preserve"> </w:t>
      </w:r>
      <w:r w:rsidRPr="00001F63">
        <w:rPr>
          <w:lang w:eastAsia="en-GB"/>
        </w:rPr>
        <w:t>they’re inserted</w:t>
      </w:r>
    </w:p>
    <w:p w14:paraId="0DC91F27" w14:textId="176A71F4" w:rsidR="00001F63" w:rsidRPr="00001F63" w:rsidRDefault="00001F63" w:rsidP="00001F63">
      <w:pPr>
        <w:pStyle w:val="Body"/>
        <w:rPr>
          <w:lang w:eastAsia="en-GB"/>
        </w:rPr>
      </w:pPr>
      <w:r w:rsidRPr="00001F63">
        <w:lastRenderedPageBreak/>
        <w:t xml:space="preserve">We aren’t able to use the variables </w:t>
      </w:r>
      <w:r w:rsidRPr="00001F63">
        <w:rPr>
          <w:rStyle w:val="Literal"/>
        </w:rPr>
        <w:t>field_name</w:t>
      </w:r>
      <w:r w:rsidRPr="00001F63">
        <w:t xml:space="preserve"> and </w:t>
      </w:r>
      <w:r w:rsidRPr="00001F63">
        <w:rPr>
          <w:rStyle w:val="Literal"/>
        </w:rPr>
        <w:t>field_value</w:t>
      </w:r>
      <w:r w:rsidRPr="00001F63">
        <w:t xml:space="preserve"> after</w:t>
      </w:r>
      <w:r>
        <w:t xml:space="preserve"> </w:t>
      </w:r>
      <w:r w:rsidRPr="00001F63">
        <w:t xml:space="preserve">they’ve been moved into the hash map with the call to </w:t>
      </w:r>
      <w:r w:rsidRPr="00001F63">
        <w:rPr>
          <w:rStyle w:val="Literal"/>
        </w:rPr>
        <w:t>insert</w:t>
      </w:r>
      <w:r w:rsidRPr="00001F63">
        <w:rPr>
          <w:lang w:eastAsia="en-GB"/>
        </w:rPr>
        <w:t>.</w:t>
      </w:r>
    </w:p>
    <w:p w14:paraId="77BCCC18" w14:textId="01329EDA" w:rsidR="00001F63" w:rsidRPr="00001F63" w:rsidRDefault="00001F63" w:rsidP="00001F63">
      <w:pPr>
        <w:pStyle w:val="Body"/>
        <w:rPr>
          <w:lang w:eastAsia="en-GB"/>
        </w:rPr>
      </w:pPr>
      <w:r w:rsidRPr="00001F63">
        <w:rPr>
          <w:lang w:eastAsia="en-GB"/>
        </w:rPr>
        <w:t>If we insert references to values into the hash map, the values won’t be moved</w:t>
      </w:r>
      <w:r>
        <w:rPr>
          <w:lang w:eastAsia="en-GB"/>
        </w:rPr>
        <w:t xml:space="preserve"> </w:t>
      </w:r>
      <w:r w:rsidRPr="00001F63">
        <w:rPr>
          <w:lang w:eastAsia="en-GB"/>
        </w:rPr>
        <w:t>into the hash map. The values that the references point to must be valid for at</w:t>
      </w:r>
      <w:r>
        <w:rPr>
          <w:lang w:eastAsia="en-GB"/>
        </w:rPr>
        <w:t xml:space="preserve"> </w:t>
      </w:r>
      <w:r w:rsidRPr="00001F63">
        <w:rPr>
          <w:lang w:eastAsia="en-GB"/>
        </w:rPr>
        <w:t>least as long as the hash map is valid. We’ll talk more about these issues in</w:t>
      </w:r>
      <w:r>
        <w:rPr>
          <w:lang w:eastAsia="en-GB"/>
        </w:rPr>
        <w:t xml:space="preserve"> </w:t>
      </w:r>
      <w:r w:rsidRPr="007E2EE5">
        <w:rPr>
          <w:rStyle w:val="Xref"/>
        </w:rPr>
        <w:t>“Validating References with Lifetimes”</w:t>
      </w:r>
      <w:r w:rsidRPr="00001F63">
        <w:rPr>
          <w:lang w:eastAsia="en-GB"/>
        </w:rPr>
        <w:t xml:space="preserve"> </w:t>
      </w:r>
      <w:r w:rsidR="00C235A5">
        <w:rPr>
          <w:lang w:eastAsia="en-GB"/>
        </w:rPr>
        <w:t>on</w:t>
      </w:r>
      <w:r w:rsidR="004A2D02">
        <w:rPr>
          <w:lang w:eastAsia="en-GB"/>
        </w:rPr>
        <w:t xml:space="preserve"> </w:t>
      </w:r>
      <w:r w:rsidR="00C235A5">
        <w:rPr>
          <w:rStyle w:val="Xref"/>
        </w:rPr>
        <w:t>page XX</w:t>
      </w:r>
      <w:r w:rsidRPr="00001F63">
        <w:rPr>
          <w:lang w:eastAsia="en-GB"/>
        </w:rPr>
        <w:t>.</w:t>
      </w:r>
      <w:r w:rsidR="00A66D04">
        <w:fldChar w:fldCharType="begin"/>
      </w:r>
      <w:r w:rsidR="00A66D04">
        <w:instrText xml:space="preserve"> XE "HashMap&lt;K, V&gt; type:and ownership endRange" </w:instrText>
      </w:r>
      <w:r w:rsidR="00A66D04">
        <w:fldChar w:fldCharType="end"/>
      </w:r>
    </w:p>
    <w:bookmarkStart w:id="62" w:name="updating-a-hash-map"/>
    <w:bookmarkStart w:id="63" w:name="_Toc106363839"/>
    <w:bookmarkEnd w:id="62"/>
    <w:p w14:paraId="20EEA603" w14:textId="3B00E08E" w:rsidR="00001F63" w:rsidRPr="00001F63" w:rsidRDefault="00C94717" w:rsidP="00001F63">
      <w:pPr>
        <w:pStyle w:val="HeadB"/>
        <w:rPr>
          <w:lang w:eastAsia="en-GB"/>
        </w:rPr>
      </w:pPr>
      <w:r>
        <w:fldChar w:fldCharType="begin"/>
      </w:r>
      <w:r>
        <w:instrText xml:space="preserve"> XE "HashMap&lt;K, V&gt; type:updating startRange" </w:instrText>
      </w:r>
      <w:r>
        <w:fldChar w:fldCharType="end"/>
      </w:r>
      <w:r w:rsidR="00001F63" w:rsidRPr="00001F63">
        <w:rPr>
          <w:lang w:eastAsia="en-GB"/>
        </w:rPr>
        <w:t>Updating a Hash Map</w:t>
      </w:r>
      <w:bookmarkEnd w:id="63"/>
    </w:p>
    <w:p w14:paraId="7E638D23" w14:textId="72A7D16D" w:rsidR="00001F63" w:rsidRPr="00001F63" w:rsidRDefault="00001F63" w:rsidP="00001F63">
      <w:pPr>
        <w:pStyle w:val="Body"/>
        <w:rPr>
          <w:lang w:eastAsia="en-GB"/>
        </w:rPr>
      </w:pPr>
      <w:r w:rsidRPr="00001F63">
        <w:t>Although the number of key and value pairs is growable, each unique key can</w:t>
      </w:r>
      <w:r>
        <w:t xml:space="preserve"> </w:t>
      </w:r>
      <w:r w:rsidRPr="00001F63">
        <w:t>only have one value associated with it at a time (but not vice versa: for</w:t>
      </w:r>
      <w:r>
        <w:t xml:space="preserve"> </w:t>
      </w:r>
      <w:r w:rsidRPr="00001F63">
        <w:t xml:space="preserve">example, both the Blue team and the Yellow team could have </w:t>
      </w:r>
      <w:r w:rsidR="001C0A17">
        <w:t xml:space="preserve">the </w:t>
      </w:r>
      <w:r w:rsidRPr="00001F63">
        <w:t xml:space="preserve">value </w:t>
      </w:r>
      <w:r w:rsidRPr="001C0A17">
        <w:rPr>
          <w:rStyle w:val="Literal"/>
        </w:rPr>
        <w:t>10</w:t>
      </w:r>
      <w:r w:rsidRPr="00001F63">
        <w:t xml:space="preserve"> stored in</w:t>
      </w:r>
      <w:r>
        <w:t xml:space="preserve"> </w:t>
      </w:r>
      <w:r w:rsidRPr="00001F63">
        <w:t xml:space="preserve">the </w:t>
      </w:r>
      <w:r w:rsidRPr="00001F63">
        <w:rPr>
          <w:rStyle w:val="Literal"/>
        </w:rPr>
        <w:t>scores</w:t>
      </w:r>
      <w:r w:rsidRPr="00001F63">
        <w:rPr>
          <w:lang w:eastAsia="en-GB"/>
        </w:rPr>
        <w:t xml:space="preserve"> hash map).</w:t>
      </w:r>
    </w:p>
    <w:p w14:paraId="4C2A85EE" w14:textId="2937857C" w:rsidR="00001F63" w:rsidRPr="00001F63" w:rsidRDefault="00001F63" w:rsidP="00001F63">
      <w:pPr>
        <w:pStyle w:val="Body"/>
        <w:rPr>
          <w:lang w:eastAsia="en-GB"/>
        </w:rPr>
      </w:pPr>
      <w:r w:rsidRPr="00001F63">
        <w:rPr>
          <w:lang w:eastAsia="en-GB"/>
        </w:rPr>
        <w:t>When you want to change the data in a hash map, you have to decide how to</w:t>
      </w:r>
      <w:r>
        <w:rPr>
          <w:lang w:eastAsia="en-GB"/>
        </w:rPr>
        <w:t xml:space="preserve"> </w:t>
      </w:r>
      <w:r w:rsidRPr="00001F63">
        <w:rPr>
          <w:lang w:eastAsia="en-GB"/>
        </w:rPr>
        <w:t>handle the case when a key already has a value assigned. You could replace the</w:t>
      </w:r>
      <w:r>
        <w:rPr>
          <w:lang w:eastAsia="en-GB"/>
        </w:rPr>
        <w:t xml:space="preserve"> </w:t>
      </w:r>
      <w:r w:rsidRPr="00001F63">
        <w:rPr>
          <w:lang w:eastAsia="en-GB"/>
        </w:rPr>
        <w:t>old value with the new value, completely disregarding the old value. You could</w:t>
      </w:r>
      <w:r>
        <w:rPr>
          <w:lang w:eastAsia="en-GB"/>
        </w:rPr>
        <w:t xml:space="preserve"> </w:t>
      </w:r>
      <w:r w:rsidRPr="00001F63">
        <w:rPr>
          <w:lang w:eastAsia="en-GB"/>
        </w:rPr>
        <w:t>keep the old value and ignore the new value, only adding the new value if the</w:t>
      </w:r>
      <w:r>
        <w:rPr>
          <w:lang w:eastAsia="en-GB"/>
        </w:rPr>
        <w:t xml:space="preserve"> </w:t>
      </w:r>
      <w:r w:rsidRPr="00001F63">
        <w:rPr>
          <w:lang w:eastAsia="en-GB"/>
        </w:rPr>
        <w:t xml:space="preserve">key </w:t>
      </w:r>
      <w:r w:rsidRPr="003C138E">
        <w:rPr>
          <w:rStyle w:val="Italic"/>
        </w:rPr>
        <w:t>doesn’t</w:t>
      </w:r>
      <w:r w:rsidRPr="00001F63">
        <w:rPr>
          <w:lang w:eastAsia="en-GB"/>
        </w:rPr>
        <w:t xml:space="preserve"> already have a value. Or you could combine the old value and the</w:t>
      </w:r>
      <w:r>
        <w:rPr>
          <w:lang w:eastAsia="en-GB"/>
        </w:rPr>
        <w:t xml:space="preserve"> </w:t>
      </w:r>
      <w:r w:rsidRPr="00001F63">
        <w:rPr>
          <w:lang w:eastAsia="en-GB"/>
        </w:rPr>
        <w:t>new value. Let’s look at how to do each of these!</w:t>
      </w:r>
    </w:p>
    <w:bookmarkStart w:id="64" w:name="overwriting-a-value"/>
    <w:bookmarkStart w:id="65" w:name="_Toc106363840"/>
    <w:bookmarkEnd w:id="64"/>
    <w:p w14:paraId="1660CC03" w14:textId="25635DCB" w:rsidR="00001F63" w:rsidRPr="00001F63" w:rsidRDefault="0093575C" w:rsidP="00001F63">
      <w:pPr>
        <w:pStyle w:val="HeadC"/>
        <w:rPr>
          <w:lang w:eastAsia="en-GB"/>
        </w:rPr>
      </w:pPr>
      <w:r>
        <w:fldChar w:fldCharType="begin"/>
      </w:r>
      <w:r>
        <w:instrText xml:space="preserve"> XE "HashMap&lt;K, V&gt; type:insert method on startRange" </w:instrText>
      </w:r>
      <w:r>
        <w:fldChar w:fldCharType="end"/>
      </w:r>
      <w:r w:rsidR="00001F63" w:rsidRPr="00001F63">
        <w:rPr>
          <w:lang w:eastAsia="en-GB"/>
        </w:rPr>
        <w:t>Overwriting a Value</w:t>
      </w:r>
      <w:bookmarkEnd w:id="65"/>
    </w:p>
    <w:p w14:paraId="1A7F4CAF" w14:textId="3B783954" w:rsidR="00001F63" w:rsidRPr="00001F63" w:rsidRDefault="00001F63" w:rsidP="00001F63">
      <w:pPr>
        <w:pStyle w:val="Body"/>
        <w:rPr>
          <w:lang w:eastAsia="en-GB"/>
        </w:rPr>
      </w:pPr>
      <w:r w:rsidRPr="00001F63">
        <w:t>If we insert a key and a value into a hash map and then insert that same key</w:t>
      </w:r>
      <w:r>
        <w:t xml:space="preserve"> </w:t>
      </w:r>
      <w:r w:rsidRPr="00001F63">
        <w:t>with a different value, the value associated with that key will be replaced.</w:t>
      </w:r>
      <w:r>
        <w:t xml:space="preserve"> </w:t>
      </w:r>
      <w:r w:rsidRPr="00001F63">
        <w:t>Even though the code in Listing 8-2</w:t>
      </w:r>
      <w:r w:rsidR="00880F57">
        <w:t>3</w:t>
      </w:r>
      <w:r w:rsidRPr="00001F63">
        <w:t xml:space="preserve"> calls </w:t>
      </w:r>
      <w:r w:rsidRPr="00001F63">
        <w:rPr>
          <w:rStyle w:val="Literal"/>
        </w:rPr>
        <w:t>insert</w:t>
      </w:r>
      <w:r w:rsidRPr="00001F63">
        <w:rPr>
          <w:lang w:eastAsia="en-GB"/>
        </w:rPr>
        <w:t xml:space="preserve"> twice, the hash map will</w:t>
      </w:r>
      <w:r>
        <w:rPr>
          <w:lang w:eastAsia="en-GB"/>
        </w:rPr>
        <w:t xml:space="preserve"> </w:t>
      </w:r>
      <w:r w:rsidRPr="00001F63">
        <w:rPr>
          <w:lang w:eastAsia="en-GB"/>
        </w:rPr>
        <w:t>only contain one key</w:t>
      </w:r>
      <w:r w:rsidR="00C235A5">
        <w:rPr>
          <w:rFonts w:ascii="Times New Roman" w:hAnsi="Times New Roman" w:cs="Times New Roman"/>
          <w:lang w:eastAsia="en-GB"/>
        </w:rPr>
        <w:t>–</w:t>
      </w:r>
      <w:r w:rsidRPr="00001F63">
        <w:rPr>
          <w:lang w:eastAsia="en-GB"/>
        </w:rPr>
        <w:t>value pair because we’re inserting the value for the Blue</w:t>
      </w:r>
      <w:r>
        <w:rPr>
          <w:lang w:eastAsia="en-GB"/>
        </w:rPr>
        <w:t xml:space="preserve"> </w:t>
      </w:r>
      <w:r w:rsidRPr="00001F63">
        <w:rPr>
          <w:lang w:eastAsia="en-GB"/>
        </w:rPr>
        <w:t>team’s key both times.</w:t>
      </w:r>
    </w:p>
    <w:p w14:paraId="20AD94E4" w14:textId="77777777" w:rsidR="00001F63" w:rsidRPr="00001F63" w:rsidRDefault="00001F63" w:rsidP="00001F63">
      <w:pPr>
        <w:pStyle w:val="Code"/>
        <w:rPr>
          <w:lang w:eastAsia="en-GB"/>
        </w:rPr>
      </w:pPr>
      <w:r w:rsidRPr="00001F63">
        <w:rPr>
          <w:lang w:eastAsia="en-GB"/>
        </w:rPr>
        <w:t>use std::collections::HashMap;</w:t>
      </w:r>
    </w:p>
    <w:p w14:paraId="3E35B4F6" w14:textId="77777777" w:rsidR="00001F63" w:rsidRPr="00001F63" w:rsidRDefault="00001F63" w:rsidP="00001F63">
      <w:pPr>
        <w:pStyle w:val="Code"/>
        <w:rPr>
          <w:lang w:eastAsia="en-GB"/>
        </w:rPr>
      </w:pPr>
    </w:p>
    <w:p w14:paraId="2D6C1BCF" w14:textId="77777777" w:rsidR="00001F63" w:rsidRPr="00001F63" w:rsidRDefault="00001F63" w:rsidP="00001F63">
      <w:pPr>
        <w:pStyle w:val="Code"/>
        <w:rPr>
          <w:lang w:eastAsia="en-GB"/>
        </w:rPr>
      </w:pPr>
      <w:r w:rsidRPr="00001F63">
        <w:rPr>
          <w:lang w:eastAsia="en-GB"/>
        </w:rPr>
        <w:t>let mut scores = HashMap::new();</w:t>
      </w:r>
    </w:p>
    <w:p w14:paraId="277390E5" w14:textId="77777777" w:rsidR="00001F63" w:rsidRPr="00001F63" w:rsidRDefault="00001F63" w:rsidP="00001F63">
      <w:pPr>
        <w:pStyle w:val="Code"/>
        <w:rPr>
          <w:lang w:eastAsia="en-GB"/>
        </w:rPr>
      </w:pPr>
    </w:p>
    <w:p w14:paraId="178A599D" w14:textId="77777777" w:rsidR="00001F63" w:rsidRPr="00001F63" w:rsidRDefault="00001F63" w:rsidP="00001F63">
      <w:pPr>
        <w:pStyle w:val="Code"/>
        <w:rPr>
          <w:lang w:eastAsia="en-GB"/>
        </w:rPr>
      </w:pPr>
      <w:r w:rsidRPr="00001F63">
        <w:rPr>
          <w:lang w:eastAsia="en-GB"/>
        </w:rPr>
        <w:t>scores.insert(String::from("Blue"), 10);</w:t>
      </w:r>
    </w:p>
    <w:p w14:paraId="319CAD42" w14:textId="77777777" w:rsidR="00001F63" w:rsidRPr="00001F63" w:rsidRDefault="00001F63" w:rsidP="00001F63">
      <w:pPr>
        <w:pStyle w:val="Code"/>
        <w:rPr>
          <w:lang w:eastAsia="en-GB"/>
        </w:rPr>
      </w:pPr>
      <w:r w:rsidRPr="00001F63">
        <w:rPr>
          <w:lang w:eastAsia="en-GB"/>
        </w:rPr>
        <w:t>scores.insert(String::from("Blue"), 25);</w:t>
      </w:r>
    </w:p>
    <w:p w14:paraId="62AF92EB" w14:textId="77777777" w:rsidR="00001F63" w:rsidRPr="00001F63" w:rsidRDefault="00001F63" w:rsidP="00001F63">
      <w:pPr>
        <w:pStyle w:val="Code"/>
        <w:rPr>
          <w:lang w:eastAsia="en-GB"/>
        </w:rPr>
      </w:pPr>
    </w:p>
    <w:p w14:paraId="04A42854" w14:textId="77777777" w:rsidR="00001F63" w:rsidRPr="00001F63" w:rsidRDefault="00001F63" w:rsidP="00001F63">
      <w:pPr>
        <w:pStyle w:val="Code"/>
        <w:rPr>
          <w:lang w:eastAsia="en-GB"/>
        </w:rPr>
      </w:pPr>
      <w:r w:rsidRPr="00001F63">
        <w:rPr>
          <w:lang w:eastAsia="en-GB"/>
        </w:rPr>
        <w:t>println!("{:?}", scores);</w:t>
      </w:r>
    </w:p>
    <w:p w14:paraId="28ABC1A9" w14:textId="0F2B3BC0" w:rsidR="00001F63" w:rsidRPr="00001F63" w:rsidRDefault="00001F63" w:rsidP="009E2DFC">
      <w:pPr>
        <w:pStyle w:val="CodeListingCaption"/>
        <w:rPr>
          <w:lang w:eastAsia="en-GB"/>
        </w:rPr>
      </w:pPr>
      <w:r w:rsidRPr="00001F63">
        <w:rPr>
          <w:lang w:eastAsia="en-GB"/>
        </w:rPr>
        <w:t>Replacing a value stored with a particular key</w:t>
      </w:r>
    </w:p>
    <w:p w14:paraId="60312B23" w14:textId="2AAE1961" w:rsidR="00001F63" w:rsidRPr="00001F63" w:rsidRDefault="00001F63" w:rsidP="007E2EE5">
      <w:pPr>
        <w:pStyle w:val="BodyContinued"/>
        <w:rPr>
          <w:lang w:eastAsia="en-GB"/>
        </w:rPr>
      </w:pPr>
      <w:r w:rsidRPr="00001F63">
        <w:t xml:space="preserve">This code will print </w:t>
      </w:r>
      <w:r w:rsidRPr="00001F63">
        <w:rPr>
          <w:rStyle w:val="Literal"/>
        </w:rPr>
        <w:t>{"Blue": 25}</w:t>
      </w:r>
      <w:r w:rsidRPr="00001F63">
        <w:t xml:space="preserve">. The original value of </w:t>
      </w:r>
      <w:r w:rsidRPr="00001F63">
        <w:rPr>
          <w:rStyle w:val="Literal"/>
        </w:rPr>
        <w:t>10</w:t>
      </w:r>
      <w:r w:rsidRPr="00001F63">
        <w:rPr>
          <w:lang w:eastAsia="en-GB"/>
        </w:rPr>
        <w:t xml:space="preserve"> has been</w:t>
      </w:r>
      <w:r>
        <w:rPr>
          <w:lang w:eastAsia="en-GB"/>
        </w:rPr>
        <w:t xml:space="preserve"> </w:t>
      </w:r>
      <w:r w:rsidRPr="00001F63">
        <w:rPr>
          <w:lang w:eastAsia="en-GB"/>
        </w:rPr>
        <w:t>overwritten.</w:t>
      </w:r>
      <w:r w:rsidR="0093575C">
        <w:fldChar w:fldCharType="begin"/>
      </w:r>
      <w:r w:rsidR="0093575C">
        <w:instrText xml:space="preserve"> XE "HashMap&lt;K, V&gt; type:insert method on endRange" </w:instrText>
      </w:r>
      <w:r w:rsidR="0093575C">
        <w:fldChar w:fldCharType="end"/>
      </w:r>
    </w:p>
    <w:bookmarkStart w:id="66" w:name="adding-a-key-and-value-only-if-a-key-isn"/>
    <w:bookmarkStart w:id="67" w:name="_Toc106363841"/>
    <w:bookmarkEnd w:id="66"/>
    <w:p w14:paraId="0AF4795D" w14:textId="674C608D" w:rsidR="00001F63" w:rsidRPr="00001F63" w:rsidRDefault="005A0F8C" w:rsidP="00001F63">
      <w:pPr>
        <w:pStyle w:val="HeadC"/>
        <w:rPr>
          <w:lang w:eastAsia="en-GB"/>
        </w:rPr>
      </w:pPr>
      <w:r>
        <w:lastRenderedPageBreak/>
        <w:fldChar w:fldCharType="begin"/>
      </w:r>
      <w:r>
        <w:instrText xml:space="preserve"> XE "entry method startRange" </w:instrText>
      </w:r>
      <w:r>
        <w:fldChar w:fldCharType="end"/>
      </w:r>
      <w:r>
        <w:fldChar w:fldCharType="begin"/>
      </w:r>
      <w:r>
        <w:instrText xml:space="preserve"> XE "Entry type startRange" </w:instrText>
      </w:r>
      <w:r>
        <w:fldChar w:fldCharType="end"/>
      </w:r>
      <w:r>
        <w:fldChar w:fldCharType="begin"/>
      </w:r>
      <w:r>
        <w:instrText xml:space="preserve"> XE "HashMap&lt;K, V&gt; type:entry method on startRange" </w:instrText>
      </w:r>
      <w:r>
        <w:fldChar w:fldCharType="end"/>
      </w:r>
      <w:r w:rsidR="00001F63" w:rsidRPr="00001F63">
        <w:rPr>
          <w:lang w:eastAsia="en-GB"/>
        </w:rPr>
        <w:t>Adding a Key and Value Only If a Key Isn’t Present</w:t>
      </w:r>
      <w:bookmarkEnd w:id="67"/>
    </w:p>
    <w:p w14:paraId="5FE08A9F" w14:textId="7DE91CF9" w:rsidR="00001F63" w:rsidRPr="00001F63" w:rsidRDefault="00001F63" w:rsidP="00001F63">
      <w:pPr>
        <w:pStyle w:val="Body"/>
        <w:rPr>
          <w:lang w:eastAsia="en-GB"/>
        </w:rPr>
      </w:pPr>
      <w:r w:rsidRPr="00001F63">
        <w:rPr>
          <w:lang w:eastAsia="en-GB"/>
        </w:rPr>
        <w:t>It’s common to check whether a particular key already exists in the hash map</w:t>
      </w:r>
      <w:r>
        <w:rPr>
          <w:lang w:eastAsia="en-GB"/>
        </w:rPr>
        <w:t xml:space="preserve"> </w:t>
      </w:r>
      <w:r w:rsidRPr="00001F63">
        <w:rPr>
          <w:lang w:eastAsia="en-GB"/>
        </w:rPr>
        <w:t xml:space="preserve">with a value </w:t>
      </w:r>
      <w:r w:rsidR="00C235A5">
        <w:rPr>
          <w:lang w:eastAsia="en-GB"/>
        </w:rPr>
        <w:t xml:space="preserve">and </w:t>
      </w:r>
      <w:r w:rsidRPr="00001F63">
        <w:rPr>
          <w:lang w:eastAsia="en-GB"/>
        </w:rPr>
        <w:t xml:space="preserve">then </w:t>
      </w:r>
      <w:r w:rsidR="00C235A5">
        <w:rPr>
          <w:lang w:eastAsia="en-GB"/>
        </w:rPr>
        <w:t xml:space="preserve">to </w:t>
      </w:r>
      <w:r w:rsidRPr="00001F63">
        <w:rPr>
          <w:lang w:eastAsia="en-GB"/>
        </w:rPr>
        <w:t>take the following actions: if the key does exist in the hash</w:t>
      </w:r>
      <w:r>
        <w:rPr>
          <w:lang w:eastAsia="en-GB"/>
        </w:rPr>
        <w:t xml:space="preserve"> </w:t>
      </w:r>
      <w:r w:rsidRPr="00001F63">
        <w:rPr>
          <w:lang w:eastAsia="en-GB"/>
        </w:rPr>
        <w:t>map, the existing value should remain the way it is</w:t>
      </w:r>
      <w:r w:rsidR="00C235A5">
        <w:rPr>
          <w:lang w:eastAsia="en-GB"/>
        </w:rPr>
        <w:t>; i</w:t>
      </w:r>
      <w:r w:rsidRPr="00001F63">
        <w:rPr>
          <w:lang w:eastAsia="en-GB"/>
        </w:rPr>
        <w:t>f the key doesn’t exist,</w:t>
      </w:r>
      <w:r>
        <w:rPr>
          <w:lang w:eastAsia="en-GB"/>
        </w:rPr>
        <w:t xml:space="preserve"> </w:t>
      </w:r>
      <w:r w:rsidRPr="00001F63">
        <w:rPr>
          <w:lang w:eastAsia="en-GB"/>
        </w:rPr>
        <w:t>insert it and a value for it.</w:t>
      </w:r>
    </w:p>
    <w:p w14:paraId="4432EB8D" w14:textId="73098786" w:rsidR="00001F63" w:rsidRPr="00001F63" w:rsidRDefault="00001F63" w:rsidP="00001F63">
      <w:pPr>
        <w:pStyle w:val="Body"/>
        <w:rPr>
          <w:lang w:eastAsia="en-GB"/>
        </w:rPr>
      </w:pPr>
      <w:r w:rsidRPr="00001F63">
        <w:t xml:space="preserve">Hash maps have a special API for this called </w:t>
      </w:r>
      <w:r w:rsidRPr="00001F63">
        <w:rPr>
          <w:rStyle w:val="Literal"/>
        </w:rPr>
        <w:t>entry</w:t>
      </w:r>
      <w:r w:rsidRPr="00001F63">
        <w:t xml:space="preserve"> that takes the key you</w:t>
      </w:r>
      <w:r>
        <w:t xml:space="preserve"> </w:t>
      </w:r>
      <w:r w:rsidRPr="00001F63">
        <w:t xml:space="preserve">want to check as a parameter. The return value of the </w:t>
      </w:r>
      <w:r w:rsidRPr="00001F63">
        <w:rPr>
          <w:rStyle w:val="Literal"/>
        </w:rPr>
        <w:t>entry</w:t>
      </w:r>
      <w:r w:rsidRPr="00001F63">
        <w:t xml:space="preserve"> method is an enum</w:t>
      </w:r>
      <w:r>
        <w:t xml:space="preserve"> </w:t>
      </w:r>
      <w:r w:rsidRPr="00001F63">
        <w:t xml:space="preserve">called </w:t>
      </w:r>
      <w:r w:rsidRPr="00001F63">
        <w:rPr>
          <w:rStyle w:val="Literal"/>
        </w:rPr>
        <w:t>Entry</w:t>
      </w:r>
      <w:r w:rsidRPr="00001F63">
        <w:t xml:space="preserve"> that represents a value that might or might not exist. Let’s say</w:t>
      </w:r>
      <w:r>
        <w:t xml:space="preserve"> </w:t>
      </w:r>
      <w:r w:rsidRPr="00001F63">
        <w:t>we want to check whether the key for the Yellow team has a value associated</w:t>
      </w:r>
      <w:r>
        <w:t xml:space="preserve"> </w:t>
      </w:r>
      <w:r w:rsidRPr="00001F63">
        <w:t xml:space="preserve">with it. If it doesn’t, we want to insert the value </w:t>
      </w:r>
      <w:r w:rsidRPr="00785D7D">
        <w:rPr>
          <w:rStyle w:val="Literal"/>
        </w:rPr>
        <w:t>50</w:t>
      </w:r>
      <w:r w:rsidRPr="00001F63">
        <w:t>, and the same for the</w:t>
      </w:r>
      <w:r>
        <w:t xml:space="preserve"> </w:t>
      </w:r>
      <w:r w:rsidRPr="00001F63">
        <w:t xml:space="preserve">Blue team. Using the </w:t>
      </w:r>
      <w:r w:rsidRPr="00001F63">
        <w:rPr>
          <w:rStyle w:val="Literal"/>
        </w:rPr>
        <w:t>entry</w:t>
      </w:r>
      <w:r w:rsidRPr="00001F63">
        <w:rPr>
          <w:lang w:eastAsia="en-GB"/>
        </w:rPr>
        <w:t xml:space="preserve"> API, the code looks like Listing 8-2</w:t>
      </w:r>
      <w:r w:rsidR="00290072">
        <w:rPr>
          <w:lang w:eastAsia="en-GB"/>
        </w:rPr>
        <w:t>4</w:t>
      </w:r>
      <w:r w:rsidRPr="00001F63">
        <w:rPr>
          <w:lang w:eastAsia="en-GB"/>
        </w:rPr>
        <w:t>.</w:t>
      </w:r>
    </w:p>
    <w:p w14:paraId="70834860" w14:textId="77777777" w:rsidR="00001F63" w:rsidRPr="00001F63" w:rsidRDefault="00001F63" w:rsidP="00001F63">
      <w:pPr>
        <w:pStyle w:val="Code"/>
        <w:rPr>
          <w:lang w:eastAsia="en-GB"/>
        </w:rPr>
      </w:pPr>
      <w:r w:rsidRPr="00001F63">
        <w:rPr>
          <w:lang w:eastAsia="en-GB"/>
        </w:rPr>
        <w:t>use std::collections::HashMap;</w:t>
      </w:r>
    </w:p>
    <w:p w14:paraId="777C8801" w14:textId="77777777" w:rsidR="00001F63" w:rsidRPr="00001F63" w:rsidRDefault="00001F63" w:rsidP="00001F63">
      <w:pPr>
        <w:pStyle w:val="Code"/>
        <w:rPr>
          <w:lang w:eastAsia="en-GB"/>
        </w:rPr>
      </w:pPr>
    </w:p>
    <w:p w14:paraId="7F7A7563" w14:textId="77777777" w:rsidR="00001F63" w:rsidRPr="00001F63" w:rsidRDefault="00001F63" w:rsidP="00001F63">
      <w:pPr>
        <w:pStyle w:val="Code"/>
        <w:rPr>
          <w:lang w:eastAsia="en-GB"/>
        </w:rPr>
      </w:pPr>
      <w:r w:rsidRPr="00001F63">
        <w:rPr>
          <w:lang w:eastAsia="en-GB"/>
        </w:rPr>
        <w:t>let mut scores = HashMap::new();</w:t>
      </w:r>
    </w:p>
    <w:p w14:paraId="17F64DE1" w14:textId="77777777" w:rsidR="00001F63" w:rsidRPr="00001F63" w:rsidRDefault="00001F63" w:rsidP="00001F63">
      <w:pPr>
        <w:pStyle w:val="Code"/>
        <w:rPr>
          <w:lang w:eastAsia="en-GB"/>
        </w:rPr>
      </w:pPr>
      <w:r w:rsidRPr="00001F63">
        <w:rPr>
          <w:lang w:eastAsia="en-GB"/>
        </w:rPr>
        <w:t>scores.insert(String::from("Blue"), 10);</w:t>
      </w:r>
    </w:p>
    <w:p w14:paraId="5F166E67" w14:textId="77777777" w:rsidR="00001F63" w:rsidRPr="00001F63" w:rsidRDefault="00001F63" w:rsidP="00001F63">
      <w:pPr>
        <w:pStyle w:val="Code"/>
        <w:rPr>
          <w:lang w:eastAsia="en-GB"/>
        </w:rPr>
      </w:pPr>
    </w:p>
    <w:p w14:paraId="7A965210" w14:textId="77777777" w:rsidR="00001F63" w:rsidRPr="00001F63" w:rsidRDefault="00001F63" w:rsidP="00001F63">
      <w:pPr>
        <w:pStyle w:val="Code"/>
        <w:rPr>
          <w:lang w:eastAsia="en-GB"/>
        </w:rPr>
      </w:pPr>
      <w:r w:rsidRPr="00001F63">
        <w:rPr>
          <w:lang w:eastAsia="en-GB"/>
        </w:rPr>
        <w:t>scores.entry(String::from("Yellow")).or_insert(50);</w:t>
      </w:r>
    </w:p>
    <w:p w14:paraId="73D7182F" w14:textId="77777777" w:rsidR="00001F63" w:rsidRPr="00001F63" w:rsidRDefault="00001F63" w:rsidP="00001F63">
      <w:pPr>
        <w:pStyle w:val="Code"/>
        <w:rPr>
          <w:lang w:eastAsia="en-GB"/>
        </w:rPr>
      </w:pPr>
      <w:r w:rsidRPr="00001F63">
        <w:rPr>
          <w:lang w:eastAsia="en-GB"/>
        </w:rPr>
        <w:t>scores.entry(String::from("Blue")).or_insert(50);</w:t>
      </w:r>
    </w:p>
    <w:p w14:paraId="1DC7C454" w14:textId="77777777" w:rsidR="00001F63" w:rsidRPr="00001F63" w:rsidRDefault="00001F63" w:rsidP="00001F63">
      <w:pPr>
        <w:pStyle w:val="Code"/>
        <w:rPr>
          <w:lang w:eastAsia="en-GB"/>
        </w:rPr>
      </w:pPr>
    </w:p>
    <w:p w14:paraId="13C38ABB" w14:textId="77777777" w:rsidR="00001F63" w:rsidRPr="00001F63" w:rsidRDefault="00001F63" w:rsidP="00001F63">
      <w:pPr>
        <w:pStyle w:val="Code"/>
        <w:rPr>
          <w:lang w:eastAsia="en-GB"/>
        </w:rPr>
      </w:pPr>
      <w:r w:rsidRPr="00001F63">
        <w:rPr>
          <w:lang w:eastAsia="en-GB"/>
        </w:rPr>
        <w:t>println!("{:?}", scores);</w:t>
      </w:r>
    </w:p>
    <w:p w14:paraId="4FADF4F6" w14:textId="3213B175" w:rsidR="00001F63" w:rsidRPr="00001F63" w:rsidRDefault="00001F63" w:rsidP="009E2DFC">
      <w:pPr>
        <w:pStyle w:val="CodeListingCaption"/>
        <w:rPr>
          <w:lang w:eastAsia="en-GB"/>
        </w:rPr>
      </w:pPr>
      <w:r w:rsidRPr="00001F63">
        <w:t xml:space="preserve">Using the </w:t>
      </w:r>
      <w:r w:rsidRPr="00001F63">
        <w:rPr>
          <w:rStyle w:val="Literal"/>
        </w:rPr>
        <w:t>entry</w:t>
      </w:r>
      <w:r w:rsidRPr="00001F63">
        <w:rPr>
          <w:lang w:eastAsia="en-GB"/>
        </w:rPr>
        <w:t xml:space="preserve"> method to only insert if the key does not</w:t>
      </w:r>
      <w:r>
        <w:rPr>
          <w:lang w:eastAsia="en-GB"/>
        </w:rPr>
        <w:t xml:space="preserve"> </w:t>
      </w:r>
      <w:r w:rsidRPr="00001F63">
        <w:rPr>
          <w:lang w:eastAsia="en-GB"/>
        </w:rPr>
        <w:t>already have a value</w:t>
      </w:r>
    </w:p>
    <w:p w14:paraId="5F9B50B7" w14:textId="6B72A25E" w:rsidR="00001F63" w:rsidRPr="00001F63" w:rsidRDefault="00001F63" w:rsidP="00001F63">
      <w:pPr>
        <w:pStyle w:val="Body"/>
        <w:rPr>
          <w:lang w:eastAsia="en-GB"/>
        </w:rPr>
      </w:pPr>
      <w:r w:rsidRPr="00001F63">
        <w:rPr>
          <w:lang w:eastAsia="en-GB"/>
        </w:rPr>
        <w:t xml:space="preserve">The </w:t>
      </w:r>
      <w:r w:rsidRPr="00001F63">
        <w:rPr>
          <w:rStyle w:val="Literal"/>
        </w:rPr>
        <w:t>or_insert</w:t>
      </w:r>
      <w:r w:rsidRPr="00001F63">
        <w:t xml:space="preserve"> method on </w:t>
      </w:r>
      <w:r w:rsidRPr="00001F63">
        <w:rPr>
          <w:rStyle w:val="Literal"/>
        </w:rPr>
        <w:t>Entry</w:t>
      </w:r>
      <w:r w:rsidRPr="00001F63">
        <w:t xml:space="preserve"> is defined to return a mutable reference to</w:t>
      </w:r>
      <w:r>
        <w:t xml:space="preserve"> </w:t>
      </w:r>
      <w:r w:rsidRPr="00001F63">
        <w:t xml:space="preserve">the value for the corresponding </w:t>
      </w:r>
      <w:r w:rsidRPr="00001F63">
        <w:rPr>
          <w:rStyle w:val="Literal"/>
        </w:rPr>
        <w:t>Entry</w:t>
      </w:r>
      <w:r w:rsidRPr="00001F63">
        <w:rPr>
          <w:lang w:eastAsia="en-GB"/>
        </w:rPr>
        <w:t xml:space="preserve"> key if that key exists, and if not,</w:t>
      </w:r>
      <w:r>
        <w:rPr>
          <w:lang w:eastAsia="en-GB"/>
        </w:rPr>
        <w:t xml:space="preserve"> </w:t>
      </w:r>
      <w:r w:rsidR="00C235A5">
        <w:rPr>
          <w:lang w:eastAsia="en-GB"/>
        </w:rPr>
        <w:t xml:space="preserve">it </w:t>
      </w:r>
      <w:r w:rsidRPr="00001F63">
        <w:rPr>
          <w:lang w:eastAsia="en-GB"/>
        </w:rPr>
        <w:t>inserts the parameter as the new value for this key and returns a mutable</w:t>
      </w:r>
      <w:r>
        <w:rPr>
          <w:lang w:eastAsia="en-GB"/>
        </w:rPr>
        <w:t xml:space="preserve"> </w:t>
      </w:r>
      <w:r w:rsidRPr="00001F63">
        <w:rPr>
          <w:lang w:eastAsia="en-GB"/>
        </w:rPr>
        <w:t>reference to the new value. This technique is much cleaner than writing the</w:t>
      </w:r>
      <w:r>
        <w:rPr>
          <w:lang w:eastAsia="en-GB"/>
        </w:rPr>
        <w:t xml:space="preserve"> </w:t>
      </w:r>
      <w:r w:rsidRPr="00001F63">
        <w:rPr>
          <w:lang w:eastAsia="en-GB"/>
        </w:rPr>
        <w:t>logic ourselves and, in addition, plays more nicely with the borrow checker.</w:t>
      </w:r>
    </w:p>
    <w:p w14:paraId="64746408" w14:textId="4FA109DA" w:rsidR="00001F63" w:rsidRPr="00001F63" w:rsidRDefault="00001F63" w:rsidP="00001F63">
      <w:pPr>
        <w:pStyle w:val="Body"/>
        <w:rPr>
          <w:lang w:eastAsia="en-GB"/>
        </w:rPr>
      </w:pPr>
      <w:r w:rsidRPr="00001F63">
        <w:rPr>
          <w:lang w:eastAsia="en-GB"/>
        </w:rPr>
        <w:t>Running the code in Listing 8-2</w:t>
      </w:r>
      <w:r w:rsidR="00290072">
        <w:rPr>
          <w:lang w:eastAsia="en-GB"/>
        </w:rPr>
        <w:t>4</w:t>
      </w:r>
      <w:r w:rsidRPr="00001F63">
        <w:rPr>
          <w:lang w:eastAsia="en-GB"/>
        </w:rPr>
        <w:t xml:space="preserve"> will print </w:t>
      </w:r>
      <w:r w:rsidRPr="00001F63">
        <w:rPr>
          <w:rStyle w:val="Literal"/>
        </w:rPr>
        <w:t>{"Yellow": 50, "Blue": 10}</w:t>
      </w:r>
      <w:r w:rsidRPr="00001F63">
        <w:t>. The</w:t>
      </w:r>
      <w:r>
        <w:t xml:space="preserve"> </w:t>
      </w:r>
      <w:r w:rsidRPr="00001F63">
        <w:t xml:space="preserve">first call to </w:t>
      </w:r>
      <w:r w:rsidRPr="00001F63">
        <w:rPr>
          <w:rStyle w:val="Literal"/>
        </w:rPr>
        <w:t>entry</w:t>
      </w:r>
      <w:r w:rsidRPr="00001F63">
        <w:t xml:space="preserve"> will insert the key for the Yellow team with the value</w:t>
      </w:r>
      <w:r>
        <w:t xml:space="preserve"> </w:t>
      </w:r>
      <w:r w:rsidRPr="007E2EE5">
        <w:rPr>
          <w:rStyle w:val="Literal"/>
        </w:rPr>
        <w:t>50</w:t>
      </w:r>
      <w:r w:rsidRPr="00001F63">
        <w:t xml:space="preserve"> because the Yellow team doesn’t have a value already. The second call to</w:t>
      </w:r>
      <w:r>
        <w:t xml:space="preserve"> </w:t>
      </w:r>
      <w:r w:rsidRPr="00001F63">
        <w:rPr>
          <w:rStyle w:val="Literal"/>
        </w:rPr>
        <w:t>entry</w:t>
      </w:r>
      <w:r w:rsidRPr="00001F63">
        <w:rPr>
          <w:lang w:eastAsia="en-GB"/>
        </w:rPr>
        <w:t xml:space="preserve"> will not change the hash map because the Blue team already has the</w:t>
      </w:r>
      <w:r>
        <w:rPr>
          <w:lang w:eastAsia="en-GB"/>
        </w:rPr>
        <w:t xml:space="preserve"> </w:t>
      </w:r>
      <w:r w:rsidRPr="00001F63">
        <w:rPr>
          <w:lang w:eastAsia="en-GB"/>
        </w:rPr>
        <w:t xml:space="preserve">value </w:t>
      </w:r>
      <w:r w:rsidRPr="007E2EE5">
        <w:rPr>
          <w:rStyle w:val="Literal"/>
        </w:rPr>
        <w:t>10</w:t>
      </w:r>
      <w:r w:rsidRPr="00001F63">
        <w:rPr>
          <w:lang w:eastAsia="en-GB"/>
        </w:rPr>
        <w:t>.</w:t>
      </w:r>
    </w:p>
    <w:p w14:paraId="602E61CB" w14:textId="77777777" w:rsidR="00001F63" w:rsidRPr="00001F63" w:rsidRDefault="00001F63" w:rsidP="00001F63">
      <w:pPr>
        <w:pStyle w:val="HeadC"/>
        <w:rPr>
          <w:lang w:eastAsia="en-GB"/>
        </w:rPr>
      </w:pPr>
      <w:bookmarkStart w:id="68" w:name="updating-a-value-based-on-the-old-value"/>
      <w:bookmarkStart w:id="69" w:name="_Toc106363842"/>
      <w:bookmarkEnd w:id="68"/>
      <w:r w:rsidRPr="00001F63">
        <w:rPr>
          <w:lang w:eastAsia="en-GB"/>
        </w:rPr>
        <w:t>Updating a Value Based on the Old Value</w:t>
      </w:r>
      <w:bookmarkEnd w:id="69"/>
    </w:p>
    <w:p w14:paraId="6E6A8F3F" w14:textId="7003D8DE" w:rsidR="00001F63" w:rsidRPr="00001F63" w:rsidRDefault="00001F63" w:rsidP="00001F63">
      <w:pPr>
        <w:pStyle w:val="Body"/>
        <w:rPr>
          <w:lang w:eastAsia="en-GB"/>
        </w:rPr>
      </w:pPr>
      <w:r w:rsidRPr="00001F63">
        <w:rPr>
          <w:lang w:eastAsia="en-GB"/>
        </w:rPr>
        <w:t>Another common use case for hash maps is to look up a key’s value and then</w:t>
      </w:r>
      <w:r>
        <w:rPr>
          <w:lang w:eastAsia="en-GB"/>
        </w:rPr>
        <w:t xml:space="preserve"> </w:t>
      </w:r>
      <w:r w:rsidRPr="00001F63">
        <w:rPr>
          <w:lang w:eastAsia="en-GB"/>
        </w:rPr>
        <w:t>update it based on the old value. For instance, Listing 8-2</w:t>
      </w:r>
      <w:r w:rsidR="00290072">
        <w:rPr>
          <w:lang w:eastAsia="en-GB"/>
        </w:rPr>
        <w:t>5</w:t>
      </w:r>
      <w:r w:rsidRPr="00001F63">
        <w:rPr>
          <w:lang w:eastAsia="en-GB"/>
        </w:rPr>
        <w:t xml:space="preserve"> shows code that</w:t>
      </w:r>
      <w:r>
        <w:rPr>
          <w:lang w:eastAsia="en-GB"/>
        </w:rPr>
        <w:t xml:space="preserve"> </w:t>
      </w:r>
      <w:r w:rsidRPr="00001F63">
        <w:rPr>
          <w:lang w:eastAsia="en-GB"/>
        </w:rPr>
        <w:t>counts how many times each word appears in some text. We use a hash map with</w:t>
      </w:r>
      <w:r>
        <w:rPr>
          <w:lang w:eastAsia="en-GB"/>
        </w:rPr>
        <w:t xml:space="preserve"> </w:t>
      </w:r>
      <w:r w:rsidRPr="00001F63">
        <w:rPr>
          <w:lang w:eastAsia="en-GB"/>
        </w:rPr>
        <w:t>the words as keys and increment the value to keep track of how many times we’ve</w:t>
      </w:r>
      <w:r>
        <w:rPr>
          <w:lang w:eastAsia="en-GB"/>
        </w:rPr>
        <w:t xml:space="preserve"> </w:t>
      </w:r>
      <w:r w:rsidRPr="00001F63">
        <w:rPr>
          <w:lang w:eastAsia="en-GB"/>
        </w:rPr>
        <w:t>seen that word. If it’s the first time we’ve seen a word, we’ll first insert</w:t>
      </w:r>
      <w:r>
        <w:rPr>
          <w:lang w:eastAsia="en-GB"/>
        </w:rPr>
        <w:t xml:space="preserve"> </w:t>
      </w:r>
      <w:r w:rsidRPr="00001F63">
        <w:rPr>
          <w:lang w:eastAsia="en-GB"/>
        </w:rPr>
        <w:t xml:space="preserve">the value </w:t>
      </w:r>
      <w:r w:rsidRPr="007E2EE5">
        <w:rPr>
          <w:rStyle w:val="Literal"/>
        </w:rPr>
        <w:t>0</w:t>
      </w:r>
      <w:r w:rsidRPr="00001F63">
        <w:rPr>
          <w:lang w:eastAsia="en-GB"/>
        </w:rPr>
        <w:t>.</w:t>
      </w:r>
    </w:p>
    <w:p w14:paraId="09065050" w14:textId="77777777" w:rsidR="00001F63" w:rsidRPr="00001F63" w:rsidRDefault="00001F63" w:rsidP="00001F63">
      <w:pPr>
        <w:pStyle w:val="Code"/>
        <w:rPr>
          <w:lang w:eastAsia="en-GB"/>
        </w:rPr>
      </w:pPr>
      <w:r w:rsidRPr="00001F63">
        <w:rPr>
          <w:lang w:eastAsia="en-GB"/>
        </w:rPr>
        <w:t>use std::collections::HashMap;</w:t>
      </w:r>
    </w:p>
    <w:p w14:paraId="5243BA3E" w14:textId="77777777" w:rsidR="00001F63" w:rsidRPr="00001F63" w:rsidRDefault="00001F63" w:rsidP="00001F63">
      <w:pPr>
        <w:pStyle w:val="Code"/>
        <w:rPr>
          <w:lang w:eastAsia="en-GB"/>
        </w:rPr>
      </w:pPr>
    </w:p>
    <w:p w14:paraId="0B4CCAAC" w14:textId="77777777" w:rsidR="00001F63" w:rsidRPr="00001F63" w:rsidRDefault="00001F63" w:rsidP="00001F63">
      <w:pPr>
        <w:pStyle w:val="Code"/>
        <w:rPr>
          <w:lang w:eastAsia="en-GB"/>
        </w:rPr>
      </w:pPr>
      <w:r w:rsidRPr="00001F63">
        <w:rPr>
          <w:lang w:eastAsia="en-GB"/>
        </w:rPr>
        <w:t>let text = "hello world wonderful world";</w:t>
      </w:r>
    </w:p>
    <w:p w14:paraId="1C07DC6A" w14:textId="77777777" w:rsidR="00001F63" w:rsidRPr="00001F63" w:rsidRDefault="00001F63" w:rsidP="00001F63">
      <w:pPr>
        <w:pStyle w:val="Code"/>
        <w:rPr>
          <w:lang w:eastAsia="en-GB"/>
        </w:rPr>
      </w:pPr>
    </w:p>
    <w:p w14:paraId="749F7D43" w14:textId="77777777" w:rsidR="00001F63" w:rsidRPr="00001F63" w:rsidRDefault="00001F63" w:rsidP="00001F63">
      <w:pPr>
        <w:pStyle w:val="Code"/>
        <w:rPr>
          <w:lang w:eastAsia="en-GB"/>
        </w:rPr>
      </w:pPr>
      <w:r w:rsidRPr="00001F63">
        <w:rPr>
          <w:lang w:eastAsia="en-GB"/>
        </w:rPr>
        <w:t>let mut map = HashMap::new();</w:t>
      </w:r>
    </w:p>
    <w:p w14:paraId="25955A5E" w14:textId="77777777" w:rsidR="00001F63" w:rsidRPr="00001F63" w:rsidRDefault="00001F63" w:rsidP="00001F63">
      <w:pPr>
        <w:pStyle w:val="Code"/>
        <w:rPr>
          <w:lang w:eastAsia="en-GB"/>
        </w:rPr>
      </w:pPr>
    </w:p>
    <w:p w14:paraId="6DB898B2" w14:textId="77777777" w:rsidR="00001F63" w:rsidRPr="00001F63" w:rsidRDefault="00001F63" w:rsidP="00001F63">
      <w:pPr>
        <w:pStyle w:val="Code"/>
        <w:rPr>
          <w:lang w:eastAsia="en-GB"/>
        </w:rPr>
      </w:pPr>
      <w:r w:rsidRPr="00001F63">
        <w:rPr>
          <w:lang w:eastAsia="en-GB"/>
        </w:rPr>
        <w:t>for word in text.split_whitespace() {</w:t>
      </w:r>
    </w:p>
    <w:p w14:paraId="5DC6C89E" w14:textId="77777777" w:rsidR="00001F63" w:rsidRPr="00001F63" w:rsidRDefault="00001F63" w:rsidP="00001F63">
      <w:pPr>
        <w:pStyle w:val="Code"/>
        <w:rPr>
          <w:lang w:eastAsia="en-GB"/>
        </w:rPr>
      </w:pPr>
      <w:r w:rsidRPr="00001F63">
        <w:rPr>
          <w:lang w:eastAsia="en-GB"/>
        </w:rPr>
        <w:t xml:space="preserve">    let count = map.entry(word).or_insert(0);</w:t>
      </w:r>
    </w:p>
    <w:p w14:paraId="2E0B3B3A" w14:textId="77777777" w:rsidR="00001F63" w:rsidRPr="00001F63" w:rsidRDefault="00001F63" w:rsidP="00001F63">
      <w:pPr>
        <w:pStyle w:val="Code"/>
        <w:rPr>
          <w:lang w:eastAsia="en-GB"/>
        </w:rPr>
      </w:pPr>
      <w:r w:rsidRPr="00001F63">
        <w:rPr>
          <w:lang w:eastAsia="en-GB"/>
        </w:rPr>
        <w:t xml:space="preserve">    *count += 1;</w:t>
      </w:r>
    </w:p>
    <w:p w14:paraId="7FEBF423" w14:textId="77777777" w:rsidR="00001F63" w:rsidRPr="00001F63" w:rsidRDefault="00001F63" w:rsidP="00001F63">
      <w:pPr>
        <w:pStyle w:val="Code"/>
        <w:rPr>
          <w:lang w:eastAsia="en-GB"/>
        </w:rPr>
      </w:pPr>
      <w:r w:rsidRPr="00001F63">
        <w:rPr>
          <w:lang w:eastAsia="en-GB"/>
        </w:rPr>
        <w:t>}</w:t>
      </w:r>
    </w:p>
    <w:p w14:paraId="1A01DB47" w14:textId="77777777" w:rsidR="00001F63" w:rsidRPr="00001F63" w:rsidRDefault="00001F63" w:rsidP="00001F63">
      <w:pPr>
        <w:pStyle w:val="Code"/>
        <w:rPr>
          <w:lang w:eastAsia="en-GB"/>
        </w:rPr>
      </w:pPr>
    </w:p>
    <w:p w14:paraId="5445F04F" w14:textId="77777777" w:rsidR="00001F63" w:rsidRPr="00001F63" w:rsidRDefault="00001F63" w:rsidP="00001F63">
      <w:pPr>
        <w:pStyle w:val="Code"/>
        <w:rPr>
          <w:lang w:eastAsia="en-GB"/>
        </w:rPr>
      </w:pPr>
      <w:r w:rsidRPr="00001F63">
        <w:rPr>
          <w:lang w:eastAsia="en-GB"/>
        </w:rPr>
        <w:t>println!("{:?}", map);</w:t>
      </w:r>
    </w:p>
    <w:p w14:paraId="1A20E569" w14:textId="75E72F27" w:rsidR="00001F63" w:rsidRPr="00001F63" w:rsidRDefault="00001F63" w:rsidP="00001F63">
      <w:pPr>
        <w:pStyle w:val="CodeListingCaption"/>
        <w:rPr>
          <w:lang w:eastAsia="en-GB"/>
        </w:rPr>
      </w:pPr>
      <w:r w:rsidRPr="00001F63">
        <w:rPr>
          <w:lang w:eastAsia="en-GB"/>
        </w:rPr>
        <w:t>Counting occurrences of words using a hash map that stores words</w:t>
      </w:r>
      <w:r>
        <w:rPr>
          <w:lang w:eastAsia="en-GB"/>
        </w:rPr>
        <w:t xml:space="preserve"> </w:t>
      </w:r>
      <w:r w:rsidRPr="00001F63">
        <w:rPr>
          <w:lang w:eastAsia="en-GB"/>
        </w:rPr>
        <w:t>and counts</w:t>
      </w:r>
    </w:p>
    <w:p w14:paraId="7B0DB765" w14:textId="57BC721B" w:rsidR="00001F63" w:rsidRPr="00001F63" w:rsidRDefault="00001F63" w:rsidP="00001F63">
      <w:pPr>
        <w:pStyle w:val="Body"/>
        <w:rPr>
          <w:lang w:eastAsia="en-GB"/>
        </w:rPr>
      </w:pPr>
      <w:r w:rsidRPr="00001F63">
        <w:t xml:space="preserve">This code will print </w:t>
      </w:r>
      <w:r w:rsidRPr="00001F63">
        <w:rPr>
          <w:rStyle w:val="Literal"/>
        </w:rPr>
        <w:t>{"world": 2, "hello": 1, "wonderful": 1}</w:t>
      </w:r>
      <w:r w:rsidRPr="00001F63">
        <w:rPr>
          <w:lang w:eastAsia="en-GB"/>
        </w:rPr>
        <w:t>. You might see</w:t>
      </w:r>
      <w:r>
        <w:rPr>
          <w:lang w:eastAsia="en-GB"/>
        </w:rPr>
        <w:t xml:space="preserve"> </w:t>
      </w:r>
      <w:r w:rsidRPr="00001F63">
        <w:rPr>
          <w:lang w:eastAsia="en-GB"/>
        </w:rPr>
        <w:t>the same key</w:t>
      </w:r>
      <w:r w:rsidR="00C235A5">
        <w:rPr>
          <w:rFonts w:ascii="Times New Roman" w:hAnsi="Times New Roman" w:cs="Times New Roman"/>
          <w:lang w:eastAsia="en-GB"/>
        </w:rPr>
        <w:t>–</w:t>
      </w:r>
      <w:r w:rsidRPr="00001F63">
        <w:rPr>
          <w:lang w:eastAsia="en-GB"/>
        </w:rPr>
        <w:t xml:space="preserve">value pairs printed in a different order: recall from </w:t>
      </w:r>
      <w:r w:rsidRPr="007E2EE5">
        <w:rPr>
          <w:rStyle w:val="Xref"/>
        </w:rPr>
        <w:t>“Accessing Values in a Hash Map”</w:t>
      </w:r>
      <w:r w:rsidRPr="00001F63">
        <w:rPr>
          <w:lang w:eastAsia="en-GB"/>
        </w:rPr>
        <w:t xml:space="preserve"> </w:t>
      </w:r>
      <w:r w:rsidR="00C235A5">
        <w:rPr>
          <w:lang w:eastAsia="en-GB"/>
        </w:rPr>
        <w:t xml:space="preserve">on </w:t>
      </w:r>
      <w:r w:rsidR="00C235A5" w:rsidRPr="007E2EE5">
        <w:rPr>
          <w:rStyle w:val="Xref"/>
        </w:rPr>
        <w:t>page XX</w:t>
      </w:r>
      <w:r w:rsidR="00C235A5" w:rsidRPr="00001F63">
        <w:rPr>
          <w:lang w:eastAsia="en-GB"/>
        </w:rPr>
        <w:t xml:space="preserve"> </w:t>
      </w:r>
      <w:r w:rsidRPr="00001F63">
        <w:rPr>
          <w:lang w:eastAsia="en-GB"/>
        </w:rPr>
        <w:t>that iterating over a hash map happens</w:t>
      </w:r>
      <w:r>
        <w:rPr>
          <w:lang w:eastAsia="en-GB"/>
        </w:rPr>
        <w:t xml:space="preserve"> </w:t>
      </w:r>
      <w:r w:rsidRPr="00001F63">
        <w:rPr>
          <w:lang w:eastAsia="en-GB"/>
        </w:rPr>
        <w:t>in an arbitrary order.</w:t>
      </w:r>
    </w:p>
    <w:p w14:paraId="685BCB9F" w14:textId="05159195" w:rsidR="00001F63" w:rsidRPr="00001F63" w:rsidRDefault="00001F63" w:rsidP="00001F63">
      <w:pPr>
        <w:pStyle w:val="Body"/>
        <w:rPr>
          <w:lang w:val="en-GB" w:eastAsia="en-GB"/>
        </w:rPr>
      </w:pPr>
      <w:r w:rsidRPr="00001F63">
        <w:rPr>
          <w:lang w:eastAsia="en-GB"/>
        </w:rPr>
        <w:t xml:space="preserve">The </w:t>
      </w:r>
      <w:r w:rsidRPr="00001F63">
        <w:rPr>
          <w:rStyle w:val="Literal"/>
        </w:rPr>
        <w:t>split_whitespace</w:t>
      </w:r>
      <w:r w:rsidRPr="00001F63">
        <w:t xml:space="preserve"> method returns an iterator over subslices, separated by</w:t>
      </w:r>
      <w:r>
        <w:t xml:space="preserve"> </w:t>
      </w:r>
      <w:r w:rsidRPr="00001F63">
        <w:t xml:space="preserve">whitespace, of the value in </w:t>
      </w:r>
      <w:r w:rsidRPr="00001F63">
        <w:rPr>
          <w:rStyle w:val="Literal"/>
        </w:rPr>
        <w:t>text</w:t>
      </w:r>
      <w:r w:rsidRPr="00001F63">
        <w:t xml:space="preserve">. The </w:t>
      </w:r>
      <w:r w:rsidRPr="00001F63">
        <w:rPr>
          <w:rStyle w:val="Literal"/>
        </w:rPr>
        <w:t>or_insert</w:t>
      </w:r>
      <w:r w:rsidRPr="00001F63">
        <w:t xml:space="preserve"> method returns a mutable</w:t>
      </w:r>
      <w:r>
        <w:t xml:space="preserve"> </w:t>
      </w:r>
      <w:r w:rsidRPr="00001F63">
        <w:t>reference (</w:t>
      </w:r>
      <w:r w:rsidRPr="00001F63">
        <w:rPr>
          <w:rStyle w:val="Literal"/>
        </w:rPr>
        <w:t>&amp;mut V</w:t>
      </w:r>
      <w:r w:rsidRPr="00001F63">
        <w:t>) to the value for the specified key. Here</w:t>
      </w:r>
      <w:r w:rsidR="00C235A5">
        <w:t>,</w:t>
      </w:r>
      <w:r w:rsidRPr="00001F63">
        <w:t xml:space="preserve"> we store that</w:t>
      </w:r>
      <w:r>
        <w:t xml:space="preserve"> </w:t>
      </w:r>
      <w:r w:rsidRPr="00001F63">
        <w:t xml:space="preserve">mutable reference in the </w:t>
      </w:r>
      <w:r w:rsidRPr="00001F63">
        <w:rPr>
          <w:rStyle w:val="Literal"/>
        </w:rPr>
        <w:t>count</w:t>
      </w:r>
      <w:r w:rsidRPr="00001F63">
        <w:t xml:space="preserve"> variable, so in order to assign to that value,</w:t>
      </w:r>
      <w:r>
        <w:t xml:space="preserve"> </w:t>
      </w:r>
      <w:r w:rsidRPr="00001F63">
        <w:t xml:space="preserve">we must first dereference </w:t>
      </w:r>
      <w:r w:rsidRPr="00001F63">
        <w:rPr>
          <w:rStyle w:val="Literal"/>
        </w:rPr>
        <w:t>count</w:t>
      </w:r>
      <w:r w:rsidRPr="00001F63">
        <w:t xml:space="preserve"> using the asterisk (</w:t>
      </w:r>
      <w:r w:rsidRPr="00001F63">
        <w:rPr>
          <w:rStyle w:val="Literal"/>
        </w:rPr>
        <w:t>*</w:t>
      </w:r>
      <w:r w:rsidRPr="00001F63">
        <w:t>). The mutable</w:t>
      </w:r>
      <w:r>
        <w:t xml:space="preserve"> </w:t>
      </w:r>
      <w:r w:rsidRPr="00001F63">
        <w:t xml:space="preserve">reference goes out of scope at the end of the </w:t>
      </w:r>
      <w:r w:rsidRPr="00001F63">
        <w:rPr>
          <w:rStyle w:val="Literal"/>
        </w:rPr>
        <w:t>for</w:t>
      </w:r>
      <w:r w:rsidRPr="00001F63">
        <w:rPr>
          <w:lang w:eastAsia="en-GB"/>
        </w:rPr>
        <w:t xml:space="preserve"> loop, so all of these</w:t>
      </w:r>
      <w:r>
        <w:rPr>
          <w:lang w:eastAsia="en-GB"/>
        </w:rPr>
        <w:t xml:space="preserve"> </w:t>
      </w:r>
      <w:r w:rsidRPr="00001F63">
        <w:rPr>
          <w:lang w:eastAsia="en-GB"/>
        </w:rPr>
        <w:t>changes are safe and allowed by the borrowing rules.</w:t>
      </w:r>
      <w:r w:rsidR="005A0F8C">
        <w:fldChar w:fldCharType="begin"/>
      </w:r>
      <w:r w:rsidR="005A0F8C">
        <w:instrText xml:space="preserve"> XE "entry method endRange" </w:instrText>
      </w:r>
      <w:r w:rsidR="005A0F8C">
        <w:fldChar w:fldCharType="end"/>
      </w:r>
      <w:r w:rsidR="005A0F8C">
        <w:fldChar w:fldCharType="begin"/>
      </w:r>
      <w:r w:rsidR="005A0F8C">
        <w:instrText xml:space="preserve"> XE "Entry type endRange" </w:instrText>
      </w:r>
      <w:r w:rsidR="005A0F8C">
        <w:fldChar w:fldCharType="end"/>
      </w:r>
      <w:r w:rsidR="005A0F8C">
        <w:fldChar w:fldCharType="begin"/>
      </w:r>
      <w:r w:rsidR="005A0F8C">
        <w:instrText xml:space="preserve"> XE "HashMap&lt;K, V&gt; type:entry method on endRange" </w:instrText>
      </w:r>
      <w:r w:rsidR="005A0F8C">
        <w:fldChar w:fldCharType="end"/>
      </w:r>
      <w:r w:rsidR="00C94717">
        <w:fldChar w:fldCharType="begin"/>
      </w:r>
      <w:r w:rsidR="00C94717">
        <w:instrText xml:space="preserve"> XE "HashMap&lt;K, V&gt; type:updating endRange" </w:instrText>
      </w:r>
      <w:r w:rsidR="00C94717">
        <w:fldChar w:fldCharType="end"/>
      </w:r>
    </w:p>
    <w:bookmarkStart w:id="70" w:name="hashing-functions"/>
    <w:bookmarkStart w:id="71" w:name="_Toc106363843"/>
    <w:bookmarkEnd w:id="70"/>
    <w:p w14:paraId="249F9417" w14:textId="575CF78A" w:rsidR="00001F63" w:rsidRPr="00001F63" w:rsidRDefault="001F6D6C" w:rsidP="00001F63">
      <w:pPr>
        <w:pStyle w:val="HeadB"/>
        <w:rPr>
          <w:lang w:eastAsia="en-GB"/>
        </w:rPr>
      </w:pPr>
      <w:r>
        <w:fldChar w:fldCharType="begin"/>
      </w:r>
      <w:r>
        <w:instrText xml:space="preserve"> XE "hashing function startRange" </w:instrText>
      </w:r>
      <w:r>
        <w:fldChar w:fldCharType="end"/>
      </w:r>
      <w:r>
        <w:fldChar w:fldCharType="begin"/>
      </w:r>
      <w:r>
        <w:instrText xml:space="preserve"> XE "</w:instrText>
      </w:r>
      <w:r w:rsidR="00A71D69">
        <w:instrText>hasher</w:instrText>
      </w:r>
      <w:r>
        <w:instrText xml:space="preserve"> startRange" </w:instrText>
      </w:r>
      <w:r>
        <w:fldChar w:fldCharType="end"/>
      </w:r>
      <w:r w:rsidR="00001F63" w:rsidRPr="00001F63">
        <w:rPr>
          <w:lang w:eastAsia="en-GB"/>
        </w:rPr>
        <w:t>Hashing Functions</w:t>
      </w:r>
      <w:bookmarkEnd w:id="71"/>
    </w:p>
    <w:p w14:paraId="1900FD77" w14:textId="24C98EB7" w:rsidR="00001F63" w:rsidRPr="00001F63" w:rsidRDefault="00001F63" w:rsidP="00001F63">
      <w:pPr>
        <w:pStyle w:val="Body"/>
        <w:rPr>
          <w:lang w:eastAsia="en-GB"/>
        </w:rPr>
      </w:pPr>
      <w:r w:rsidRPr="00001F63">
        <w:t xml:space="preserve">By default, </w:t>
      </w:r>
      <w:r w:rsidRPr="00001F63">
        <w:rPr>
          <w:rStyle w:val="Literal"/>
        </w:rPr>
        <w:t>HashMap</w:t>
      </w:r>
      <w:r w:rsidRPr="00001F63">
        <w:t xml:space="preserve"> uses a hashing function called </w:t>
      </w:r>
      <w:r w:rsidRPr="003C138E">
        <w:rPr>
          <w:rStyle w:val="Italic"/>
        </w:rPr>
        <w:t>SipHash</w:t>
      </w:r>
      <w:r w:rsidRPr="00001F63">
        <w:t xml:space="preserve"> that can provide</w:t>
      </w:r>
      <w:r>
        <w:t xml:space="preserve"> </w:t>
      </w:r>
      <w:r w:rsidRPr="00001F63">
        <w:t xml:space="preserve">resistance to </w:t>
      </w:r>
      <w:r w:rsidR="00C235A5">
        <w:t>d</w:t>
      </w:r>
      <w:r w:rsidRPr="00001F63">
        <w:t>enial</w:t>
      </w:r>
      <w:r w:rsidR="00563F96">
        <w:t>-</w:t>
      </w:r>
      <w:r w:rsidRPr="00001F63">
        <w:t>of</w:t>
      </w:r>
      <w:r w:rsidR="00563F96">
        <w:t>-</w:t>
      </w:r>
      <w:r w:rsidR="00C235A5">
        <w:t>s</w:t>
      </w:r>
      <w:r w:rsidRPr="00001F63">
        <w:t>ervice (DoS) attacks involving hash tables. This is</w:t>
      </w:r>
      <w:r>
        <w:t xml:space="preserve"> </w:t>
      </w:r>
      <w:r w:rsidRPr="00001F63">
        <w:t>not the fastest hashing algorithm available, but the trade-off for better</w:t>
      </w:r>
      <w:r>
        <w:t xml:space="preserve"> </w:t>
      </w:r>
      <w:r w:rsidRPr="00001F63">
        <w:t>security that comes with the drop in performance is worth it. If you profile</w:t>
      </w:r>
      <w:r>
        <w:t xml:space="preserve"> </w:t>
      </w:r>
      <w:r w:rsidRPr="00001F63">
        <w:t>your code and find that the default hash function is too slow for your</w:t>
      </w:r>
      <w:r>
        <w:t xml:space="preserve"> </w:t>
      </w:r>
      <w:r w:rsidRPr="00001F63">
        <w:t>purposes, you can switch to another function by specifying a different hasher.</w:t>
      </w:r>
      <w:r>
        <w:t xml:space="preserve"> </w:t>
      </w:r>
      <w:r w:rsidRPr="00001F63">
        <w:t xml:space="preserve">A </w:t>
      </w:r>
      <w:r w:rsidRPr="003C138E">
        <w:rPr>
          <w:rStyle w:val="Italic"/>
        </w:rPr>
        <w:t>hasher</w:t>
      </w:r>
      <w:r w:rsidRPr="00001F63">
        <w:t xml:space="preserve"> is a type that implements the </w:t>
      </w:r>
      <w:r w:rsidRPr="00001F63">
        <w:rPr>
          <w:rStyle w:val="Literal"/>
        </w:rPr>
        <w:t>BuildHasher</w:t>
      </w:r>
      <w:r w:rsidRPr="00001F63">
        <w:t xml:space="preserve"> trait. We’ll talk about</w:t>
      </w:r>
      <w:r>
        <w:t xml:space="preserve"> </w:t>
      </w:r>
      <w:r w:rsidRPr="00001F63">
        <w:t>traits and how to implement them in</w:t>
      </w:r>
      <w:r w:rsidR="004A2D02">
        <w:t xml:space="preserve"> </w:t>
      </w:r>
      <w:r w:rsidR="004A2D02" w:rsidRPr="00192FAA">
        <w:rPr>
          <w:rStyle w:val="Xref"/>
        </w:rPr>
        <w:t>Chapter</w:t>
      </w:r>
      <w:r w:rsidRPr="00192FAA">
        <w:rPr>
          <w:rStyle w:val="Xref"/>
        </w:rPr>
        <w:t xml:space="preserve"> 10</w:t>
      </w:r>
      <w:r w:rsidRPr="00001F63">
        <w:t>. You don’t necessarily have to</w:t>
      </w:r>
      <w:r>
        <w:t xml:space="preserve"> </w:t>
      </w:r>
      <w:r w:rsidRPr="00001F63">
        <w:t xml:space="preserve">implement your own hasher from scratch; </w:t>
      </w:r>
      <w:hyperlink r:id="rId15" w:history="1">
        <w:r w:rsidRPr="009E2DFC">
          <w:rPr>
            <w:rStyle w:val="LinkURL"/>
          </w:rPr>
          <w:t>https://crates.io</w:t>
        </w:r>
      </w:hyperlink>
      <w:r w:rsidRPr="009E2DFC">
        <w:rPr>
          <w:rStyle w:val="LinkURL"/>
        </w:rPr>
        <w:t xml:space="preserve"> </w:t>
      </w:r>
      <w:r w:rsidRPr="00001F63">
        <w:rPr>
          <w:lang w:eastAsia="en-GB"/>
        </w:rPr>
        <w:t>has libraries</w:t>
      </w:r>
      <w:r>
        <w:rPr>
          <w:lang w:eastAsia="en-GB"/>
        </w:rPr>
        <w:t xml:space="preserve"> </w:t>
      </w:r>
      <w:r w:rsidRPr="00001F63">
        <w:rPr>
          <w:lang w:eastAsia="en-GB"/>
        </w:rPr>
        <w:t>shared by other Rust users that provide hashers implementing many common</w:t>
      </w:r>
      <w:r>
        <w:rPr>
          <w:lang w:eastAsia="en-GB"/>
        </w:rPr>
        <w:t xml:space="preserve"> </w:t>
      </w:r>
      <w:r w:rsidRPr="00001F63">
        <w:rPr>
          <w:lang w:eastAsia="en-GB"/>
        </w:rPr>
        <w:t>hashing algorithms.</w:t>
      </w:r>
      <w:r w:rsidR="00A71D69">
        <w:fldChar w:fldCharType="begin"/>
      </w:r>
      <w:r w:rsidR="00A71D69">
        <w:instrText xml:space="preserve"> XE "hashing function endRange" </w:instrText>
      </w:r>
      <w:r w:rsidR="00A71D69">
        <w:fldChar w:fldCharType="end"/>
      </w:r>
      <w:r w:rsidR="00A71D69">
        <w:fldChar w:fldCharType="begin"/>
      </w:r>
      <w:r w:rsidR="00A71D69">
        <w:instrText xml:space="preserve"> XE "hasher endRange" </w:instrText>
      </w:r>
      <w:r w:rsidR="00A71D69">
        <w:fldChar w:fldCharType="end"/>
      </w:r>
      <w:r w:rsidR="00DF0B91">
        <w:fldChar w:fldCharType="begin"/>
      </w:r>
      <w:r w:rsidR="00DF0B91">
        <w:instrText xml:space="preserve"> XE "HashMap&lt;K, V&gt; type endRange" </w:instrText>
      </w:r>
      <w:r w:rsidR="00DF0B91">
        <w:fldChar w:fldCharType="end"/>
      </w:r>
    </w:p>
    <w:p w14:paraId="5608802B" w14:textId="77777777" w:rsidR="00001F63" w:rsidRPr="00001F63" w:rsidRDefault="00001F63" w:rsidP="00001F63">
      <w:pPr>
        <w:pStyle w:val="HeadA"/>
        <w:rPr>
          <w:lang w:eastAsia="en-GB"/>
        </w:rPr>
      </w:pPr>
      <w:bookmarkStart w:id="72" w:name="summary"/>
      <w:bookmarkStart w:id="73" w:name="_Toc106363844"/>
      <w:bookmarkEnd w:id="72"/>
      <w:r w:rsidRPr="00001F63">
        <w:rPr>
          <w:lang w:eastAsia="en-GB"/>
        </w:rPr>
        <w:t>Summary</w:t>
      </w:r>
      <w:bookmarkEnd w:id="73"/>
    </w:p>
    <w:p w14:paraId="1F29C578" w14:textId="0088288E" w:rsidR="00001F63" w:rsidRPr="00001F63" w:rsidRDefault="00001F63" w:rsidP="00001F63">
      <w:pPr>
        <w:pStyle w:val="Body"/>
        <w:rPr>
          <w:lang w:eastAsia="en-GB"/>
        </w:rPr>
      </w:pPr>
      <w:r w:rsidRPr="00001F63">
        <w:rPr>
          <w:lang w:eastAsia="en-GB"/>
        </w:rPr>
        <w:t>Vectors, strings, and hash maps will provide a large amount of functionality</w:t>
      </w:r>
      <w:r>
        <w:rPr>
          <w:lang w:eastAsia="en-GB"/>
        </w:rPr>
        <w:t xml:space="preserve"> </w:t>
      </w:r>
      <w:r w:rsidRPr="00001F63">
        <w:rPr>
          <w:lang w:eastAsia="en-GB"/>
        </w:rPr>
        <w:t>necessary in programs when you need to store, access, and modify data. Here are</w:t>
      </w:r>
      <w:r>
        <w:rPr>
          <w:lang w:eastAsia="en-GB"/>
        </w:rPr>
        <w:t xml:space="preserve"> </w:t>
      </w:r>
      <w:r w:rsidRPr="00001F63">
        <w:rPr>
          <w:lang w:eastAsia="en-GB"/>
        </w:rPr>
        <w:t>some exercises you should now be equipped to solve:</w:t>
      </w:r>
    </w:p>
    <w:p w14:paraId="208949E3" w14:textId="16C1AD05" w:rsidR="00001F63" w:rsidRPr="00001F63" w:rsidRDefault="00001F63" w:rsidP="009E2DFC">
      <w:pPr>
        <w:pStyle w:val="ListNumber"/>
        <w:rPr>
          <w:lang w:eastAsia="en-GB"/>
        </w:rPr>
      </w:pPr>
      <w:r w:rsidRPr="00001F63">
        <w:rPr>
          <w:lang w:eastAsia="en-GB"/>
        </w:rPr>
        <w:t>Given a list of integers, use a vector and return the median (when sorted,</w:t>
      </w:r>
      <w:r>
        <w:rPr>
          <w:lang w:eastAsia="en-GB"/>
        </w:rPr>
        <w:t xml:space="preserve"> </w:t>
      </w:r>
      <w:r w:rsidRPr="00001F63">
        <w:rPr>
          <w:lang w:eastAsia="en-GB"/>
        </w:rPr>
        <w:t>the value in the middle position) and mode (the value that occurs most often;</w:t>
      </w:r>
      <w:r>
        <w:rPr>
          <w:lang w:eastAsia="en-GB"/>
        </w:rPr>
        <w:t xml:space="preserve"> </w:t>
      </w:r>
      <w:r w:rsidRPr="00001F63">
        <w:rPr>
          <w:lang w:eastAsia="en-GB"/>
        </w:rPr>
        <w:t xml:space="preserve">a </w:t>
      </w:r>
      <w:r w:rsidRPr="00001F63">
        <w:rPr>
          <w:lang w:eastAsia="en-GB"/>
        </w:rPr>
        <w:lastRenderedPageBreak/>
        <w:t>hash map will be helpful here) of the list.</w:t>
      </w:r>
    </w:p>
    <w:p w14:paraId="4DE45345" w14:textId="1CCC02ED" w:rsidR="00001F63" w:rsidRPr="00001F63" w:rsidRDefault="00001F63" w:rsidP="009E2DFC">
      <w:pPr>
        <w:pStyle w:val="ListNumber"/>
        <w:rPr>
          <w:lang w:eastAsia="en-GB"/>
        </w:rPr>
      </w:pPr>
      <w:r w:rsidRPr="00001F63">
        <w:rPr>
          <w:lang w:eastAsia="en-GB"/>
        </w:rPr>
        <w:t xml:space="preserve">Convert strings to </w:t>
      </w:r>
      <w:bookmarkStart w:id="74" w:name="_Hlk109912081"/>
      <w:r w:rsidRPr="00001F63">
        <w:rPr>
          <w:lang w:eastAsia="en-GB"/>
        </w:rPr>
        <w:t>pig latin</w:t>
      </w:r>
      <w:bookmarkEnd w:id="74"/>
      <w:r w:rsidRPr="00001F63">
        <w:rPr>
          <w:lang w:eastAsia="en-GB"/>
        </w:rPr>
        <w:t>. The first consonant of each word is moved to</w:t>
      </w:r>
      <w:r>
        <w:rPr>
          <w:lang w:eastAsia="en-GB"/>
        </w:rPr>
        <w:t xml:space="preserve"> </w:t>
      </w:r>
      <w:r w:rsidRPr="00001F63">
        <w:rPr>
          <w:lang w:eastAsia="en-GB"/>
        </w:rPr>
        <w:t xml:space="preserve">the end of the word and </w:t>
      </w:r>
      <w:r w:rsidRPr="00785D7D">
        <w:rPr>
          <w:rStyle w:val="Italic"/>
        </w:rPr>
        <w:t>ay</w:t>
      </w:r>
      <w:r w:rsidRPr="00001F63">
        <w:rPr>
          <w:lang w:eastAsia="en-GB"/>
        </w:rPr>
        <w:t xml:space="preserve"> is added, so </w:t>
      </w:r>
      <w:r w:rsidRPr="00785D7D">
        <w:rPr>
          <w:rStyle w:val="Italic"/>
        </w:rPr>
        <w:t>first</w:t>
      </w:r>
      <w:r w:rsidRPr="00001F63">
        <w:rPr>
          <w:lang w:eastAsia="en-GB"/>
        </w:rPr>
        <w:t xml:space="preserve"> becomes </w:t>
      </w:r>
      <w:r w:rsidRPr="00785D7D">
        <w:rPr>
          <w:rStyle w:val="Italic"/>
        </w:rPr>
        <w:t>irst-fay</w:t>
      </w:r>
      <w:r w:rsidRPr="00001F63">
        <w:rPr>
          <w:lang w:eastAsia="en-GB"/>
        </w:rPr>
        <w:t>. Words</w:t>
      </w:r>
      <w:r>
        <w:rPr>
          <w:lang w:eastAsia="en-GB"/>
        </w:rPr>
        <w:t xml:space="preserve"> </w:t>
      </w:r>
      <w:r w:rsidRPr="00001F63">
        <w:rPr>
          <w:lang w:eastAsia="en-GB"/>
        </w:rPr>
        <w:t xml:space="preserve">that start with a vowel have </w:t>
      </w:r>
      <w:r w:rsidRPr="00785D7D">
        <w:rPr>
          <w:rStyle w:val="Italic"/>
        </w:rPr>
        <w:t>hay</w:t>
      </w:r>
      <w:r w:rsidRPr="00001F63">
        <w:rPr>
          <w:lang w:eastAsia="en-GB"/>
        </w:rPr>
        <w:t xml:space="preserve"> added to the end instead (</w:t>
      </w:r>
      <w:r w:rsidRPr="00785D7D">
        <w:rPr>
          <w:rStyle w:val="Italic"/>
        </w:rPr>
        <w:t>apple</w:t>
      </w:r>
      <w:r w:rsidRPr="00001F63">
        <w:rPr>
          <w:lang w:eastAsia="en-GB"/>
        </w:rPr>
        <w:t xml:space="preserve"> becomes</w:t>
      </w:r>
      <w:r>
        <w:rPr>
          <w:lang w:eastAsia="en-GB"/>
        </w:rPr>
        <w:t xml:space="preserve"> </w:t>
      </w:r>
      <w:r w:rsidRPr="00785D7D">
        <w:rPr>
          <w:rStyle w:val="Italic"/>
        </w:rPr>
        <w:t>apple-hay</w:t>
      </w:r>
      <w:r w:rsidRPr="00001F63">
        <w:rPr>
          <w:lang w:eastAsia="en-GB"/>
        </w:rPr>
        <w:t>). Keep in mind the details about UTF-8 encoding!</w:t>
      </w:r>
    </w:p>
    <w:p w14:paraId="4B5B54AF" w14:textId="6374D7D2" w:rsidR="00001F63" w:rsidRPr="00001F63" w:rsidRDefault="00001F63" w:rsidP="009E2DFC">
      <w:pPr>
        <w:pStyle w:val="ListNumber"/>
        <w:rPr>
          <w:lang w:eastAsia="en-GB"/>
        </w:rPr>
      </w:pPr>
      <w:r w:rsidRPr="00001F63">
        <w:rPr>
          <w:lang w:eastAsia="en-GB"/>
        </w:rPr>
        <w:t>Using a hash map and vectors, create a text interface to allow a user to add</w:t>
      </w:r>
      <w:r>
        <w:rPr>
          <w:lang w:eastAsia="en-GB"/>
        </w:rPr>
        <w:t xml:space="preserve"> </w:t>
      </w:r>
      <w:r w:rsidRPr="00001F63">
        <w:rPr>
          <w:lang w:eastAsia="en-GB"/>
        </w:rPr>
        <w:t>employee names to a department in a company</w:t>
      </w:r>
      <w:r w:rsidR="00C0331A">
        <w:rPr>
          <w:lang w:eastAsia="en-GB"/>
        </w:rPr>
        <w:t>; f</w:t>
      </w:r>
      <w:r w:rsidRPr="00001F63">
        <w:rPr>
          <w:lang w:eastAsia="en-GB"/>
        </w:rPr>
        <w:t>or example, “Add Sally to</w:t>
      </w:r>
      <w:r>
        <w:rPr>
          <w:lang w:eastAsia="en-GB"/>
        </w:rPr>
        <w:t xml:space="preserve"> </w:t>
      </w:r>
      <w:r w:rsidRPr="00001F63">
        <w:rPr>
          <w:lang w:eastAsia="en-GB"/>
        </w:rPr>
        <w:t>Engineering” or “Add Amir to Sales.” Then let the user retrieve a list of all</w:t>
      </w:r>
      <w:r>
        <w:rPr>
          <w:lang w:eastAsia="en-GB"/>
        </w:rPr>
        <w:t xml:space="preserve"> </w:t>
      </w:r>
      <w:r w:rsidRPr="00001F63">
        <w:rPr>
          <w:lang w:eastAsia="en-GB"/>
        </w:rPr>
        <w:t>people in a department or all people in the company by department, sorted</w:t>
      </w:r>
      <w:r>
        <w:rPr>
          <w:lang w:eastAsia="en-GB"/>
        </w:rPr>
        <w:t xml:space="preserve"> </w:t>
      </w:r>
      <w:r w:rsidRPr="00001F63">
        <w:rPr>
          <w:lang w:eastAsia="en-GB"/>
        </w:rPr>
        <w:t>alphabetically.</w:t>
      </w:r>
    </w:p>
    <w:p w14:paraId="09CC9685" w14:textId="25B5EF8C" w:rsidR="00001F63" w:rsidRPr="00001F63" w:rsidRDefault="00001F63" w:rsidP="00001F63">
      <w:pPr>
        <w:pStyle w:val="Body"/>
        <w:rPr>
          <w:lang w:eastAsia="en-GB"/>
        </w:rPr>
      </w:pPr>
      <w:r w:rsidRPr="00001F63">
        <w:rPr>
          <w:lang w:eastAsia="en-GB"/>
        </w:rPr>
        <w:t>The standard library API documentation describes methods that vectors, strings,</w:t>
      </w:r>
      <w:r>
        <w:rPr>
          <w:lang w:eastAsia="en-GB"/>
        </w:rPr>
        <w:t xml:space="preserve"> </w:t>
      </w:r>
      <w:r w:rsidRPr="00001F63">
        <w:rPr>
          <w:lang w:eastAsia="en-GB"/>
        </w:rPr>
        <w:t>and hash maps have that will be helpful for these exercises!</w:t>
      </w:r>
      <w:r w:rsidR="00093080">
        <w:fldChar w:fldCharType="begin"/>
      </w:r>
      <w:r w:rsidR="00093080">
        <w:instrText xml:space="preserve"> XE "</w:instrText>
      </w:r>
      <w:r w:rsidR="00093080" w:rsidRPr="00BE574B">
        <w:instrText xml:space="preserve">collections </w:instrText>
      </w:r>
      <w:r w:rsidR="00093080">
        <w:instrText>end</w:instrText>
      </w:r>
      <w:r w:rsidR="00093080" w:rsidRPr="00BE574B">
        <w:instrText>Range</w:instrText>
      </w:r>
      <w:r w:rsidR="00093080">
        <w:instrText xml:space="preserve">" </w:instrText>
      </w:r>
      <w:r w:rsidR="00093080">
        <w:fldChar w:fldCharType="end"/>
      </w:r>
    </w:p>
    <w:p w14:paraId="08B710BC" w14:textId="14888F39" w:rsidR="00001F63" w:rsidRPr="00001F63" w:rsidRDefault="00001F63" w:rsidP="00001F63">
      <w:pPr>
        <w:pStyle w:val="Body"/>
        <w:rPr>
          <w:lang w:eastAsia="en-GB"/>
        </w:rPr>
      </w:pPr>
      <w:r w:rsidRPr="00001F63">
        <w:rPr>
          <w:lang w:eastAsia="en-GB"/>
        </w:rPr>
        <w:t>We’re getting into more complex programs in which operations can fail, so it’s</w:t>
      </w:r>
      <w:r>
        <w:rPr>
          <w:lang w:eastAsia="en-GB"/>
        </w:rPr>
        <w:t xml:space="preserve"> </w:t>
      </w:r>
      <w:r w:rsidRPr="00001F63">
        <w:rPr>
          <w:lang w:eastAsia="en-GB"/>
        </w:rPr>
        <w:t>a perfect time to discuss error handling. We’ll do that next!</w:t>
      </w:r>
    </w:p>
    <w:sectPr w:rsidR="00001F63" w:rsidRPr="00001F63">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Carol Nichols" w:date="2022-08-24T19:56:00Z" w:initials="CN">
    <w:p w14:paraId="50FDA7F4" w14:textId="77777777" w:rsidR="004A066D" w:rsidRDefault="004A066D" w:rsidP="005D42E1">
      <w:r>
        <w:rPr>
          <w:rStyle w:val="CommentReference"/>
        </w:rPr>
        <w:annotationRef/>
      </w:r>
      <w:r>
        <w:rPr>
          <w:sz w:val="20"/>
          <w:szCs w:val="20"/>
        </w:rPr>
        <w:t>So this type is pronounced “string slice” as mentioned in chapter 4, so I think “a” is appropriate here.</w:t>
      </w:r>
    </w:p>
  </w:comment>
  <w:comment w:id="31" w:author="Audrey Doyle" w:date="2022-08-23T16:33:00Z" w:initials="A">
    <w:p w14:paraId="233B493C" w14:textId="7AA61D08" w:rsidR="00A13A55" w:rsidRDefault="00A13A55">
      <w:pPr>
        <w:pStyle w:val="CommentText"/>
      </w:pPr>
      <w:r>
        <w:rPr>
          <w:rStyle w:val="CommentReference"/>
        </w:rPr>
        <w:annotationRef/>
      </w:r>
      <w:r>
        <w:t>Carol, edits OK?</w:t>
      </w:r>
    </w:p>
  </w:comment>
  <w:comment w:id="32" w:author="Carol Nichols" w:date="2022-08-24T19:57:00Z" w:initials="CN">
    <w:p w14:paraId="2FDB8616" w14:textId="77777777" w:rsidR="00EB2330" w:rsidRDefault="00EB2330" w:rsidP="00F52B01">
      <w:r>
        <w:rPr>
          <w:rStyle w:val="CommentReference"/>
        </w:rPr>
        <w:annotationRef/>
      </w:r>
      <w:r>
        <w:rPr>
          <w:sz w:val="20"/>
          <w:szCs w:val="20"/>
        </w:rPr>
        <w:t>Mmm it doesn’t really have to do with the contents of the strings being combined, which is what this sounds like it’s saying. It’s more about combining lots of string variables with lots of string literals. How’s this edit?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FDA7F4" w15:done="0"/>
  <w15:commentEx w15:paraId="233B493C" w15:done="0"/>
  <w15:commentEx w15:paraId="2FDB8616" w15:paraIdParent="233B49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100E1" w16cex:dateUtc="2022-08-24T23:56:00Z"/>
  <w16cex:commentExtensible w16cex:durableId="26AF7FF6" w16cex:dateUtc="2022-08-23T20:33:00Z"/>
  <w16cex:commentExtensible w16cex:durableId="26B10133" w16cex:dateUtc="2022-08-24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FDA7F4" w16cid:durableId="26B100E1"/>
  <w16cid:commentId w16cid:paraId="233B493C" w16cid:durableId="26AF7FF6"/>
  <w16cid:commentId w16cid:paraId="2FDB8616" w16cid:durableId="26B101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E63A3" w14:textId="77777777" w:rsidR="00136AC9" w:rsidRDefault="00136AC9" w:rsidP="009E51C3">
      <w:pPr>
        <w:spacing w:after="0" w:line="240" w:lineRule="auto"/>
      </w:pPr>
      <w:r>
        <w:separator/>
      </w:r>
    </w:p>
  </w:endnote>
  <w:endnote w:type="continuationSeparator" w:id="0">
    <w:p w14:paraId="094B107D" w14:textId="77777777" w:rsidR="00136AC9" w:rsidRDefault="00136AC9"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altName w:val="Calibri"/>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variable"/>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0"/>
    <w:family w:val="auto"/>
    <w:pitch w:val="variable"/>
    <w:sig w:usb0="8000002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Nirmala UI">
    <w:panose1 w:val="020B0502040204020203"/>
    <w:charset w:val="00"/>
    <w:family w:val="swiss"/>
    <w:pitch w:val="variable"/>
    <w:sig w:usb0="80FF8023" w:usb1="0200004A" w:usb2="000002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6C26" w14:textId="77777777" w:rsidR="00136AC9" w:rsidRDefault="00136AC9" w:rsidP="009E51C3">
      <w:pPr>
        <w:spacing w:after="0" w:line="240" w:lineRule="auto"/>
      </w:pPr>
      <w:r>
        <w:separator/>
      </w:r>
    </w:p>
  </w:footnote>
  <w:footnote w:type="continuationSeparator" w:id="0">
    <w:p w14:paraId="3EDC8F4D" w14:textId="77777777" w:rsidR="00136AC9" w:rsidRDefault="00136AC9"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2BC55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E606D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1F81F4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47C185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2E862A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F1C9E8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0F2B24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934AF7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31E032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C2E90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A175609"/>
    <w:multiLevelType w:val="multilevel"/>
    <w:tmpl w:val="D80E32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FB6E03"/>
    <w:multiLevelType w:val="multilevel"/>
    <w:tmpl w:val="706E9F88"/>
    <w:styleLink w:val="ChapterNumbering"/>
    <w:lvl w:ilvl="0">
      <w:start w:val="1"/>
      <w:numFmt w:val="decimal"/>
      <w:suff w:val="nothing"/>
      <w:lvlText w:val="%1"/>
      <w:lvlJc w:val="left"/>
      <w:pPr>
        <w:ind w:left="432" w:hanging="432"/>
      </w:pPr>
      <w:rPr>
        <w:rFonts w:hint="default"/>
      </w:rPr>
    </w:lvl>
    <w:lvl w:ilvl="1">
      <w:start w:val="1"/>
      <w:numFmt w:val="decimal"/>
      <w:lvlRestart w:val="0"/>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Restart w:val="1"/>
      <w:lvlText w:val="Figure %1-%5"/>
      <w:lvlJc w:val="left"/>
      <w:pPr>
        <w:tabs>
          <w:tab w:val="num" w:pos="1440"/>
        </w:tabs>
        <w:ind w:left="1440" w:hanging="1440"/>
      </w:pPr>
      <w:rPr>
        <w:rFonts w:hint="default"/>
      </w:rPr>
    </w:lvl>
    <w:lvl w:ilvl="5">
      <w:start w:val="1"/>
      <w:numFmt w:val="decimal"/>
      <w:lvlRestart w:val="1"/>
      <w:lvlText w:val="Table %1-%6"/>
      <w:lvlJc w:val="left"/>
      <w:pPr>
        <w:tabs>
          <w:tab w:val="num" w:pos="1440"/>
        </w:tabs>
        <w:ind w:left="1440" w:hanging="1440"/>
      </w:pPr>
      <w:rPr>
        <w:rFonts w:hint="default"/>
      </w:rPr>
    </w:lvl>
    <w:lvl w:ilvl="6">
      <w:start w:val="1"/>
      <w:numFmt w:val="decimal"/>
      <w:lvlRestart w:val="1"/>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6292768"/>
    <w:multiLevelType w:val="multilevel"/>
    <w:tmpl w:val="706E9F88"/>
    <w:numStyleLink w:val="ChapterNumbering"/>
  </w:abstractNum>
  <w:abstractNum w:abstractNumId="16"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8"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F829CF"/>
    <w:multiLevelType w:val="multilevel"/>
    <w:tmpl w:val="EE1E9ABA"/>
    <w:lvl w:ilvl="0">
      <w:start w:val="1"/>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02B48BB"/>
    <w:multiLevelType w:val="multilevel"/>
    <w:tmpl w:val="FD10F45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5"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0326A8"/>
    <w:multiLevelType w:val="multilevel"/>
    <w:tmpl w:val="731C71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295794"/>
    <w:multiLevelType w:val="multilevel"/>
    <w:tmpl w:val="706E9F88"/>
    <w:numStyleLink w:val="ChapterNumbering"/>
  </w:abstractNum>
  <w:num w:numId="1" w16cid:durableId="1956061317">
    <w:abstractNumId w:val="13"/>
  </w:num>
  <w:num w:numId="2" w16cid:durableId="1996297089">
    <w:abstractNumId w:val="22"/>
  </w:num>
  <w:num w:numId="3" w16cid:durableId="1997300855">
    <w:abstractNumId w:val="24"/>
  </w:num>
  <w:num w:numId="4" w16cid:durableId="1513832345">
    <w:abstractNumId w:val="17"/>
  </w:num>
  <w:num w:numId="5" w16cid:durableId="708382885">
    <w:abstractNumId w:val="23"/>
  </w:num>
  <w:num w:numId="6" w16cid:durableId="1557743462">
    <w:abstractNumId w:val="16"/>
  </w:num>
  <w:num w:numId="7" w16cid:durableId="1324698336">
    <w:abstractNumId w:val="19"/>
  </w:num>
  <w:num w:numId="8" w16cid:durableId="1568304607">
    <w:abstractNumId w:val="25"/>
  </w:num>
  <w:num w:numId="9" w16cid:durableId="2099060168">
    <w:abstractNumId w:val="18"/>
  </w:num>
  <w:num w:numId="10" w16cid:durableId="811022083">
    <w:abstractNumId w:val="14"/>
  </w:num>
  <w:num w:numId="11" w16cid:durableId="1588462499">
    <w:abstractNumId w:val="11"/>
  </w:num>
  <w:num w:numId="12" w16cid:durableId="579173228">
    <w:abstractNumId w:val="15"/>
  </w:num>
  <w:num w:numId="13" w16cid:durableId="1337734053">
    <w:abstractNumId w:val="27"/>
  </w:num>
  <w:num w:numId="14" w16cid:durableId="265119271">
    <w:abstractNumId w:val="0"/>
  </w:num>
  <w:num w:numId="15" w16cid:durableId="1889536246">
    <w:abstractNumId w:val="20"/>
  </w:num>
  <w:num w:numId="16" w16cid:durableId="1724135982">
    <w:abstractNumId w:val="10"/>
  </w:num>
  <w:num w:numId="17" w16cid:durableId="1229337941">
    <w:abstractNumId w:val="8"/>
  </w:num>
  <w:num w:numId="18" w16cid:durableId="749352780">
    <w:abstractNumId w:val="7"/>
  </w:num>
  <w:num w:numId="19" w16cid:durableId="726105828">
    <w:abstractNumId w:val="6"/>
  </w:num>
  <w:num w:numId="20" w16cid:durableId="90665908">
    <w:abstractNumId w:val="5"/>
  </w:num>
  <w:num w:numId="21" w16cid:durableId="527573484">
    <w:abstractNumId w:val="9"/>
  </w:num>
  <w:num w:numId="22" w16cid:durableId="270554062">
    <w:abstractNumId w:val="4"/>
  </w:num>
  <w:num w:numId="23" w16cid:durableId="1497651222">
    <w:abstractNumId w:val="3"/>
  </w:num>
  <w:num w:numId="24" w16cid:durableId="1899898076">
    <w:abstractNumId w:val="2"/>
  </w:num>
  <w:num w:numId="25" w16cid:durableId="1227179654">
    <w:abstractNumId w:val="1"/>
  </w:num>
  <w:num w:numId="26" w16cid:durableId="981696045">
    <w:abstractNumId w:val="21"/>
  </w:num>
  <w:num w:numId="27" w16cid:durableId="1608199182">
    <w:abstractNumId w:val="26"/>
  </w:num>
  <w:num w:numId="28" w16cid:durableId="1045833645">
    <w:abstractNumId w:val="12"/>
  </w:num>
  <w:num w:numId="29" w16cid:durableId="1200095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3"/>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63"/>
    <w:rsid w:val="00001F63"/>
    <w:rsid w:val="0001390B"/>
    <w:rsid w:val="00013A0F"/>
    <w:rsid w:val="00015785"/>
    <w:rsid w:val="000251C2"/>
    <w:rsid w:val="00026A3C"/>
    <w:rsid w:val="00027719"/>
    <w:rsid w:val="00032AFB"/>
    <w:rsid w:val="000344CA"/>
    <w:rsid w:val="00035713"/>
    <w:rsid w:val="00044C60"/>
    <w:rsid w:val="0005012C"/>
    <w:rsid w:val="00051E99"/>
    <w:rsid w:val="00052436"/>
    <w:rsid w:val="00053E72"/>
    <w:rsid w:val="00057F86"/>
    <w:rsid w:val="0006127C"/>
    <w:rsid w:val="000667BA"/>
    <w:rsid w:val="000711B8"/>
    <w:rsid w:val="00071727"/>
    <w:rsid w:val="0007352C"/>
    <w:rsid w:val="000775C2"/>
    <w:rsid w:val="00077AD8"/>
    <w:rsid w:val="00080824"/>
    <w:rsid w:val="00093080"/>
    <w:rsid w:val="000934C9"/>
    <w:rsid w:val="00093911"/>
    <w:rsid w:val="00094EDE"/>
    <w:rsid w:val="000A07BA"/>
    <w:rsid w:val="000A6C07"/>
    <w:rsid w:val="000B0A4A"/>
    <w:rsid w:val="000B1B60"/>
    <w:rsid w:val="000B6D77"/>
    <w:rsid w:val="000B7E2C"/>
    <w:rsid w:val="000C187B"/>
    <w:rsid w:val="000C3488"/>
    <w:rsid w:val="000C3FA9"/>
    <w:rsid w:val="000C4DBF"/>
    <w:rsid w:val="000C4FFF"/>
    <w:rsid w:val="000D66EC"/>
    <w:rsid w:val="000E23FE"/>
    <w:rsid w:val="000E291C"/>
    <w:rsid w:val="000E7CB5"/>
    <w:rsid w:val="000F14AB"/>
    <w:rsid w:val="000F4DF1"/>
    <w:rsid w:val="000F70F5"/>
    <w:rsid w:val="000F719F"/>
    <w:rsid w:val="00107966"/>
    <w:rsid w:val="00110424"/>
    <w:rsid w:val="00112E75"/>
    <w:rsid w:val="00113E0A"/>
    <w:rsid w:val="00115947"/>
    <w:rsid w:val="00122DE8"/>
    <w:rsid w:val="00123638"/>
    <w:rsid w:val="00131BCD"/>
    <w:rsid w:val="00133123"/>
    <w:rsid w:val="00136AC9"/>
    <w:rsid w:val="001435B6"/>
    <w:rsid w:val="00147C28"/>
    <w:rsid w:val="001549E3"/>
    <w:rsid w:val="0015557B"/>
    <w:rsid w:val="00156652"/>
    <w:rsid w:val="00156BB4"/>
    <w:rsid w:val="0017571A"/>
    <w:rsid w:val="00176833"/>
    <w:rsid w:val="00176BE2"/>
    <w:rsid w:val="001862DB"/>
    <w:rsid w:val="00192FAA"/>
    <w:rsid w:val="00196C7F"/>
    <w:rsid w:val="00196CDD"/>
    <w:rsid w:val="001A00A3"/>
    <w:rsid w:val="001A12D4"/>
    <w:rsid w:val="001A6300"/>
    <w:rsid w:val="001B64F2"/>
    <w:rsid w:val="001B66C5"/>
    <w:rsid w:val="001C0A17"/>
    <w:rsid w:val="001C72D3"/>
    <w:rsid w:val="001D0557"/>
    <w:rsid w:val="001D1FC4"/>
    <w:rsid w:val="001E0123"/>
    <w:rsid w:val="001E211C"/>
    <w:rsid w:val="001E24F0"/>
    <w:rsid w:val="001E4986"/>
    <w:rsid w:val="001F00C3"/>
    <w:rsid w:val="001F46E8"/>
    <w:rsid w:val="001F6D6C"/>
    <w:rsid w:val="001F720A"/>
    <w:rsid w:val="001F79DD"/>
    <w:rsid w:val="0020456C"/>
    <w:rsid w:val="0020599A"/>
    <w:rsid w:val="0020674F"/>
    <w:rsid w:val="0021177D"/>
    <w:rsid w:val="002144B4"/>
    <w:rsid w:val="002147BC"/>
    <w:rsid w:val="00217DAE"/>
    <w:rsid w:val="0022057D"/>
    <w:rsid w:val="00227396"/>
    <w:rsid w:val="002334CD"/>
    <w:rsid w:val="002344F6"/>
    <w:rsid w:val="0023524F"/>
    <w:rsid w:val="00241E83"/>
    <w:rsid w:val="00242BEC"/>
    <w:rsid w:val="00243174"/>
    <w:rsid w:val="00246E16"/>
    <w:rsid w:val="00250E72"/>
    <w:rsid w:val="002526D6"/>
    <w:rsid w:val="002550CC"/>
    <w:rsid w:val="002566A8"/>
    <w:rsid w:val="00275475"/>
    <w:rsid w:val="002859D4"/>
    <w:rsid w:val="00290072"/>
    <w:rsid w:val="002A0051"/>
    <w:rsid w:val="002A3BF5"/>
    <w:rsid w:val="002A5CBE"/>
    <w:rsid w:val="002A6483"/>
    <w:rsid w:val="002A6D62"/>
    <w:rsid w:val="002B0301"/>
    <w:rsid w:val="002B1A69"/>
    <w:rsid w:val="002B4897"/>
    <w:rsid w:val="002C0783"/>
    <w:rsid w:val="002C0D80"/>
    <w:rsid w:val="002C52AD"/>
    <w:rsid w:val="002C6237"/>
    <w:rsid w:val="002C7F1F"/>
    <w:rsid w:val="002D1A1E"/>
    <w:rsid w:val="002D7706"/>
    <w:rsid w:val="002E5B13"/>
    <w:rsid w:val="002E6216"/>
    <w:rsid w:val="002F5749"/>
    <w:rsid w:val="0030255A"/>
    <w:rsid w:val="00305E4C"/>
    <w:rsid w:val="00311803"/>
    <w:rsid w:val="0031369A"/>
    <w:rsid w:val="003156AC"/>
    <w:rsid w:val="00315822"/>
    <w:rsid w:val="003168F5"/>
    <w:rsid w:val="003203B1"/>
    <w:rsid w:val="00324B15"/>
    <w:rsid w:val="00327BBA"/>
    <w:rsid w:val="00332C96"/>
    <w:rsid w:val="003345E1"/>
    <w:rsid w:val="0034529B"/>
    <w:rsid w:val="003464D2"/>
    <w:rsid w:val="00346FA5"/>
    <w:rsid w:val="0034744F"/>
    <w:rsid w:val="003518EC"/>
    <w:rsid w:val="00352353"/>
    <w:rsid w:val="003562F5"/>
    <w:rsid w:val="00361247"/>
    <w:rsid w:val="00361659"/>
    <w:rsid w:val="00363101"/>
    <w:rsid w:val="0036522B"/>
    <w:rsid w:val="00365337"/>
    <w:rsid w:val="003658CD"/>
    <w:rsid w:val="00365995"/>
    <w:rsid w:val="00365E20"/>
    <w:rsid w:val="003669A4"/>
    <w:rsid w:val="00366FA4"/>
    <w:rsid w:val="00367B4B"/>
    <w:rsid w:val="00372150"/>
    <w:rsid w:val="00374719"/>
    <w:rsid w:val="00375BC0"/>
    <w:rsid w:val="00377E83"/>
    <w:rsid w:val="003865FC"/>
    <w:rsid w:val="00390955"/>
    <w:rsid w:val="003A064A"/>
    <w:rsid w:val="003A30D7"/>
    <w:rsid w:val="003A3EF8"/>
    <w:rsid w:val="003A50D7"/>
    <w:rsid w:val="003B5A44"/>
    <w:rsid w:val="003B5D4D"/>
    <w:rsid w:val="003C138E"/>
    <w:rsid w:val="003C2061"/>
    <w:rsid w:val="003C309D"/>
    <w:rsid w:val="003D488F"/>
    <w:rsid w:val="003D5202"/>
    <w:rsid w:val="003D6DE4"/>
    <w:rsid w:val="003D747E"/>
    <w:rsid w:val="003E0672"/>
    <w:rsid w:val="003E0F89"/>
    <w:rsid w:val="003E1373"/>
    <w:rsid w:val="003E14B9"/>
    <w:rsid w:val="003E3322"/>
    <w:rsid w:val="003E599B"/>
    <w:rsid w:val="003F1CE6"/>
    <w:rsid w:val="00400E94"/>
    <w:rsid w:val="004058D0"/>
    <w:rsid w:val="004071DB"/>
    <w:rsid w:val="00417DD9"/>
    <w:rsid w:val="004206BB"/>
    <w:rsid w:val="00427CD6"/>
    <w:rsid w:val="00431EC3"/>
    <w:rsid w:val="00440082"/>
    <w:rsid w:val="004402EF"/>
    <w:rsid w:val="0044402D"/>
    <w:rsid w:val="004447CD"/>
    <w:rsid w:val="00447693"/>
    <w:rsid w:val="004517BC"/>
    <w:rsid w:val="00451DD1"/>
    <w:rsid w:val="004538CA"/>
    <w:rsid w:val="004539BF"/>
    <w:rsid w:val="00457193"/>
    <w:rsid w:val="00463BEA"/>
    <w:rsid w:val="00467FAB"/>
    <w:rsid w:val="00470D3B"/>
    <w:rsid w:val="00472501"/>
    <w:rsid w:val="00472B86"/>
    <w:rsid w:val="0047597D"/>
    <w:rsid w:val="00476611"/>
    <w:rsid w:val="00481771"/>
    <w:rsid w:val="00481D42"/>
    <w:rsid w:val="00482052"/>
    <w:rsid w:val="00482144"/>
    <w:rsid w:val="004852DC"/>
    <w:rsid w:val="00486016"/>
    <w:rsid w:val="00487DA8"/>
    <w:rsid w:val="00490895"/>
    <w:rsid w:val="004970AD"/>
    <w:rsid w:val="004A066D"/>
    <w:rsid w:val="004A0FEF"/>
    <w:rsid w:val="004A111C"/>
    <w:rsid w:val="004A2D02"/>
    <w:rsid w:val="004A4C8E"/>
    <w:rsid w:val="004B0722"/>
    <w:rsid w:val="004B1D1D"/>
    <w:rsid w:val="004B2A94"/>
    <w:rsid w:val="004B6F2A"/>
    <w:rsid w:val="004C2396"/>
    <w:rsid w:val="004C7002"/>
    <w:rsid w:val="004D4BB9"/>
    <w:rsid w:val="004D4D7C"/>
    <w:rsid w:val="004F3FC9"/>
    <w:rsid w:val="0050058C"/>
    <w:rsid w:val="00502F14"/>
    <w:rsid w:val="00503E03"/>
    <w:rsid w:val="005056A5"/>
    <w:rsid w:val="00506CE0"/>
    <w:rsid w:val="0051294E"/>
    <w:rsid w:val="0052787B"/>
    <w:rsid w:val="0053177C"/>
    <w:rsid w:val="00537277"/>
    <w:rsid w:val="00537F3B"/>
    <w:rsid w:val="00542141"/>
    <w:rsid w:val="005425C3"/>
    <w:rsid w:val="0055271B"/>
    <w:rsid w:val="005636D6"/>
    <w:rsid w:val="00563F96"/>
    <w:rsid w:val="00564355"/>
    <w:rsid w:val="0057407A"/>
    <w:rsid w:val="005815A2"/>
    <w:rsid w:val="005921CC"/>
    <w:rsid w:val="00593D41"/>
    <w:rsid w:val="005A0919"/>
    <w:rsid w:val="005A0F8C"/>
    <w:rsid w:val="005A2964"/>
    <w:rsid w:val="005A540F"/>
    <w:rsid w:val="005B0DE0"/>
    <w:rsid w:val="005B3B2F"/>
    <w:rsid w:val="005B6575"/>
    <w:rsid w:val="005C0697"/>
    <w:rsid w:val="005C235D"/>
    <w:rsid w:val="005C4CF3"/>
    <w:rsid w:val="005C6B82"/>
    <w:rsid w:val="005C7488"/>
    <w:rsid w:val="005D7B00"/>
    <w:rsid w:val="005E2D6A"/>
    <w:rsid w:val="005E6C7C"/>
    <w:rsid w:val="005E7A9C"/>
    <w:rsid w:val="005F0095"/>
    <w:rsid w:val="005F723C"/>
    <w:rsid w:val="006016B6"/>
    <w:rsid w:val="0060703D"/>
    <w:rsid w:val="00612294"/>
    <w:rsid w:val="00613CDB"/>
    <w:rsid w:val="0061736D"/>
    <w:rsid w:val="00617CC3"/>
    <w:rsid w:val="00622ECD"/>
    <w:rsid w:val="00626EFB"/>
    <w:rsid w:val="0064266A"/>
    <w:rsid w:val="00643DED"/>
    <w:rsid w:val="006544D9"/>
    <w:rsid w:val="00657AC8"/>
    <w:rsid w:val="00657ED5"/>
    <w:rsid w:val="0066266A"/>
    <w:rsid w:val="00671281"/>
    <w:rsid w:val="0067441B"/>
    <w:rsid w:val="00676E67"/>
    <w:rsid w:val="00682266"/>
    <w:rsid w:val="00682513"/>
    <w:rsid w:val="006910E6"/>
    <w:rsid w:val="006944F2"/>
    <w:rsid w:val="00696C98"/>
    <w:rsid w:val="006A08DE"/>
    <w:rsid w:val="006A0D4C"/>
    <w:rsid w:val="006B59D9"/>
    <w:rsid w:val="006B7B30"/>
    <w:rsid w:val="006C0469"/>
    <w:rsid w:val="006C0B9C"/>
    <w:rsid w:val="006C4191"/>
    <w:rsid w:val="006C5716"/>
    <w:rsid w:val="006C5960"/>
    <w:rsid w:val="006C5AAF"/>
    <w:rsid w:val="006C6D24"/>
    <w:rsid w:val="006C78BE"/>
    <w:rsid w:val="006C7E1D"/>
    <w:rsid w:val="006D50A5"/>
    <w:rsid w:val="006E19DE"/>
    <w:rsid w:val="006E2076"/>
    <w:rsid w:val="006E4E4F"/>
    <w:rsid w:val="006E7E5E"/>
    <w:rsid w:val="0070020A"/>
    <w:rsid w:val="0070241D"/>
    <w:rsid w:val="0070439E"/>
    <w:rsid w:val="0071206E"/>
    <w:rsid w:val="00712911"/>
    <w:rsid w:val="00715B75"/>
    <w:rsid w:val="00716BA2"/>
    <w:rsid w:val="00717DFA"/>
    <w:rsid w:val="007238EB"/>
    <w:rsid w:val="00730B5D"/>
    <w:rsid w:val="00730B77"/>
    <w:rsid w:val="00733799"/>
    <w:rsid w:val="0073414B"/>
    <w:rsid w:val="0073437F"/>
    <w:rsid w:val="007355AA"/>
    <w:rsid w:val="00742939"/>
    <w:rsid w:val="007450FA"/>
    <w:rsid w:val="00745C17"/>
    <w:rsid w:val="00750B65"/>
    <w:rsid w:val="0075103F"/>
    <w:rsid w:val="007566E3"/>
    <w:rsid w:val="00762C75"/>
    <w:rsid w:val="00764367"/>
    <w:rsid w:val="007743B3"/>
    <w:rsid w:val="00783976"/>
    <w:rsid w:val="00785D7D"/>
    <w:rsid w:val="00785E73"/>
    <w:rsid w:val="007876A3"/>
    <w:rsid w:val="00787D1E"/>
    <w:rsid w:val="007A02E7"/>
    <w:rsid w:val="007A4E19"/>
    <w:rsid w:val="007A529C"/>
    <w:rsid w:val="007C14A2"/>
    <w:rsid w:val="007C4313"/>
    <w:rsid w:val="007D2CFA"/>
    <w:rsid w:val="007D72AB"/>
    <w:rsid w:val="007E2EE5"/>
    <w:rsid w:val="007E3460"/>
    <w:rsid w:val="007E645A"/>
    <w:rsid w:val="007F0435"/>
    <w:rsid w:val="007F0869"/>
    <w:rsid w:val="007F2153"/>
    <w:rsid w:val="008017AE"/>
    <w:rsid w:val="00804A89"/>
    <w:rsid w:val="008052EE"/>
    <w:rsid w:val="00805423"/>
    <w:rsid w:val="00806332"/>
    <w:rsid w:val="00814F68"/>
    <w:rsid w:val="00816D08"/>
    <w:rsid w:val="00820E35"/>
    <w:rsid w:val="0082136E"/>
    <w:rsid w:val="008216C9"/>
    <w:rsid w:val="008224B6"/>
    <w:rsid w:val="0082602F"/>
    <w:rsid w:val="00830E4B"/>
    <w:rsid w:val="00833DD2"/>
    <w:rsid w:val="00834427"/>
    <w:rsid w:val="00840668"/>
    <w:rsid w:val="00841DE8"/>
    <w:rsid w:val="00843258"/>
    <w:rsid w:val="008433BD"/>
    <w:rsid w:val="0084557D"/>
    <w:rsid w:val="0085361B"/>
    <w:rsid w:val="00855038"/>
    <w:rsid w:val="0085646C"/>
    <w:rsid w:val="0085795C"/>
    <w:rsid w:val="00862650"/>
    <w:rsid w:val="00864068"/>
    <w:rsid w:val="00870319"/>
    <w:rsid w:val="008707C4"/>
    <w:rsid w:val="008756F7"/>
    <w:rsid w:val="00880F57"/>
    <w:rsid w:val="0088465E"/>
    <w:rsid w:val="00887377"/>
    <w:rsid w:val="00897027"/>
    <w:rsid w:val="008A2A16"/>
    <w:rsid w:val="008A6550"/>
    <w:rsid w:val="008A6644"/>
    <w:rsid w:val="008B0201"/>
    <w:rsid w:val="008B7FAB"/>
    <w:rsid w:val="008C40D2"/>
    <w:rsid w:val="008C4402"/>
    <w:rsid w:val="008D05B9"/>
    <w:rsid w:val="008D25A2"/>
    <w:rsid w:val="008D429A"/>
    <w:rsid w:val="008D733E"/>
    <w:rsid w:val="008E0484"/>
    <w:rsid w:val="008E14B1"/>
    <w:rsid w:val="008F2055"/>
    <w:rsid w:val="008F39BA"/>
    <w:rsid w:val="008F3B3D"/>
    <w:rsid w:val="008F408C"/>
    <w:rsid w:val="008F47F3"/>
    <w:rsid w:val="008F4D87"/>
    <w:rsid w:val="008F5D0D"/>
    <w:rsid w:val="008F6006"/>
    <w:rsid w:val="008F6C07"/>
    <w:rsid w:val="008F740F"/>
    <w:rsid w:val="008F775C"/>
    <w:rsid w:val="009001D3"/>
    <w:rsid w:val="00904342"/>
    <w:rsid w:val="0090456C"/>
    <w:rsid w:val="00904D9B"/>
    <w:rsid w:val="009109BE"/>
    <w:rsid w:val="00916D35"/>
    <w:rsid w:val="009227BF"/>
    <w:rsid w:val="00924579"/>
    <w:rsid w:val="00925C5B"/>
    <w:rsid w:val="00935097"/>
    <w:rsid w:val="0093575C"/>
    <w:rsid w:val="0094246A"/>
    <w:rsid w:val="00944D4F"/>
    <w:rsid w:val="00945D9B"/>
    <w:rsid w:val="0094655E"/>
    <w:rsid w:val="00951900"/>
    <w:rsid w:val="00951BE0"/>
    <w:rsid w:val="009564B5"/>
    <w:rsid w:val="009567D8"/>
    <w:rsid w:val="00956DBD"/>
    <w:rsid w:val="009603A7"/>
    <w:rsid w:val="00961DA1"/>
    <w:rsid w:val="0096212C"/>
    <w:rsid w:val="009641CC"/>
    <w:rsid w:val="00965C70"/>
    <w:rsid w:val="00967DE5"/>
    <w:rsid w:val="009701B8"/>
    <w:rsid w:val="0097167B"/>
    <w:rsid w:val="00974F08"/>
    <w:rsid w:val="00976F68"/>
    <w:rsid w:val="00982443"/>
    <w:rsid w:val="0098334B"/>
    <w:rsid w:val="00984C3D"/>
    <w:rsid w:val="009923A2"/>
    <w:rsid w:val="009A19AA"/>
    <w:rsid w:val="009A19EF"/>
    <w:rsid w:val="009A23B9"/>
    <w:rsid w:val="009A252E"/>
    <w:rsid w:val="009A3B37"/>
    <w:rsid w:val="009A67F5"/>
    <w:rsid w:val="009B1EF8"/>
    <w:rsid w:val="009B2041"/>
    <w:rsid w:val="009B531B"/>
    <w:rsid w:val="009C6925"/>
    <w:rsid w:val="009D45B8"/>
    <w:rsid w:val="009D6262"/>
    <w:rsid w:val="009E019F"/>
    <w:rsid w:val="009E01FD"/>
    <w:rsid w:val="009E27BB"/>
    <w:rsid w:val="009E2DFC"/>
    <w:rsid w:val="009E4B52"/>
    <w:rsid w:val="009E51C3"/>
    <w:rsid w:val="009F1B4C"/>
    <w:rsid w:val="009F7147"/>
    <w:rsid w:val="00A01D6E"/>
    <w:rsid w:val="00A02E74"/>
    <w:rsid w:val="00A065A3"/>
    <w:rsid w:val="00A0695F"/>
    <w:rsid w:val="00A13A55"/>
    <w:rsid w:val="00A14A3B"/>
    <w:rsid w:val="00A21298"/>
    <w:rsid w:val="00A22923"/>
    <w:rsid w:val="00A22A11"/>
    <w:rsid w:val="00A23CA6"/>
    <w:rsid w:val="00A35550"/>
    <w:rsid w:val="00A35F53"/>
    <w:rsid w:val="00A406BF"/>
    <w:rsid w:val="00A44C6A"/>
    <w:rsid w:val="00A46122"/>
    <w:rsid w:val="00A536F5"/>
    <w:rsid w:val="00A57A54"/>
    <w:rsid w:val="00A620E4"/>
    <w:rsid w:val="00A64D38"/>
    <w:rsid w:val="00A65E5D"/>
    <w:rsid w:val="00A66D04"/>
    <w:rsid w:val="00A672A1"/>
    <w:rsid w:val="00A70814"/>
    <w:rsid w:val="00A71D69"/>
    <w:rsid w:val="00A74546"/>
    <w:rsid w:val="00A7500C"/>
    <w:rsid w:val="00A775E4"/>
    <w:rsid w:val="00A77747"/>
    <w:rsid w:val="00A80CD6"/>
    <w:rsid w:val="00A818AB"/>
    <w:rsid w:val="00A818B7"/>
    <w:rsid w:val="00A818F1"/>
    <w:rsid w:val="00A81B64"/>
    <w:rsid w:val="00A82095"/>
    <w:rsid w:val="00A82261"/>
    <w:rsid w:val="00A82E6D"/>
    <w:rsid w:val="00A83EAC"/>
    <w:rsid w:val="00A84032"/>
    <w:rsid w:val="00A87FF1"/>
    <w:rsid w:val="00A92356"/>
    <w:rsid w:val="00A95D03"/>
    <w:rsid w:val="00AB165C"/>
    <w:rsid w:val="00AB6123"/>
    <w:rsid w:val="00AC67B5"/>
    <w:rsid w:val="00AD0472"/>
    <w:rsid w:val="00AE005C"/>
    <w:rsid w:val="00AE3B2B"/>
    <w:rsid w:val="00AF7569"/>
    <w:rsid w:val="00B0113E"/>
    <w:rsid w:val="00B01DE1"/>
    <w:rsid w:val="00B01F5F"/>
    <w:rsid w:val="00B118BA"/>
    <w:rsid w:val="00B14DBB"/>
    <w:rsid w:val="00B161CA"/>
    <w:rsid w:val="00B23CB3"/>
    <w:rsid w:val="00B259E3"/>
    <w:rsid w:val="00B25E4D"/>
    <w:rsid w:val="00B274E2"/>
    <w:rsid w:val="00B30CF5"/>
    <w:rsid w:val="00B30EB7"/>
    <w:rsid w:val="00B31E41"/>
    <w:rsid w:val="00B3321B"/>
    <w:rsid w:val="00B335CC"/>
    <w:rsid w:val="00B36EDF"/>
    <w:rsid w:val="00B375D2"/>
    <w:rsid w:val="00B37E12"/>
    <w:rsid w:val="00B45496"/>
    <w:rsid w:val="00B52F47"/>
    <w:rsid w:val="00B5352A"/>
    <w:rsid w:val="00B5535B"/>
    <w:rsid w:val="00B65488"/>
    <w:rsid w:val="00B74041"/>
    <w:rsid w:val="00B74E83"/>
    <w:rsid w:val="00B762C5"/>
    <w:rsid w:val="00B77D63"/>
    <w:rsid w:val="00B92BF5"/>
    <w:rsid w:val="00B92F52"/>
    <w:rsid w:val="00B930D7"/>
    <w:rsid w:val="00B96D51"/>
    <w:rsid w:val="00B97083"/>
    <w:rsid w:val="00B974C0"/>
    <w:rsid w:val="00BA3B7C"/>
    <w:rsid w:val="00BA5FAF"/>
    <w:rsid w:val="00BB3999"/>
    <w:rsid w:val="00BB692D"/>
    <w:rsid w:val="00BC030B"/>
    <w:rsid w:val="00BC03D6"/>
    <w:rsid w:val="00BC1F31"/>
    <w:rsid w:val="00BE493A"/>
    <w:rsid w:val="00BF0CBA"/>
    <w:rsid w:val="00C032D3"/>
    <w:rsid w:val="00C0331A"/>
    <w:rsid w:val="00C03EFE"/>
    <w:rsid w:val="00C03F26"/>
    <w:rsid w:val="00C04629"/>
    <w:rsid w:val="00C065C7"/>
    <w:rsid w:val="00C10FC0"/>
    <w:rsid w:val="00C11680"/>
    <w:rsid w:val="00C12E1F"/>
    <w:rsid w:val="00C13DFC"/>
    <w:rsid w:val="00C15827"/>
    <w:rsid w:val="00C235A5"/>
    <w:rsid w:val="00C24F13"/>
    <w:rsid w:val="00C2624C"/>
    <w:rsid w:val="00C34375"/>
    <w:rsid w:val="00C3481B"/>
    <w:rsid w:val="00C34DD8"/>
    <w:rsid w:val="00C41485"/>
    <w:rsid w:val="00C41558"/>
    <w:rsid w:val="00C41620"/>
    <w:rsid w:val="00C41F49"/>
    <w:rsid w:val="00C476ED"/>
    <w:rsid w:val="00C50801"/>
    <w:rsid w:val="00C54CC2"/>
    <w:rsid w:val="00C6086F"/>
    <w:rsid w:val="00C61D2D"/>
    <w:rsid w:val="00C62B55"/>
    <w:rsid w:val="00C66590"/>
    <w:rsid w:val="00C72332"/>
    <w:rsid w:val="00C7299D"/>
    <w:rsid w:val="00C741AB"/>
    <w:rsid w:val="00C772AA"/>
    <w:rsid w:val="00C8113A"/>
    <w:rsid w:val="00C8120F"/>
    <w:rsid w:val="00C82A73"/>
    <w:rsid w:val="00C85F9F"/>
    <w:rsid w:val="00C94717"/>
    <w:rsid w:val="00CA2AD1"/>
    <w:rsid w:val="00CA4F4D"/>
    <w:rsid w:val="00CA69C7"/>
    <w:rsid w:val="00CA6B99"/>
    <w:rsid w:val="00CB0816"/>
    <w:rsid w:val="00CB463D"/>
    <w:rsid w:val="00CC58BE"/>
    <w:rsid w:val="00CC73C0"/>
    <w:rsid w:val="00CD1F8C"/>
    <w:rsid w:val="00CD202B"/>
    <w:rsid w:val="00CD6BEF"/>
    <w:rsid w:val="00CE69F4"/>
    <w:rsid w:val="00CF1C65"/>
    <w:rsid w:val="00CF279F"/>
    <w:rsid w:val="00CF30A5"/>
    <w:rsid w:val="00CF3F4A"/>
    <w:rsid w:val="00D01317"/>
    <w:rsid w:val="00D05A9C"/>
    <w:rsid w:val="00D06143"/>
    <w:rsid w:val="00D061D6"/>
    <w:rsid w:val="00D06BFE"/>
    <w:rsid w:val="00D07795"/>
    <w:rsid w:val="00D12293"/>
    <w:rsid w:val="00D12AF8"/>
    <w:rsid w:val="00D14A5E"/>
    <w:rsid w:val="00D17AE5"/>
    <w:rsid w:val="00D2035D"/>
    <w:rsid w:val="00D21CB6"/>
    <w:rsid w:val="00D2320E"/>
    <w:rsid w:val="00D30D53"/>
    <w:rsid w:val="00D310FF"/>
    <w:rsid w:val="00D379EA"/>
    <w:rsid w:val="00D42C6A"/>
    <w:rsid w:val="00D43395"/>
    <w:rsid w:val="00D4632B"/>
    <w:rsid w:val="00D51D2E"/>
    <w:rsid w:val="00D52794"/>
    <w:rsid w:val="00D535B5"/>
    <w:rsid w:val="00D5656A"/>
    <w:rsid w:val="00D57AB3"/>
    <w:rsid w:val="00D60E9B"/>
    <w:rsid w:val="00D62983"/>
    <w:rsid w:val="00D658F8"/>
    <w:rsid w:val="00D6667B"/>
    <w:rsid w:val="00D66D24"/>
    <w:rsid w:val="00D66D93"/>
    <w:rsid w:val="00D71969"/>
    <w:rsid w:val="00D71DAB"/>
    <w:rsid w:val="00D73F8C"/>
    <w:rsid w:val="00D8261A"/>
    <w:rsid w:val="00D85FDB"/>
    <w:rsid w:val="00D86BF0"/>
    <w:rsid w:val="00D87D3A"/>
    <w:rsid w:val="00D97084"/>
    <w:rsid w:val="00D97472"/>
    <w:rsid w:val="00DA0069"/>
    <w:rsid w:val="00DA04A9"/>
    <w:rsid w:val="00DA29E8"/>
    <w:rsid w:val="00DA5D80"/>
    <w:rsid w:val="00DB0D49"/>
    <w:rsid w:val="00DB30B7"/>
    <w:rsid w:val="00DB365B"/>
    <w:rsid w:val="00DB39A7"/>
    <w:rsid w:val="00DB68B2"/>
    <w:rsid w:val="00DC3496"/>
    <w:rsid w:val="00DC4720"/>
    <w:rsid w:val="00DC5E41"/>
    <w:rsid w:val="00DC613D"/>
    <w:rsid w:val="00DC7ABF"/>
    <w:rsid w:val="00DD07D5"/>
    <w:rsid w:val="00DD1FF5"/>
    <w:rsid w:val="00DD2BB8"/>
    <w:rsid w:val="00DD7F8F"/>
    <w:rsid w:val="00DE0447"/>
    <w:rsid w:val="00DE1057"/>
    <w:rsid w:val="00DE163C"/>
    <w:rsid w:val="00DE4F19"/>
    <w:rsid w:val="00DF0B91"/>
    <w:rsid w:val="00DF0BEB"/>
    <w:rsid w:val="00DF377E"/>
    <w:rsid w:val="00DF65F0"/>
    <w:rsid w:val="00DF7836"/>
    <w:rsid w:val="00E03D3D"/>
    <w:rsid w:val="00E056C8"/>
    <w:rsid w:val="00E064DD"/>
    <w:rsid w:val="00E06F5A"/>
    <w:rsid w:val="00E1153F"/>
    <w:rsid w:val="00E14EA0"/>
    <w:rsid w:val="00E15F5F"/>
    <w:rsid w:val="00E334C3"/>
    <w:rsid w:val="00E34FDA"/>
    <w:rsid w:val="00E37BF4"/>
    <w:rsid w:val="00E44F4A"/>
    <w:rsid w:val="00E45D9A"/>
    <w:rsid w:val="00E61240"/>
    <w:rsid w:val="00E62067"/>
    <w:rsid w:val="00E6249F"/>
    <w:rsid w:val="00E67350"/>
    <w:rsid w:val="00E67EB7"/>
    <w:rsid w:val="00E7227E"/>
    <w:rsid w:val="00E72FF5"/>
    <w:rsid w:val="00E74571"/>
    <w:rsid w:val="00E81C53"/>
    <w:rsid w:val="00E82299"/>
    <w:rsid w:val="00E85570"/>
    <w:rsid w:val="00E90DEE"/>
    <w:rsid w:val="00E9120D"/>
    <w:rsid w:val="00E94888"/>
    <w:rsid w:val="00E94D17"/>
    <w:rsid w:val="00E96114"/>
    <w:rsid w:val="00EA209E"/>
    <w:rsid w:val="00EA27FC"/>
    <w:rsid w:val="00EA4B3A"/>
    <w:rsid w:val="00EB023F"/>
    <w:rsid w:val="00EB0D6D"/>
    <w:rsid w:val="00EB1044"/>
    <w:rsid w:val="00EB2330"/>
    <w:rsid w:val="00EB36E6"/>
    <w:rsid w:val="00EB402C"/>
    <w:rsid w:val="00EB4498"/>
    <w:rsid w:val="00EB6DFA"/>
    <w:rsid w:val="00EB7FD4"/>
    <w:rsid w:val="00EC285A"/>
    <w:rsid w:val="00ED2ED4"/>
    <w:rsid w:val="00ED7E0E"/>
    <w:rsid w:val="00EE6837"/>
    <w:rsid w:val="00EE70BC"/>
    <w:rsid w:val="00EF3B10"/>
    <w:rsid w:val="00EF5BD8"/>
    <w:rsid w:val="00EF6C2B"/>
    <w:rsid w:val="00F00ABC"/>
    <w:rsid w:val="00F0320D"/>
    <w:rsid w:val="00F03A8D"/>
    <w:rsid w:val="00F0701B"/>
    <w:rsid w:val="00F131F4"/>
    <w:rsid w:val="00F17410"/>
    <w:rsid w:val="00F21AA2"/>
    <w:rsid w:val="00F249DA"/>
    <w:rsid w:val="00F25C31"/>
    <w:rsid w:val="00F26D50"/>
    <w:rsid w:val="00F3323C"/>
    <w:rsid w:val="00F414D0"/>
    <w:rsid w:val="00F45D07"/>
    <w:rsid w:val="00F461ED"/>
    <w:rsid w:val="00F57DCE"/>
    <w:rsid w:val="00F6429D"/>
    <w:rsid w:val="00F668A2"/>
    <w:rsid w:val="00F71AD2"/>
    <w:rsid w:val="00F722F0"/>
    <w:rsid w:val="00F7366F"/>
    <w:rsid w:val="00F74BA1"/>
    <w:rsid w:val="00F766EA"/>
    <w:rsid w:val="00F8036A"/>
    <w:rsid w:val="00F81B34"/>
    <w:rsid w:val="00F825B5"/>
    <w:rsid w:val="00F871D4"/>
    <w:rsid w:val="00F906BC"/>
    <w:rsid w:val="00F90E03"/>
    <w:rsid w:val="00F91565"/>
    <w:rsid w:val="00FA0EC9"/>
    <w:rsid w:val="00FA29B4"/>
    <w:rsid w:val="00FA31CD"/>
    <w:rsid w:val="00FA36FB"/>
    <w:rsid w:val="00FA3C0A"/>
    <w:rsid w:val="00FB0DA0"/>
    <w:rsid w:val="00FC17F6"/>
    <w:rsid w:val="00FC18D9"/>
    <w:rsid w:val="00FC1A63"/>
    <w:rsid w:val="00FE59AB"/>
    <w:rsid w:val="00FE5EC5"/>
    <w:rsid w:val="00FE7D26"/>
    <w:rsid w:val="00FF1C63"/>
    <w:rsid w:val="00FF2DE3"/>
    <w:rsid w:val="00FF308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0B27F3"/>
  <w14:defaultImageDpi w14:val="300"/>
  <w15:docId w15:val="{BD2C5AB5-C63B-478D-A6FF-15AD2E20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6E3"/>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001F63"/>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192FAA"/>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92FAA"/>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92FAA"/>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92FAA"/>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92FAA"/>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92FAA"/>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92FAA"/>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92FAA"/>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2FAA"/>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192FAA"/>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192FAA"/>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192FAA"/>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192FAA"/>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192FAA"/>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192FAA"/>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192FAA"/>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192FAA"/>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192FAA"/>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192FAA"/>
    <w:rPr>
      <w:rFonts w:cs="NewBaskervilleEF-Bold"/>
      <w:b/>
      <w:bCs/>
      <w:i/>
      <w:iCs/>
      <w:color w:val="3366FF"/>
      <w:w w:val="100"/>
      <w:position w:val="0"/>
      <w:u w:val="none"/>
      <w:vertAlign w:val="baseline"/>
      <w:lang w:val="en-US"/>
    </w:rPr>
  </w:style>
  <w:style w:type="paragraph" w:customStyle="1" w:styleId="BodyCustom">
    <w:name w:val="BodyCustom"/>
    <w:qFormat/>
    <w:rsid w:val="00192FAA"/>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192FAA"/>
    <w:pPr>
      <w:spacing w:before="320" w:after="80"/>
    </w:pPr>
    <w:rPr>
      <w:rFonts w:ascii="Arial" w:hAnsi="Arial" w:cs="NewBaskervilleStd-Roman"/>
      <w:color w:val="000000"/>
      <w:sz w:val="22"/>
      <w:szCs w:val="22"/>
      <w:lang w:eastAsia="en-CA"/>
    </w:rPr>
  </w:style>
  <w:style w:type="paragraph" w:customStyle="1" w:styleId="IndexLevel1">
    <w:name w:val="IndexLevel1"/>
    <w:qFormat/>
    <w:rsid w:val="00192FAA"/>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192FAA"/>
    <w:pPr>
      <w:numPr>
        <w:ilvl w:val="6"/>
        <w:numId w:val="15"/>
      </w:numPr>
      <w:spacing w:before="240" w:after="120"/>
    </w:pPr>
    <w:rPr>
      <w:rFonts w:ascii="Times Roman" w:hAnsi="Times Roman" w:cs="FuturaPT-BookObl"/>
      <w:color w:val="000000"/>
      <w:sz w:val="17"/>
      <w:szCs w:val="17"/>
      <w:lang w:eastAsia="en-CA"/>
    </w:rPr>
  </w:style>
  <w:style w:type="paragraph" w:customStyle="1" w:styleId="Code">
    <w:name w:val="Code"/>
    <w:qFormat/>
    <w:rsid w:val="00192FAA"/>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192FAA"/>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192FAA"/>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192FAA"/>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192FAA"/>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192FAA"/>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192FAA"/>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192FAA"/>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192FAA"/>
    <w:pPr>
      <w:numPr>
        <w:numId w:val="10"/>
      </w:numPr>
    </w:pPr>
  </w:style>
  <w:style w:type="paragraph" w:customStyle="1" w:styleId="HeadA">
    <w:name w:val="HeadA"/>
    <w:qFormat/>
    <w:rsid w:val="00192FAA"/>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192FAA"/>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192FAA"/>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192FAA"/>
    <w:pPr>
      <w:numPr>
        <w:ilvl w:val="4"/>
        <w:numId w:val="15"/>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192FAA"/>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192FAA"/>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192FAA"/>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192FAA"/>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192FAA"/>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192FAA"/>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192FAA"/>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192FAA"/>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192FAA"/>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192FAA"/>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192FAA"/>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192FAA"/>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192FAA"/>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192FAA"/>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192FAA"/>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192FAA"/>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192FAA"/>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192FAA"/>
    <w:rPr>
      <w:rFonts w:ascii="Wingdings2" w:hAnsi="Wingdings2" w:cs="Wingdings2"/>
      <w:color w:val="000000"/>
      <w:w w:val="100"/>
      <w:position w:val="0"/>
      <w:u w:val="none"/>
      <w:vertAlign w:val="baseline"/>
      <w:lang w:val="en-US"/>
    </w:rPr>
  </w:style>
  <w:style w:type="paragraph" w:customStyle="1" w:styleId="ListBody">
    <w:name w:val="ListBody"/>
    <w:qFormat/>
    <w:rsid w:val="00192FAA"/>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192FAA"/>
    <w:rPr>
      <w:rFonts w:cs="NewBaskervilleStd-Italic"/>
      <w:i/>
      <w:iCs/>
      <w:color w:val="3366FF"/>
      <w:w w:val="100"/>
      <w:position w:val="0"/>
      <w:u w:val="none"/>
      <w:vertAlign w:val="baseline"/>
      <w:lang w:val="en-US"/>
    </w:rPr>
  </w:style>
  <w:style w:type="paragraph" w:customStyle="1" w:styleId="Note">
    <w:name w:val="Note"/>
    <w:qFormat/>
    <w:rsid w:val="00192FAA"/>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192FAA"/>
    <w:rPr>
      <w:rFonts w:ascii="Symbol" w:hAnsi="Symbol" w:cs="Symbol"/>
      <w:color w:val="000000"/>
    </w:rPr>
  </w:style>
  <w:style w:type="character" w:customStyle="1" w:styleId="Superscript">
    <w:name w:val="Superscript"/>
    <w:uiPriority w:val="1"/>
    <w:qFormat/>
    <w:rsid w:val="00192FAA"/>
    <w:rPr>
      <w:color w:val="3366FF"/>
      <w:vertAlign w:val="superscript"/>
    </w:rPr>
  </w:style>
  <w:style w:type="character" w:customStyle="1" w:styleId="SuperscriptItalic">
    <w:name w:val="SuperscriptItalic"/>
    <w:uiPriority w:val="1"/>
    <w:qFormat/>
    <w:rsid w:val="00192FAA"/>
    <w:rPr>
      <w:i/>
      <w:color w:val="3366FF"/>
      <w:vertAlign w:val="superscript"/>
    </w:rPr>
  </w:style>
  <w:style w:type="character" w:customStyle="1" w:styleId="Subscript">
    <w:name w:val="Subscript"/>
    <w:uiPriority w:val="1"/>
    <w:qFormat/>
    <w:rsid w:val="00192FAA"/>
    <w:rPr>
      <w:color w:val="3366FF"/>
      <w:vertAlign w:val="subscript"/>
    </w:rPr>
  </w:style>
  <w:style w:type="character" w:customStyle="1" w:styleId="SubscriptItalic">
    <w:name w:val="SubscriptItalic"/>
    <w:uiPriority w:val="1"/>
    <w:qFormat/>
    <w:rsid w:val="00192FAA"/>
    <w:rPr>
      <w:i/>
      <w:color w:val="3366FF"/>
      <w:vertAlign w:val="subscript"/>
    </w:rPr>
  </w:style>
  <w:style w:type="character" w:customStyle="1" w:styleId="Symbol">
    <w:name w:val="Symbol"/>
    <w:uiPriority w:val="1"/>
    <w:qFormat/>
    <w:rsid w:val="00192FAA"/>
    <w:rPr>
      <w:rFonts w:ascii="Symbol" w:hAnsi="Symbol"/>
    </w:rPr>
  </w:style>
  <w:style w:type="character" w:customStyle="1" w:styleId="Italic">
    <w:name w:val="Italic"/>
    <w:uiPriority w:val="1"/>
    <w:qFormat/>
    <w:rsid w:val="00192FAA"/>
    <w:rPr>
      <w:rFonts w:cs="NewBaskervilleStd-Italic"/>
      <w:i/>
      <w:iCs/>
      <w:color w:val="0000FF"/>
      <w:w w:val="100"/>
      <w:position w:val="0"/>
      <w:u w:val="none"/>
      <w:vertAlign w:val="baseline"/>
      <w:lang w:val="en-US"/>
    </w:rPr>
  </w:style>
  <w:style w:type="paragraph" w:customStyle="1" w:styleId="ListBullet">
    <w:name w:val="ListBullet"/>
    <w:qFormat/>
    <w:rsid w:val="00192FAA"/>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192FAA"/>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192FAA"/>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192FAA"/>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192FAA"/>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192FAA"/>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192FAA"/>
    <w:rPr>
      <w:color w:val="008000"/>
    </w:rPr>
  </w:style>
  <w:style w:type="paragraph" w:customStyle="1" w:styleId="PartNumber">
    <w:name w:val="PartNumber"/>
    <w:qFormat/>
    <w:rsid w:val="00192FA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192FAA"/>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192FAA"/>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192FAA"/>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192FAA"/>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192FAA"/>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192FAA"/>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192FAA"/>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192FAA"/>
    <w:pPr>
      <w:spacing w:before="120"/>
    </w:pPr>
    <w:rPr>
      <w:i/>
      <w:iCs/>
      <w:caps w:val="0"/>
    </w:rPr>
  </w:style>
  <w:style w:type="paragraph" w:customStyle="1" w:styleId="BoxBodyContinued">
    <w:name w:val="BoxBodyContinued"/>
    <w:qFormat/>
    <w:rsid w:val="00192FAA"/>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192FAA"/>
    <w:rPr>
      <w:b/>
      <w:bCs/>
      <w:color w:val="3366FF"/>
    </w:rPr>
  </w:style>
  <w:style w:type="paragraph" w:customStyle="1" w:styleId="RunInHead">
    <w:name w:val="RunInHead"/>
    <w:rsid w:val="00192FAA"/>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192FAA"/>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192FAA"/>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192FAA"/>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192FAA"/>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192FAA"/>
    <w:rPr>
      <w:color w:val="3366FF"/>
      <w:bdr w:val="none" w:sz="0" w:space="0" w:color="auto"/>
      <w:shd w:val="clear" w:color="auto" w:fill="99CC00"/>
    </w:rPr>
  </w:style>
  <w:style w:type="character" w:customStyle="1" w:styleId="KeyTerm">
    <w:name w:val="KeyTerm"/>
    <w:uiPriority w:val="1"/>
    <w:qFormat/>
    <w:rsid w:val="00192FAA"/>
    <w:rPr>
      <w:i/>
      <w:color w:val="3366FF"/>
      <w:bdr w:val="none" w:sz="0" w:space="0" w:color="auto"/>
      <w:shd w:val="clear" w:color="auto" w:fill="D9D9D9"/>
    </w:rPr>
  </w:style>
  <w:style w:type="character" w:customStyle="1" w:styleId="DigitalOnly">
    <w:name w:val="DigitalOnly"/>
    <w:uiPriority w:val="1"/>
    <w:qFormat/>
    <w:rsid w:val="00192FAA"/>
    <w:rPr>
      <w:color w:val="3366FF"/>
      <w:bdr w:val="single" w:sz="4" w:space="0" w:color="3366FF"/>
    </w:rPr>
  </w:style>
  <w:style w:type="character" w:customStyle="1" w:styleId="PrintOnly">
    <w:name w:val="PrintOnly"/>
    <w:uiPriority w:val="1"/>
    <w:qFormat/>
    <w:rsid w:val="00192FAA"/>
    <w:rPr>
      <w:color w:val="3366FF"/>
      <w:bdr w:val="single" w:sz="4" w:space="0" w:color="FF0000"/>
    </w:rPr>
  </w:style>
  <w:style w:type="character" w:customStyle="1" w:styleId="LinkEmail">
    <w:name w:val="LinkEmail"/>
    <w:basedOn w:val="LinkURL"/>
    <w:uiPriority w:val="1"/>
    <w:qFormat/>
    <w:rsid w:val="00192FAA"/>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192FAA"/>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192FAA"/>
    <w:rPr>
      <w:color w:val="3366FF"/>
      <w:bdr w:val="none" w:sz="0" w:space="0" w:color="auto"/>
      <w:shd w:val="clear" w:color="auto" w:fill="FFFF00"/>
    </w:rPr>
  </w:style>
  <w:style w:type="character" w:customStyle="1" w:styleId="FootnoteReference">
    <w:name w:val="FootnoteReference"/>
    <w:uiPriority w:val="1"/>
    <w:qFormat/>
    <w:rsid w:val="00192FAA"/>
    <w:rPr>
      <w:color w:val="3366FF"/>
      <w:vertAlign w:val="superscript"/>
    </w:rPr>
  </w:style>
  <w:style w:type="paragraph" w:customStyle="1" w:styleId="Footnote">
    <w:name w:val="Footnote"/>
    <w:qFormat/>
    <w:rsid w:val="00192FAA"/>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192FAA"/>
    <w:rPr>
      <w:color w:val="3366FF"/>
      <w:vertAlign w:val="superscript"/>
    </w:rPr>
  </w:style>
  <w:style w:type="character" w:customStyle="1" w:styleId="EndnoteReference">
    <w:name w:val="EndnoteReference"/>
    <w:basedOn w:val="FootnoteReference"/>
    <w:uiPriority w:val="1"/>
    <w:qFormat/>
    <w:rsid w:val="00192FAA"/>
    <w:rPr>
      <w:color w:val="3366FF"/>
      <w:vertAlign w:val="superscript"/>
    </w:rPr>
  </w:style>
  <w:style w:type="paragraph" w:customStyle="1" w:styleId="QuotePara">
    <w:name w:val="QuotePara"/>
    <w:qFormat/>
    <w:rsid w:val="00192FAA"/>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192FAA"/>
    <w:pPr>
      <w:spacing w:after="240"/>
      <w:jc w:val="right"/>
    </w:pPr>
  </w:style>
  <w:style w:type="character" w:customStyle="1" w:styleId="Caps">
    <w:name w:val="Caps"/>
    <w:uiPriority w:val="1"/>
    <w:qFormat/>
    <w:rsid w:val="00192FAA"/>
    <w:rPr>
      <w:caps/>
      <w:smallCaps w:val="0"/>
      <w:color w:val="3366FF"/>
    </w:rPr>
  </w:style>
  <w:style w:type="character" w:customStyle="1" w:styleId="SmallCaps">
    <w:name w:val="SmallCaps"/>
    <w:uiPriority w:val="1"/>
    <w:qFormat/>
    <w:rsid w:val="00192FAA"/>
    <w:rPr>
      <w:caps w:val="0"/>
      <w:smallCaps/>
      <w:color w:val="3366FF"/>
    </w:rPr>
  </w:style>
  <w:style w:type="character" w:customStyle="1" w:styleId="SmallCapsBold">
    <w:name w:val="SmallCapsBold"/>
    <w:basedOn w:val="SmallCaps"/>
    <w:uiPriority w:val="1"/>
    <w:qFormat/>
    <w:rsid w:val="00192FAA"/>
    <w:rPr>
      <w:b/>
      <w:bCs/>
      <w:caps w:val="0"/>
      <w:smallCaps/>
      <w:color w:val="3366FF"/>
    </w:rPr>
  </w:style>
  <w:style w:type="character" w:customStyle="1" w:styleId="SmallCapsBoldItalic">
    <w:name w:val="SmallCapsBoldItalic"/>
    <w:basedOn w:val="SmallCapsBold"/>
    <w:uiPriority w:val="1"/>
    <w:qFormat/>
    <w:rsid w:val="00192FAA"/>
    <w:rPr>
      <w:b/>
      <w:bCs/>
      <w:i/>
      <w:iCs/>
      <w:caps w:val="0"/>
      <w:smallCaps/>
      <w:color w:val="3366FF"/>
    </w:rPr>
  </w:style>
  <w:style w:type="character" w:customStyle="1" w:styleId="SmallCapsItalic">
    <w:name w:val="SmallCapsItalic"/>
    <w:basedOn w:val="SmallCaps"/>
    <w:uiPriority w:val="1"/>
    <w:qFormat/>
    <w:rsid w:val="00192FAA"/>
    <w:rPr>
      <w:i/>
      <w:iCs/>
      <w:caps w:val="0"/>
      <w:smallCaps/>
      <w:color w:val="3366FF"/>
    </w:rPr>
  </w:style>
  <w:style w:type="character" w:customStyle="1" w:styleId="NSSymbol">
    <w:name w:val="NSSymbol"/>
    <w:uiPriority w:val="1"/>
    <w:qFormat/>
    <w:rsid w:val="00192FAA"/>
    <w:rPr>
      <w:color w:val="3366FF"/>
    </w:rPr>
  </w:style>
  <w:style w:type="table" w:styleId="TableGrid">
    <w:name w:val="Table Grid"/>
    <w:basedOn w:val="TableNormal"/>
    <w:uiPriority w:val="59"/>
    <w:rsid w:val="0019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192FAA"/>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192FAA"/>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192FAA"/>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192FAA"/>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192FAA"/>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192FAA"/>
    <w:rPr>
      <w:sz w:val="18"/>
      <w:szCs w:val="18"/>
    </w:rPr>
  </w:style>
  <w:style w:type="paragraph" w:customStyle="1" w:styleId="ExtractSource">
    <w:name w:val="ExtractSource"/>
    <w:basedOn w:val="ExtractPara"/>
    <w:qFormat/>
    <w:rsid w:val="00192FAA"/>
    <w:pPr>
      <w:jc w:val="right"/>
    </w:pPr>
  </w:style>
  <w:style w:type="paragraph" w:customStyle="1" w:styleId="ExtractParaContinued">
    <w:name w:val="ExtractParaContinued"/>
    <w:basedOn w:val="ExtractPara"/>
    <w:qFormat/>
    <w:rsid w:val="00192FAA"/>
    <w:pPr>
      <w:spacing w:before="0"/>
      <w:ind w:firstLine="360"/>
    </w:pPr>
  </w:style>
  <w:style w:type="paragraph" w:customStyle="1" w:styleId="AppendixNumber">
    <w:name w:val="AppendixNumber"/>
    <w:qFormat/>
    <w:rsid w:val="00192FA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192FAA"/>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192FAA"/>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192FAA"/>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192FAA"/>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192FAA"/>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192FAA"/>
    <w:rPr>
      <w:color w:val="3366FF"/>
      <w:vertAlign w:val="superscript"/>
    </w:rPr>
  </w:style>
  <w:style w:type="paragraph" w:customStyle="1" w:styleId="Reference">
    <w:name w:val="Reference"/>
    <w:qFormat/>
    <w:rsid w:val="00192FAA"/>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192FAA"/>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192FAA"/>
    <w:rPr>
      <w:rFonts w:ascii="Courier" w:hAnsi="Courier"/>
      <w:color w:val="A6A6A6" w:themeColor="background1" w:themeShade="A6"/>
    </w:rPr>
  </w:style>
  <w:style w:type="character" w:customStyle="1" w:styleId="PyBracket">
    <w:name w:val="PyBracket"/>
    <w:uiPriority w:val="1"/>
    <w:qFormat/>
    <w:rsid w:val="00192FAA"/>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192FAA"/>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192FAA"/>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192FAA"/>
  </w:style>
  <w:style w:type="character" w:styleId="BookTitle">
    <w:name w:val="Book Title"/>
    <w:basedOn w:val="DefaultParagraphFont"/>
    <w:uiPriority w:val="33"/>
    <w:qFormat/>
    <w:rsid w:val="00192FAA"/>
    <w:rPr>
      <w:b/>
      <w:bCs/>
      <w:smallCaps/>
      <w:spacing w:val="5"/>
    </w:rPr>
  </w:style>
  <w:style w:type="paragraph" w:customStyle="1" w:styleId="BookTitle0">
    <w:name w:val="BookTitle"/>
    <w:qFormat/>
    <w:rsid w:val="00192FA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192FAA"/>
  </w:style>
  <w:style w:type="paragraph" w:customStyle="1" w:styleId="BookEdition">
    <w:name w:val="BookEdition"/>
    <w:basedOn w:val="BookSubtitle"/>
    <w:qFormat/>
    <w:rsid w:val="00192FAA"/>
    <w:rPr>
      <w:b w:val="0"/>
      <w:bCs w:val="0"/>
      <w:i/>
      <w:iCs/>
      <w:sz w:val="24"/>
      <w:szCs w:val="24"/>
    </w:rPr>
  </w:style>
  <w:style w:type="paragraph" w:customStyle="1" w:styleId="BookAuthor">
    <w:name w:val="BookAuthor"/>
    <w:basedOn w:val="BookEdition"/>
    <w:qFormat/>
    <w:rsid w:val="00192FAA"/>
    <w:rPr>
      <w:i w:val="0"/>
      <w:iCs w:val="0"/>
      <w:smallCaps/>
    </w:rPr>
  </w:style>
  <w:style w:type="paragraph" w:customStyle="1" w:styleId="BookPublisher">
    <w:name w:val="BookPublisher"/>
    <w:basedOn w:val="BookAuthor"/>
    <w:qFormat/>
    <w:rsid w:val="00192FAA"/>
    <w:rPr>
      <w:i/>
      <w:iCs/>
      <w:smallCaps w:val="0"/>
      <w:sz w:val="20"/>
      <w:szCs w:val="20"/>
    </w:rPr>
  </w:style>
  <w:style w:type="paragraph" w:customStyle="1" w:styleId="Copyright">
    <w:name w:val="Copyright"/>
    <w:qFormat/>
    <w:rsid w:val="00192FAA"/>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192FAA"/>
  </w:style>
  <w:style w:type="paragraph" w:customStyle="1" w:styleId="CopyrightHead">
    <w:name w:val="CopyrightHead"/>
    <w:basedOn w:val="CopyrightLOC"/>
    <w:qFormat/>
    <w:rsid w:val="00192FAA"/>
    <w:pPr>
      <w:jc w:val="center"/>
    </w:pPr>
    <w:rPr>
      <w:b/>
    </w:rPr>
  </w:style>
  <w:style w:type="paragraph" w:customStyle="1" w:styleId="Dedication">
    <w:name w:val="Dedication"/>
    <w:basedOn w:val="BookPublisher"/>
    <w:qFormat/>
    <w:rsid w:val="00192FAA"/>
  </w:style>
  <w:style w:type="paragraph" w:customStyle="1" w:styleId="FrontmatterTitle">
    <w:name w:val="FrontmatterTitle"/>
    <w:basedOn w:val="BackmatterTitle"/>
    <w:qFormat/>
    <w:rsid w:val="00192FAA"/>
  </w:style>
  <w:style w:type="paragraph" w:customStyle="1" w:styleId="TOCFM">
    <w:name w:val="TOCFM"/>
    <w:basedOn w:val="Normal"/>
    <w:qFormat/>
    <w:rsid w:val="00192FAA"/>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192FAA"/>
    <w:pPr>
      <w:ind w:left="720"/>
    </w:pPr>
    <w:rPr>
      <w:b/>
    </w:rPr>
  </w:style>
  <w:style w:type="paragraph" w:customStyle="1" w:styleId="TOCPart">
    <w:name w:val="TOCPart"/>
    <w:basedOn w:val="TOCH1"/>
    <w:qFormat/>
    <w:rsid w:val="00192FAA"/>
    <w:pPr>
      <w:spacing w:before="120"/>
      <w:ind w:left="0"/>
      <w:jc w:val="center"/>
    </w:pPr>
    <w:rPr>
      <w:b w:val="0"/>
      <w:sz w:val="28"/>
      <w:szCs w:val="24"/>
    </w:rPr>
  </w:style>
  <w:style w:type="paragraph" w:customStyle="1" w:styleId="TOCChapter">
    <w:name w:val="TOCChapter"/>
    <w:basedOn w:val="TOCH1"/>
    <w:qFormat/>
    <w:rsid w:val="00192FAA"/>
    <w:pPr>
      <w:ind w:left="360"/>
    </w:pPr>
    <w:rPr>
      <w:b w:val="0"/>
      <w:sz w:val="24"/>
    </w:rPr>
  </w:style>
  <w:style w:type="paragraph" w:customStyle="1" w:styleId="TOCH2">
    <w:name w:val="TOCH2"/>
    <w:basedOn w:val="TOCH1"/>
    <w:qFormat/>
    <w:rsid w:val="00192FAA"/>
    <w:pPr>
      <w:ind w:left="1080"/>
    </w:pPr>
    <w:rPr>
      <w:i/>
    </w:rPr>
  </w:style>
  <w:style w:type="paragraph" w:customStyle="1" w:styleId="TOCH3">
    <w:name w:val="TOCH3"/>
    <w:basedOn w:val="TOCH1"/>
    <w:qFormat/>
    <w:rsid w:val="00192FAA"/>
    <w:pPr>
      <w:ind w:left="1440"/>
    </w:pPr>
    <w:rPr>
      <w:b w:val="0"/>
      <w:i/>
    </w:rPr>
  </w:style>
  <w:style w:type="paragraph" w:customStyle="1" w:styleId="BoxType">
    <w:name w:val="BoxType"/>
    <w:qFormat/>
    <w:rsid w:val="00192FAA"/>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192FAA"/>
    <w:rPr>
      <w:b w:val="0"/>
      <w:bCs w:val="0"/>
      <w:i w:val="0"/>
      <w:iCs w:val="0"/>
      <w:color w:val="3366FF"/>
      <w:bdr w:val="none" w:sz="0" w:space="0" w:color="auto"/>
      <w:shd w:val="clear" w:color="auto" w:fill="CCFFCC"/>
    </w:rPr>
  </w:style>
  <w:style w:type="character" w:customStyle="1" w:styleId="CodeAnnotation">
    <w:name w:val="CodeAnnotation"/>
    <w:uiPriority w:val="1"/>
    <w:qFormat/>
    <w:rsid w:val="00192FAA"/>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192FAA"/>
    <w:pPr>
      <w:keepNext/>
      <w:keepLines/>
      <w:widowControl w:val="0"/>
      <w:numPr>
        <w:ilvl w:val="1"/>
        <w:numId w:val="15"/>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192FAA"/>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192FAA"/>
    <w:pPr>
      <w:keepNext/>
      <w:keepLines/>
      <w:widowControl w:val="0"/>
      <w:numPr>
        <w:ilvl w:val="2"/>
        <w:numId w:val="15"/>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192FAA"/>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192FAA"/>
    <w:pPr>
      <w:keepNext/>
      <w:keepLines/>
      <w:widowControl w:val="0"/>
      <w:numPr>
        <w:ilvl w:val="3"/>
        <w:numId w:val="15"/>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192FAA"/>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192FAA"/>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192FAA"/>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192FAA"/>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192FAA"/>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192FAA"/>
    <w:rPr>
      <w:rFonts w:ascii="Webdings" w:hAnsi="Webdings" w:cs="Webdings"/>
      <w:color w:val="3366FF"/>
      <w:w w:val="100"/>
      <w:position w:val="0"/>
      <w:u w:val="none"/>
      <w:vertAlign w:val="baseline"/>
      <w:lang w:val="en-US"/>
    </w:rPr>
  </w:style>
  <w:style w:type="paragraph" w:customStyle="1" w:styleId="TableTitle">
    <w:name w:val="TableTitle"/>
    <w:qFormat/>
    <w:rsid w:val="00192FAA"/>
    <w:pPr>
      <w:keepNext/>
      <w:keepLines/>
      <w:widowControl w:val="0"/>
      <w:numPr>
        <w:ilvl w:val="5"/>
        <w:numId w:val="15"/>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192FAA"/>
    <w:pPr>
      <w:jc w:val="right"/>
    </w:pPr>
  </w:style>
  <w:style w:type="paragraph" w:customStyle="1" w:styleId="Body">
    <w:name w:val="Body"/>
    <w:uiPriority w:val="99"/>
    <w:qFormat/>
    <w:rsid w:val="00192FAA"/>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192FAA"/>
    <w:pPr>
      <w:numPr>
        <w:numId w:val="15"/>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192FAA"/>
    <w:rPr>
      <w:color w:val="FF0000"/>
      <w:lang w:val="fr-FR"/>
    </w:rPr>
  </w:style>
  <w:style w:type="paragraph" w:customStyle="1" w:styleId="Default">
    <w:name w:val="Default"/>
    <w:rsid w:val="00192FAA"/>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192FAA"/>
  </w:style>
  <w:style w:type="paragraph" w:customStyle="1" w:styleId="ReviewHead">
    <w:name w:val="ReviewHead"/>
    <w:basedOn w:val="FrontmatterTitle"/>
    <w:qFormat/>
    <w:rsid w:val="00192FAA"/>
  </w:style>
  <w:style w:type="paragraph" w:customStyle="1" w:styleId="ReviewQuote">
    <w:name w:val="ReviewQuote"/>
    <w:basedOn w:val="QuotePara"/>
    <w:qFormat/>
    <w:rsid w:val="00192FAA"/>
  </w:style>
  <w:style w:type="paragraph" w:customStyle="1" w:styleId="ReviewSource">
    <w:name w:val="ReviewSource"/>
    <w:basedOn w:val="QuoteSource"/>
    <w:qFormat/>
    <w:rsid w:val="00192FAA"/>
  </w:style>
  <w:style w:type="paragraph" w:customStyle="1" w:styleId="ListGraphic">
    <w:name w:val="ListGraphic"/>
    <w:basedOn w:val="GraphicSlug"/>
    <w:qFormat/>
    <w:rsid w:val="00192FAA"/>
    <w:pPr>
      <w:ind w:left="0"/>
    </w:pPr>
  </w:style>
  <w:style w:type="paragraph" w:customStyle="1" w:styleId="ListCaption">
    <w:name w:val="ListCaption"/>
    <w:basedOn w:val="CaptionLine"/>
    <w:qFormat/>
    <w:rsid w:val="00192FAA"/>
    <w:pPr>
      <w:ind w:left="3600"/>
    </w:pPr>
  </w:style>
  <w:style w:type="paragraph" w:customStyle="1" w:styleId="NoteContinued">
    <w:name w:val="NoteContinued"/>
    <w:basedOn w:val="Note"/>
    <w:qFormat/>
    <w:rsid w:val="00192FAA"/>
    <w:pPr>
      <w:spacing w:before="0"/>
      <w:ind w:firstLine="0"/>
    </w:pPr>
  </w:style>
  <w:style w:type="paragraph" w:customStyle="1" w:styleId="NoteCode">
    <w:name w:val="NoteCode"/>
    <w:basedOn w:val="Code"/>
    <w:qFormat/>
    <w:rsid w:val="00192FAA"/>
    <w:pPr>
      <w:spacing w:after="240"/>
    </w:pPr>
  </w:style>
  <w:style w:type="paragraph" w:customStyle="1" w:styleId="ListBulletSub">
    <w:name w:val="ListBulletSub"/>
    <w:basedOn w:val="ListBullet"/>
    <w:qFormat/>
    <w:rsid w:val="00192FAA"/>
    <w:pPr>
      <w:ind w:left="2520"/>
    </w:pPr>
  </w:style>
  <w:style w:type="paragraph" w:customStyle="1" w:styleId="CodeCustom1">
    <w:name w:val="CodeCustom1"/>
    <w:basedOn w:val="Code"/>
    <w:qFormat/>
    <w:rsid w:val="00192FAA"/>
    <w:rPr>
      <w:color w:val="00B0F0"/>
    </w:rPr>
  </w:style>
  <w:style w:type="paragraph" w:customStyle="1" w:styleId="CodeCustom2">
    <w:name w:val="CodeCustom2"/>
    <w:basedOn w:val="Normal"/>
    <w:qFormat/>
    <w:rsid w:val="00192FAA"/>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192FAA"/>
    <w:rPr>
      <w:bCs/>
      <w:color w:val="A12126"/>
    </w:rPr>
  </w:style>
  <w:style w:type="paragraph" w:customStyle="1" w:styleId="Equation">
    <w:name w:val="Equation"/>
    <w:basedOn w:val="ListPlain"/>
    <w:qFormat/>
    <w:rsid w:val="00192FAA"/>
  </w:style>
  <w:style w:type="character" w:customStyle="1" w:styleId="Heading1Char">
    <w:name w:val="Heading 1 Char"/>
    <w:basedOn w:val="DefaultParagraphFont"/>
    <w:link w:val="Heading1"/>
    <w:uiPriority w:val="9"/>
    <w:rsid w:val="00001F63"/>
    <w:rPr>
      <w:rFonts w:ascii="Times New Roman" w:hAnsi="Times New Roman"/>
      <w:b/>
      <w:bCs/>
      <w:kern w:val="36"/>
      <w:sz w:val="48"/>
      <w:szCs w:val="48"/>
      <w:lang w:val="en-GB" w:eastAsia="en-GB"/>
    </w:rPr>
  </w:style>
  <w:style w:type="character" w:customStyle="1" w:styleId="Title1">
    <w:name w:val="Title1"/>
    <w:basedOn w:val="DefaultParagraphFont"/>
    <w:rsid w:val="00001F63"/>
  </w:style>
  <w:style w:type="character" w:styleId="Hyperlink">
    <w:name w:val="Hyperlink"/>
    <w:basedOn w:val="DefaultParagraphFont"/>
    <w:uiPriority w:val="99"/>
    <w:unhideWhenUsed/>
    <w:rsid w:val="00001F63"/>
    <w:rPr>
      <w:color w:val="0000FF"/>
      <w:u w:val="single"/>
    </w:rPr>
  </w:style>
  <w:style w:type="paragraph" w:styleId="NormalWeb">
    <w:name w:val="Normal (Web)"/>
    <w:basedOn w:val="Normal"/>
    <w:uiPriority w:val="99"/>
    <w:semiHidden/>
    <w:unhideWhenUsed/>
    <w:rsid w:val="00001F63"/>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001F63"/>
    <w:rPr>
      <w:i/>
      <w:iCs/>
    </w:rPr>
  </w:style>
  <w:style w:type="character" w:styleId="HTMLCode">
    <w:name w:val="HTML Code"/>
    <w:basedOn w:val="DefaultParagraphFont"/>
    <w:uiPriority w:val="99"/>
    <w:semiHidden/>
    <w:unhideWhenUsed/>
    <w:rsid w:val="00001F6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0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001F63"/>
    <w:rPr>
      <w:rFonts w:ascii="Courier New" w:hAnsi="Courier New" w:cs="Courier New"/>
      <w:lang w:val="en-GB" w:eastAsia="en-GB"/>
    </w:rPr>
  </w:style>
  <w:style w:type="character" w:customStyle="1" w:styleId="hljs-keyword">
    <w:name w:val="hljs-keyword"/>
    <w:basedOn w:val="DefaultParagraphFont"/>
    <w:rsid w:val="00001F63"/>
  </w:style>
  <w:style w:type="character" w:customStyle="1" w:styleId="hljs-string">
    <w:name w:val="hljs-string"/>
    <w:basedOn w:val="DefaultParagraphFont"/>
    <w:rsid w:val="00001F63"/>
  </w:style>
  <w:style w:type="character" w:customStyle="1" w:styleId="hljs-builtin">
    <w:name w:val="hljs-built_in"/>
    <w:basedOn w:val="DefaultParagraphFont"/>
    <w:rsid w:val="00001F63"/>
  </w:style>
  <w:style w:type="paragraph" w:styleId="TOC1">
    <w:name w:val="toc 1"/>
    <w:basedOn w:val="Normal"/>
    <w:next w:val="Normal"/>
    <w:autoRedefine/>
    <w:uiPriority w:val="39"/>
    <w:unhideWhenUsed/>
    <w:rsid w:val="008224B6"/>
    <w:pPr>
      <w:tabs>
        <w:tab w:val="right" w:leader="dot" w:pos="8090"/>
      </w:tabs>
      <w:spacing w:after="100"/>
    </w:pPr>
  </w:style>
  <w:style w:type="paragraph" w:styleId="TOC2">
    <w:name w:val="toc 2"/>
    <w:basedOn w:val="Normal"/>
    <w:next w:val="Normal"/>
    <w:autoRedefine/>
    <w:uiPriority w:val="39"/>
    <w:unhideWhenUsed/>
    <w:rsid w:val="004A2D02"/>
    <w:pPr>
      <w:spacing w:after="100"/>
      <w:ind w:left="220"/>
    </w:pPr>
  </w:style>
  <w:style w:type="paragraph" w:styleId="TOC3">
    <w:name w:val="toc 3"/>
    <w:basedOn w:val="Normal"/>
    <w:next w:val="Normal"/>
    <w:autoRedefine/>
    <w:uiPriority w:val="39"/>
    <w:unhideWhenUsed/>
    <w:rsid w:val="004A2D02"/>
    <w:pPr>
      <w:spacing w:after="100"/>
      <w:ind w:left="440"/>
    </w:pPr>
  </w:style>
  <w:style w:type="paragraph" w:styleId="Revision">
    <w:name w:val="Revision"/>
    <w:hidden/>
    <w:uiPriority w:val="71"/>
    <w:rsid w:val="007566E3"/>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7566E3"/>
    <w:rPr>
      <w:sz w:val="16"/>
      <w:szCs w:val="16"/>
    </w:rPr>
  </w:style>
  <w:style w:type="paragraph" w:styleId="CommentText">
    <w:name w:val="annotation text"/>
    <w:basedOn w:val="Normal"/>
    <w:link w:val="CommentTextChar"/>
    <w:uiPriority w:val="99"/>
    <w:semiHidden/>
    <w:unhideWhenUsed/>
    <w:rsid w:val="007566E3"/>
    <w:pPr>
      <w:spacing w:line="240" w:lineRule="auto"/>
    </w:pPr>
    <w:rPr>
      <w:sz w:val="20"/>
      <w:szCs w:val="20"/>
    </w:rPr>
  </w:style>
  <w:style w:type="character" w:customStyle="1" w:styleId="CommentTextChar">
    <w:name w:val="Comment Text Char"/>
    <w:basedOn w:val="DefaultParagraphFont"/>
    <w:link w:val="CommentText"/>
    <w:uiPriority w:val="99"/>
    <w:semiHidden/>
    <w:rsid w:val="007566E3"/>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7566E3"/>
    <w:rPr>
      <w:b/>
      <w:bCs/>
    </w:rPr>
  </w:style>
  <w:style w:type="character" w:customStyle="1" w:styleId="CommentSubjectChar">
    <w:name w:val="Comment Subject Char"/>
    <w:basedOn w:val="CommentTextChar"/>
    <w:link w:val="CommentSubject"/>
    <w:uiPriority w:val="99"/>
    <w:semiHidden/>
    <w:rsid w:val="007566E3"/>
    <w:rPr>
      <w:rFonts w:ascii="Times New Roman" w:hAnsi="Times New Roman"/>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38933">
      <w:bodyDiv w:val="1"/>
      <w:marLeft w:val="0"/>
      <w:marRight w:val="0"/>
      <w:marTop w:val="0"/>
      <w:marBottom w:val="0"/>
      <w:divBdr>
        <w:top w:val="none" w:sz="0" w:space="0" w:color="auto"/>
        <w:left w:val="none" w:sz="0" w:space="0" w:color="auto"/>
        <w:bottom w:val="none" w:sz="0" w:space="0" w:color="auto"/>
        <w:right w:val="none" w:sz="0" w:space="0" w:color="auto"/>
      </w:divBdr>
      <w:divsChild>
        <w:div w:id="18156367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rust-lang.org/std/collections/index.html"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crates.io/" TargetMode="Externa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doc.rust-lang.org/nomicon/vec/vec.html" TargetMode="External"/><Relationship Id="rId14" Type="http://schemas.openxmlformats.org/officeDocument/2006/relationships/hyperlink" Target="https://crates.i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6590F-A740-DB45-A15B-74848B35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4</TotalTime>
  <Pages>22</Pages>
  <Words>7217</Words>
  <Characters>41139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6</cp:revision>
  <dcterms:created xsi:type="dcterms:W3CDTF">2022-08-23T21:01:00Z</dcterms:created>
  <dcterms:modified xsi:type="dcterms:W3CDTF">2022-08-24T23:58:00Z</dcterms:modified>
</cp:coreProperties>
</file>